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EE9" w:rsidRDefault="004F0EE9" w:rsidP="004F0EE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E9" w:rsidRDefault="004F0EE9" w:rsidP="004F0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F0EE9" w:rsidRDefault="004F0EE9" w:rsidP="004F0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F0EE9" w:rsidRDefault="004F0EE9" w:rsidP="004F0E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0EE9" w:rsidRDefault="004F0EE9" w:rsidP="004F0E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0EE9" w:rsidRDefault="004F0EE9" w:rsidP="004F0E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0EE9" w:rsidRDefault="004F0EE9" w:rsidP="004F0E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0EE9" w:rsidRDefault="004F0EE9" w:rsidP="004F0E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F0EE9" w:rsidRDefault="004F0EE9" w:rsidP="004F0EE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F0EE9" w:rsidRDefault="004F0EE9" w:rsidP="004F0E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F0EE9" w:rsidRDefault="004F0EE9" w:rsidP="004F0E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F0EE9" w:rsidRDefault="004F0EE9" w:rsidP="004F0E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0EE9" w:rsidRDefault="004F0EE9" w:rsidP="004F0E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F0EE9" w:rsidRDefault="004F0EE9" w:rsidP="004F0E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0EE9" w:rsidRDefault="004F0EE9" w:rsidP="004F0E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F0EE9" w:rsidRDefault="004F0EE9" w:rsidP="004F0EE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0EE9" w:rsidRPr="005A0943" w:rsidRDefault="004F0EE9" w:rsidP="004F0EE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№51</w:t>
      </w:r>
    </w:p>
    <w:p w:rsidR="004F0EE9" w:rsidRDefault="004F0EE9" w:rsidP="004F0E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F0EE9" w:rsidRPr="00DE6ED3" w:rsidRDefault="004F0EE9" w:rsidP="004F0EE9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4F0EE9" w:rsidRPr="00DE6ED3" w:rsidRDefault="004F0EE9" w:rsidP="004F0EE9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4F0EE9" w:rsidRPr="00DE6ED3" w:rsidRDefault="004F0EE9" w:rsidP="004F0EE9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4F0EE9" w:rsidRPr="00DE6ED3" w:rsidRDefault="004F0EE9" w:rsidP="004F0EE9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4F0EE9" w:rsidRPr="00DE6ED3" w:rsidRDefault="004F0EE9" w:rsidP="004F0EE9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Поліщук Н.Є.</w:t>
      </w:r>
    </w:p>
    <w:p w:rsidR="004F0EE9" w:rsidRPr="00DE6ED3" w:rsidRDefault="004F0EE9" w:rsidP="004F0EE9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4F0EE9" w:rsidRPr="00DE6ED3" w:rsidRDefault="004F0EE9" w:rsidP="004F0EE9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</w:rPr>
        <w:t>, розглянувши заяву  Поліщук Н.Є.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4F0EE9" w:rsidRPr="00DE6ED3" w:rsidRDefault="004F0EE9" w:rsidP="004F0EE9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4F0EE9" w:rsidRPr="00DE6ED3" w:rsidRDefault="004F0EE9" w:rsidP="004F0EE9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Поліщук Ніні Євгенівні,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74C2C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DE6ED3"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орієнтовною площею 0,12</w:t>
      </w:r>
      <w:r w:rsidRPr="00DE6ED3">
        <w:rPr>
          <w:rFonts w:ascii="Times New Roman" w:eastAsia="Calibri" w:hAnsi="Times New Roman" w:cs="Times New Roman"/>
          <w:sz w:val="24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</w:rPr>
        <w:t xml:space="preserve">ділянка  розташована в с. Крупець, по вул. </w:t>
      </w:r>
      <w:proofErr w:type="spellStart"/>
      <w:r>
        <w:rPr>
          <w:rFonts w:ascii="Times New Roman" w:eastAsia="Calibri" w:hAnsi="Times New Roman" w:cs="Times New Roman"/>
          <w:sz w:val="24"/>
        </w:rPr>
        <w:t>Б.Хмельницького</w:t>
      </w:r>
      <w:proofErr w:type="spellEnd"/>
      <w:r>
        <w:rPr>
          <w:rFonts w:ascii="Times New Roman" w:eastAsia="Calibri" w:hAnsi="Times New Roman" w:cs="Times New Roman"/>
          <w:sz w:val="24"/>
        </w:rPr>
        <w:t>, 118</w:t>
      </w:r>
      <w:r w:rsidRPr="00DE6ED3">
        <w:rPr>
          <w:rFonts w:ascii="Times New Roman" w:eastAsia="Calibri" w:hAnsi="Times New Roman" w:cs="Times New Roman"/>
          <w:sz w:val="24"/>
        </w:rPr>
        <w:t>.</w:t>
      </w:r>
    </w:p>
    <w:p w:rsidR="004F0EE9" w:rsidRPr="00DE6ED3" w:rsidRDefault="004F0EE9" w:rsidP="004F0EE9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Поліщук Н.Є.</w:t>
      </w:r>
      <w:r w:rsidRPr="00DE6ED3">
        <w:rPr>
          <w:rFonts w:ascii="Times New Roman" w:eastAsia="Calibri" w:hAnsi="Times New Roman" w:cs="Times New Roman"/>
          <w:sz w:val="24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F0EE9" w:rsidRPr="00DE6ED3" w:rsidRDefault="004F0EE9" w:rsidP="004F0EE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F0EE9" w:rsidRPr="005A0943" w:rsidRDefault="004F0EE9" w:rsidP="004F0E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F0EE9" w:rsidRPr="00DE6ED3" w:rsidRDefault="004F0EE9" w:rsidP="004F0EE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F0EE9" w:rsidRDefault="004F0EE9" w:rsidP="004F0EE9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A57C3" w:rsidRPr="004F0EE9" w:rsidRDefault="004F0EE9" w:rsidP="004F0EE9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</w:p>
    <w:sectPr w:rsidR="00CA57C3" w:rsidRPr="004F0EE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EE9"/>
    <w:rsid w:val="00171A2E"/>
    <w:rsid w:val="00304C90"/>
    <w:rsid w:val="004F0EE9"/>
    <w:rsid w:val="00505B6D"/>
    <w:rsid w:val="006D3977"/>
    <w:rsid w:val="007D6C18"/>
    <w:rsid w:val="00974C2C"/>
    <w:rsid w:val="00CA57C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6857"/>
  <w15:docId w15:val="{902319BD-B4B8-4988-9698-D60CA2A8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EE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F0EE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F0EE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F0EE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2021-04-28T11:46:00Z</dcterms:created>
  <dcterms:modified xsi:type="dcterms:W3CDTF">2021-04-28T13:04:00Z</dcterms:modified>
</cp:coreProperties>
</file>