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9E1" w:rsidRPr="00D815F3" w:rsidRDefault="006B59E1" w:rsidP="006B59E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6B59E1" w:rsidRPr="001869AA" w:rsidRDefault="006B59E1" w:rsidP="006B59E1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144" name="Группа 10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014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5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5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5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5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5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5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5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5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5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5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6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6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6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6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2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2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2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2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3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3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3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3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3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3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3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164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V50cMA&#10;AADeAAAADwAAAGRycy9kb3ducmV2LnhtbERPS2vCQBC+F/wPywje6iZqq0Q3IlLFg1B83YfsmASz&#10;syG7TeK/dwuF3ubje85q3ZtKtNS40rKCeByBIM6sLjlXcL3s3hcgnEfWWFkmBU9ysE4HbytMtO34&#10;RO3Z5yKEsEtQQeF9nUjpsoIMurGtiQN3t41BH2CTS91gF8JNJSdR9CkNlhwaCqxpW1D2OP8YBXa6&#10;Pxxv+eQ0/eK558334n7rj0qNhv1mCcJT7//Ff+6DDvOjePYBv++EG2T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V50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NVBcYA&#10;AADeAAAADwAAAGRycy9kb3ducmV2LnhtbERPS2sCMRC+F/wPYYRepGYtZVu3RhFh7eNQ0Aq9Dpvp&#10;ZutmsiRRt/56IxR6m4/vObNFb1txJB8axwom4wwEceV0w7WC3Wd59wQiRGSNrWNS8EsBFvPBzQwL&#10;7U68oeM21iKFcChQgYmxK6QMlSGLYew64sR9O28xJuhrqT2eUrht5X2W5dJiw6nBYEcrQ9V+e7AK&#10;fsoP87V6PK/9aLqh86h8f2nfcqVuh/3yGUSkPv6L/9yvOs3PJg85XN9JN8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NVB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xUn8UA&#10;AADeAAAADwAAAGRycy9kb3ducmV2LnhtbESP3YrCMBCF7xd8hzCCN4um6qJSjSKisngj/jzA0IxN&#10;sZmUJtr69kZY2LsZzpnznVmsWluKJ9W+cKxgOEhAEGdOF5wruF52/RkIH5A1lo5JwYs8rJadrwWm&#10;2jV8ouc55CKGsE9RgQmhSqX0mSGLfuAq4qjdXG0xxLXOpa6xieG2lKMkmUiLBUeCwYo2hrL7+WEj&#10;5DjG4+HWXHb7FhvcHgx/r09K9brteg4iUBv+zX/XvzrWT4Y/U/i8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rFSf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fV18YA&#10;AADeAAAADwAAAGRycy9kb3ducmV2LnhtbESPQUsDQQyF74L/YYjgzc621Cprp0WqgggeWgXxFnbS&#10;3cWdzDATu+u/NwfBW8J7ee/LejuFwZwolz6yg/msAkPcRN9z6+D97enqFkwRZI9DZHLwQwW2m/Oz&#10;NdY+jryn00FaoyFcanTQiaTa2tJ0FLDMYiJW7RhzQNE1t9ZnHDU8DHZRVSsbsGdt6DDRrqPm6/Ad&#10;HLyOj+nlZnV9TJ95ubDlwcvHTpy7vJju78AITfJv/rt+9opfzZfKq+/oDHb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7fV1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9ldsUA&#10;AADeAAAADwAAAGRycy9kb3ducmV2LnhtbESP3YrCMBCF7xd8hzCCN4um6iJajSKisngj/jzA0IxN&#10;sZmUJtr69kZY2LsZzpnznVmsWluKJ9W+cKxgOEhAEGdOF5wruF52/SkIH5A1lo5JwYs8rJadrwWm&#10;2jV8ouc55CKGsE9RgQmhSqX0mSGLfuAq4qjdXG0xxLXOpa6xieG2lKMkmUiLBUeCwYo2hrL7+WEj&#10;5DjG4+HWXHb7FhvcHgx/r09K9brteg4iUBv+zX/XvzrWT4Y/M/i8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f2V2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hPDMYA&#10;AADeAAAADwAAAGRycy9kb3ducmV2LnhtbESPQUsDQQyF74L/YYjgzc622Cprp0WqgggeWgXxFnbS&#10;3cWdzDATu+u/NwfBW0Je3nvfejuFwZwolz6yg/msAkPcRN9z6+D97enqFkwRZI9DZHLwQwW2m/Oz&#10;NdY+jryn00FaoyZcanTQiaTa2tJ0FLDMYiLW2zHmgKJrbq3POKp5GOyiqlY2YM+a0GGiXUfN1+E7&#10;OHgdH9PLzWp5TJ/5emHLg5ePnTh3eTHd34ERmuRf/Pf97LV+NV8qgOLoDHb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BhPD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H3fsQA&#10;AADeAAAADwAAAGRycy9kb3ducmV2LnhtbERP32vCMBB+F/wfwg32MmbaDcfojKJCcOBA5gZ7PZqz&#10;LWsuJYm2/vdGEHy7j+/nzRaDbcWJfGgcK8gnGQji0pmGKwW/P/r5HUSIyAZbx6TgTAEW8/FohoVx&#10;PX/TaR8rkUI4FKigjrErpAxlTRbDxHXEiTs4bzEm6CtpPPYp3LbyJcvepMWGU0ONHa1rKv/3R6tg&#10;teurV/9Urga3PWz+plob/aWVenwYlh8gIg3xLr65P02an+XTHK7vpBvk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R937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Mj9sMA&#10;AADeAAAADwAAAGRycy9kb3ducmV2LnhtbERPS2rDMBDdB3oHMYXuYjmmKcGJHEKCoZRumuQAgzW1&#10;XFsjIymOe/uqUOhuHu87u/1sBzGRD51jBassB0HcON1xq+B6qZcbECEiaxwck4JvCrCvHhY7LLW7&#10;8wdN59iKFMKhRAUmxrGUMjSGLIbMjcSJ+3TeYkzQt1J7vKdwO8giz1+kxY5Tg8GRjoaa/nyzCuq3&#10;4n3qb9rX7jA/W1qbr83JKPX0OB+2ICLN8V/8537VaX6+Whfw+066QV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Mj9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/MksQA&#10;AADeAAAADwAAAGRycy9kb3ducmV2LnhtbERP32vCMBB+H+x/CDfwRWaq4hidUVQIDhREJ/h6NGdb&#10;1lxKEm3335vBYG/38f28+bK3jbiTD7VjBeNRBoK4cKbmUsH5S7++gwgR2WDjmBT8UIDl4vlpjrlx&#10;HR/pfoqlSCEcclRQxdjmUoaiIoth5FrixF2dtxgT9KU0HrsUbhs5ybI3abHm1FBhS5uKiu/TzSpY&#10;H7py6ofFune76/Yy09rovVZq8NKvPkBE6uO/+M/9adL8bDybwu876Qa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PzJL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YeGcEA&#10;AADeAAAADwAAAGRycy9kb3ducmV2LnhtbERPzYrCMBC+L/gOYQRva6roItUoohRk8bLuPsDQjE21&#10;mZQk1vr2G0HwNh/f76w2vW1ERz7UjhVMxhkI4tLpmisFf7/F5wJEiMgaG8ek4EEBNuvBxwpz7e78&#10;Q90pViKFcMhRgYmxzaUMpSGLYexa4sSdnbcYE/SV1B7vKdw2cpplX9JizanBYEs7Q+X1dLMKiu/p&#10;sbvetC/ctp9ZmpvLYm+UGg377RJEpD6+xS/3Qaf52WQ+g+c76Qa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4WHhnBAAAA3g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lasIA&#10;AADeAAAADwAAAGRycy9kb3ducmV2LnhtbERPS2rDMBDdF3IHMYXuaslJHYprJZRCQrOskwMM1tQ2&#10;sUaOpfhz+6pQ6G4e7zvFfradGGnwrWMNaaJAEFfOtFxruJwPz68gfEA22DkmDQt52O9WDwXmxk38&#10;RWMZahFD2OeooQmhz6X0VUMWfeJ64sh9u8FiiHCopRlwiuG2k2ulttJiy7GhwZ4+Gqqu5d1qeFmm&#10;463MrupgLKWnTX/iUGVaPz3O728gAs3hX/zn/jRxvkqzDH7fiTfI3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lCVq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StssEA&#10;AADeAAAADwAAAGRycy9kb3ducmV2LnhtbERPy6rCMBDdX/AfwgjurqmC5VqNIooirrz1sR6asS02&#10;k9JErX9vBMHdHM5zpvPWVOJOjSstKxj0IxDEmdUl5wqOh/XvHwjnkTVWlknBkxzMZ52fKSbaPvif&#10;7qnPRQhhl6CCwvs6kdJlBRl0fVsTB+5iG4M+wCaXusFHCDeVHEZRLA2WHBoKrGlZUHZNb0bBLT4P&#10;j3zZ6X26em7Gq/XCyVOuVK/bLiYgPLX+K/64tzrMjwajGN7vhBvk7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ErbL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e4NMYA&#10;AADeAAAADwAAAGRycy9kb3ducmV2LnhtbERPTU/CQBC9m/AfNkPiTbagVigsBExMlANEhAO3oTu0&#10;he5s6a5Q/j1rQuJtXt7njCaNKcWZaldYVtDtRCCIU6sLzhSsfz6e+iCcR9ZYWiYFV3IwGbceRpho&#10;e+FvOq98JkIIuwQV5N5XiZQuzcmg69iKOHB7Wxv0AdaZ1DVeQrgpZS+KYmmw4NCQY0XvOaXH1a9R&#10;sFn248Fy9vVymC92+Gz0aauLWKnHdjMdgvDU+H/x3f2pw/yo+/oGf++EG+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e4N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G70sYA&#10;AADeAAAADwAAAGRycy9kb3ducmV2LnhtbESPT2vCQBDF70K/wzIFb7rRqkjqKtWiLZ78B16H7DQJ&#10;zc6G7Kqxn75zELzN8N6895vZonWVulITSs8GBv0EFHHmbcm5gdNx3ZuCChHZYuWZDNwpwGL+0plh&#10;av2N93Q9xFxJCIcUDRQx1qnWISvIYej7mli0H984jLI2ubYN3iTcVXqYJBPtsGRpKLCmVUHZ7+Hi&#10;DPxNzrgLX8Pl55uNdB9NN3672xjTfW0/3kFFauPT/Lj+toKfDMbCK+/IDHr+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G70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R358IA&#10;AADeAAAADwAAAGRycy9kb3ducmV2LnhtbERPzYrCMBC+C/sOYYS9aaqo2GqURVzYm1r3AYZmNi02&#10;k9pE7fr0RhC8zcf3O8t1Z2txpdZXjhWMhgkI4sLpio2C3+P3YA7CB2SNtWNS8E8e1quP3hIz7W58&#10;oGsejIgh7DNUUIbQZFL6oiSLfuga4sj9udZiiLA1Urd4i+G2luMkmUmLFceGEhvalFSc8otVcHbj&#10;qe7yLe5O23RfGTM53w8TpT773dcCRKAuvMUv94+O85PRNIXnO/EG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dHfn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5yLMYA&#10;AADeAAAADwAAAGRycy9kb3ducmV2LnhtbESPQW/CMAyF75P4D5GRdoOUTRTWEdCYNIkrbAeOXmLa&#10;jsYpTYCyXz8fkHaz5ef33rdY9b5RF+piHdjAZJyBIrbB1Vwa+Pr8GM1BxYTssAlMBm4UYbUcPCyw&#10;cOHKW7rsUqnEhGOBBqqU2kLraCvyGMehJZbbIXQek6xdqV2HVzH3jX7Kslx7rFkSKmzpvSJ73J29&#10;gU39TdPcHl78fG23+99Tep79OGMeh/3bK6hEffoX3783Tupnk1wABEdm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5yL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MuYMUA&#10;AADeAAAADwAAAGRycy9kb3ducmV2LnhtbERP0WoCMRB8L/gPYQXfanI+SHsaRQWh0laoir4ul/Vy&#10;eNkcl/Q8/74pFPo2u7MzszNf9q4WHbWh8qwhGysQxIU3FZcaTsft8wuIEJEN1p5Jw4MCLBeDpznm&#10;xt/5i7pDLEUy4ZCjBhtjk0sZCksOw9g3xIm7+tZhTGNbStPiPZm7Wk6UmkqHFacEiw1tLBW3w7fT&#10;0OH+oS52/fm6qz6KyX59fjdpr0fDfjUDEamP/8d/6jeT3lfZNIPfOgmD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8y5g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xvjcMA&#10;AADeAAAADwAAAGRycy9kb3ducmV2LnhtbERPTUvDQBC9C/6HZQRvdtMciqTdllKoeLTRg8dpdppN&#10;m50Ju2uT+utdQfA2j/c5q83ke3WlEDthA/NZAYq4Edtxa+Djff/0DComZIu9MBm4UYTN+v5uhZWV&#10;kQ90rVOrcgjHCg24lIZK69g48hhnMhBn7iTBY8owtNoGHHO473VZFAvtsePc4HCgnaPmUn95A+NL&#10;czyXp0/rvsMg+/pNzmUvxjw+TNslqERT+hf/uV9tnl/MFyX8vpNv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xvj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jaAcQA&#10;AADeAAAADwAAAGRycy9kb3ducmV2LnhtbERP22oCMRB9F/yHMELfNKsFK1ujeIUiLaJt38fNuLua&#10;TJZNquvfG6Hg2xzOdcbTxhpxodqXjhX0ewkI4szpknMFP9/r7giED8gajWNScCMP00m7NcZUuyvv&#10;6LIPuYgh7FNUUIRQpVL6rCCLvucq4sgdXW0xRFjnUtd4jeHWyEGSDKXFkmNDgRUtCsrO+z+rYL1d&#10;mtPgazf7lWGxejuY0Wa+/FTqpdPM3kEEasJT/O/+0HF+0h++wuOdeIO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Y2gH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Z8scQA&#10;AADeAAAADwAAAGRycy9kb3ducmV2LnhtbERPTYvCMBC9L/gfwgheRFMrinSNIoKooLCrC3sdm9m2&#10;2ExKE2v990YQ9jaP9znzZWtK0VDtCssKRsMIBHFqdcGZgp/zZjAD4TyyxtIyKXiQg+Wi8zHHRNs7&#10;f1Nz8pkIIewSVJB7XyVSujQng25oK+LA/dnaoA+wzqSu8R7CTSnjKJpKgwWHhhwrWueUXk83o6D5&#10;OlyyXeOq/XXWd5PxZbs96l+let129QnCU+v/xW/3Tof5URxP4fVOuEE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WfLH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anN8YA&#10;AADeAAAADwAAAGRycy9kb3ducmV2LnhtbERPTWsCMRC9F/wPYYTeatJFrd0aRYVCL0K1PdTbuJnu&#10;Lm4ma5Lq6q9vCkJv83ifM513thEn8qF2rOFxoEAQF87UXGr4/Hh9mIAIEdlg45g0XCjAfNa7m2Ju&#10;3Jk3dNrGUqQQDjlqqGJscylDUZHFMHAtceK+nbcYE/SlNB7PKdw2MlNqLC3WnBoqbGlVUXHY/lgN&#10;y+fJ8vg+5PV1s9/R7mt/GGVeaX3f7xYvICJ18V98c7+ZNF9l2RP8vZNu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anN8YAAADeAAAADwAAAAAAAAAAAAAAAACYAgAAZHJz&#10;L2Rvd25yZXYueG1sUEsFBgAAAAAEAAQA9QAAAIsDAAAAAA==&#10;" fillcolor="black" stroked="f"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o9RckA&#10;AADeAAAADwAAAGRycy9kb3ducmV2LnhtbESPT2vDMAzF74V9B6PBbq2zwEpJ65Z1f2Cw7pBuhx7V&#10;WE1MYjnEXpvt00+HQW8S7+m9n1ab0XfqTEN0gQ3czzJQxFWwjmsDX5+v0wWomJAtdoHJwA9F2Kxv&#10;JissbLhwSed9qpWEcCzQQJNSX2gdq4Y8xlnoiUU7hcFjknWotR3wIuG+03mWzbVHx9LQYE9PDVXt&#10;/tsbOLzP3aJ0lB93v9sXu3totx/PrTF3t+PjElSiMV3N/9dvVvCzPBdeeUdm0Os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io9Rc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T17MQA&#10;AADeAAAADwAAAGRycy9kb3ducmV2LnhtbERPTU8CMRC9k/gfmiHxBi17MLBSCNEYvXgQMF4n23G7&#10;7na6tgUWfr01IeE2L+9zluvBdeJIITaeNcymCgRx5U3DtYb97mUyBxETssHOM2k4U4T16m60xNL4&#10;E3/QcZtqkUM4lqjBptSXUsbKksM49T1x5r59cJgyDLU0AU853HWyUOpBOmw4N1js6clS1W4PTkPY&#10;fD23Fz58turyfo6vP8PvHK3W9+Nh8wgi0ZBu4qv7zeT5qigW8P9OvkG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09e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Z858YA&#10;AADeAAAADwAAAGRycy9kb3ducmV2LnhtbESP0UoDQQxF3wX/YYjgi9gZV1C7dlpEEASL0NoPSHfi&#10;7uJMZtmJ7davNw+Cbwm5ufeexWpK0RxoLH1mDzczB4a4yaHn1sPu4+X6AUwR5IAxM3k4UYHV8vxs&#10;gXXIR97QYSutURMuNXroRIba2tJ0lLDM8kCst888JhRdx9aGEY9qnqKtnLuzCXvWhA4Heu6o+dp+&#10;Jw+x2sf5231Zy2ln1+4nyebqPXh/eTE9PYIRmuRf/Pf9GrS+q24VQHF0Brv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KZ858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qYJsQA&#10;AADeAAAADwAAAGRycy9kb3ducmV2LnhtbERPTWvCQBC9C/0PyxR6040pFEldxVaEXHowRryO2Wk2&#10;uDsbsltN++vdQqG3ebzPWa5HZ8WVhtB5VjCfZSCIG687bhXUh910ASJEZI3WMyn4pgDr1cNkiYX2&#10;N97TtYqtSCEcClRgYuwLKUNjyGGY+Z44cZ9+cBgTHFqpB7ylcGdlnmUv0mHHqcFgT++Gmkv15RRs&#10;q97mdWnewun4cT7b8mdHp61ST4/j5hVEpDH+i//cpU7zs/x5Dr/vpBv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6mCb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20Z8MA&#10;AADeAAAADwAAAGRycy9kb3ducmV2LnhtbERPS2vCQBC+C/6HZYTedNcUtKSuQcSA4Kk+Dr0Nu9Mk&#10;bXY2ZLcm/fduodDbfHzP2RSja8Wd+tB41rBcKBDExtuGKw3XSzl/AREissXWM2n4oQDFdjrZYG79&#10;wG90P8dKpBAOOWqoY+xyKYOpyWFY+I44cR++dxgT7CtpexxSuGtlptRKOmw4NdTY0b4m83X+dho+&#10;S3nyRqG5XW/D0a7fDytqldZPs3H3CiLSGP/Ff+6jTfNV9pzB7zvpBr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20Z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nim8MA&#10;AADeAAAADwAAAGRycy9kb3ducmV2LnhtbERPTYvCMBC9L/gfwgje1tQWFqlGUUFYVvawKuJxbMa2&#10;tJmUJGr992ZhYW/zeJ8zX/amFXdyvrasYDJOQBAXVtdcKjgetu9TED4ga2wtk4IneVguBm9zzLV9&#10;8A/d96EUMYR9jgqqELpcSl9UZNCPbUccuat1BkOErpTa4SOGm1amSfIhDdYcGyrsaFNR0exvRsH5&#10;tuPrd/a1cutwsv3BN+ll2ig1GvarGYhAffgX/7k/dZyfpFkGv+/EG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nim8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2vncYA&#10;AADeAAAADwAAAGRycy9kb3ducmV2LnhtbERPS2sCMRC+F/ofwhS81aSrFV2NUguFXgr1cdDbuBl3&#10;FzeTbZLqtr++EQre5uN7zmzR2UacyYfasYanvgJBXDhTc6lhu3l7HIMIEdlg45g0/FCAxfz+boa5&#10;cRde0XkdS5FCOOSooYqxzaUMRUUWQ9+1xIk7Om8xJuhLaTxeUrhtZKbUSFqsOTVU2NJrRcVp/W01&#10;LCfj5dfnkD9+V4c97XeH03Pmlda9h+5lCiJSF2/if/e7SfNVNhjC9Z10g5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32vncYAAADeAAAADwAAAAAAAAAAAAAAAACYAgAAZHJz&#10;L2Rvd25yZXYueG1sUEsFBgAAAAAEAAQA9QAAAIsDAAAAAA==&#10;" fillcolor="black" stroked="f"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cBrMQA&#10;AADeAAAADwAAAGRycy9kb3ducmV2LnhtbERPTWsCMRC9C/0PYQq9abZKS1mNsgilpafVtngdN+Nm&#10;cTNZkjRu/30jCL3N433OajPaXiTyoXOs4HFWgCBunO64VfD1+Tp9AREissbeMSn4pQCb9d1khaV2&#10;F95R2sdW5BAOJSowMQ6llKExZDHM3ECcuZPzFmOGvpXa4yWH217Oi+JZWuw4NxgcaGuoOe9/rIJ0&#10;3NbVIh2S2X34qvWufvs+1ko93I/VEkSkMf6Lb+53necX88UTXN/JN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HAaz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nb0sUA&#10;AADeAAAADwAAAGRycy9kb3ducmV2LnhtbERPTWvCQBC9F/wPywi91Y0WgkZXEbHF9tI2CnocsmM2&#10;mJ0N2TWm/fVdodDbPN7nLFa9rUVHra8cKxiPEhDEhdMVlwoO+5enKQgfkDXWjknBN3lYLQcPC8y0&#10;u/EXdXkoRQxhn6ECE0KTSekLQxb9yDXEkTu71mKIsC2lbvEWw20tJ0mSSosVxwaDDW0MFZf8ahX4&#10;8WZ7fLc/s+70avgjfzPpZ2mUehz26zmIQH34F/+5dzrOTybPKdzfi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+dvS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B59E1" w:rsidRPr="00D815F3" w:rsidRDefault="006B59E1" w:rsidP="006B59E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6B59E1" w:rsidRPr="001869AA" w:rsidRDefault="006B59E1" w:rsidP="006B59E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6B59E1" w:rsidRPr="001869AA" w:rsidRDefault="006B59E1" w:rsidP="006B59E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6B59E1" w:rsidRPr="001869AA" w:rsidRDefault="006B59E1" w:rsidP="006B59E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6B59E1" w:rsidRPr="00D815F3" w:rsidRDefault="006B59E1" w:rsidP="006B59E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6B59E1" w:rsidRPr="001869AA" w:rsidRDefault="006B59E1" w:rsidP="006B59E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6B59E1" w:rsidRPr="001869AA" w:rsidRDefault="006B59E1" w:rsidP="006B59E1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6B59E1" w:rsidRPr="001869AA" w:rsidRDefault="006B59E1" w:rsidP="006B59E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6B59E1" w:rsidRPr="001869AA" w:rsidRDefault="006B59E1" w:rsidP="006B59E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6B59E1" w:rsidRPr="001869AA" w:rsidRDefault="006B59E1" w:rsidP="006B59E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0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9E1" w:rsidRDefault="006B59E1" w:rsidP="006B59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195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DGjcHYAABJZBAAOAAAAZHJzL2Uyb0RvYy54bWzsfe1uJrmx3v8AuYcX+mlgrGZ/92DHB/bO&#10;jhHASQz4zQVoJM1IiKR3Iml3xjk4QIBcQm4kd5BbOOeO8hRZZJOarqr27NrYIFwD2/KqVE1Wkexi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B59E1" w:rsidRDefault="006B59E1" w:rsidP="006B59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B59E1" w:rsidRDefault="006B59E1" w:rsidP="006B59E1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6B59E1" w:rsidRPr="001869AA" w:rsidRDefault="006B59E1" w:rsidP="006B59E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B59E1" w:rsidRDefault="006B59E1" w:rsidP="006B59E1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6B59E1" w:rsidRPr="001869AA" w:rsidRDefault="006B59E1" w:rsidP="006B59E1">
      <w:pPr>
        <w:spacing w:after="0" w:line="240" w:lineRule="auto"/>
        <w:jc w:val="center"/>
        <w:rPr>
          <w:rFonts w:ascii="Times New Roman" w:hAnsi="Times New Roman"/>
        </w:rPr>
      </w:pPr>
    </w:p>
    <w:p w:rsidR="006B59E1" w:rsidRPr="00312454" w:rsidRDefault="006B59E1" w:rsidP="006B59E1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6B59E1" w:rsidRPr="00A31AA4" w:rsidRDefault="006B59E1" w:rsidP="006B59E1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6B59E1" w:rsidRPr="00A31AA4" w:rsidRDefault="006B59E1" w:rsidP="006B59E1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проекту землеустрою</w:t>
      </w:r>
    </w:p>
    <w:p w:rsidR="006B59E1" w:rsidRPr="00A31AA4" w:rsidRDefault="006B59E1" w:rsidP="006B59E1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щодо відведення земельної ділянки  та</w:t>
      </w:r>
    </w:p>
    <w:p w:rsidR="006B59E1" w:rsidRPr="00243225" w:rsidRDefault="006B59E1" w:rsidP="006B59E1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передачі  її у власність  </w:t>
      </w:r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Шпак Л.Ю.</w:t>
      </w:r>
    </w:p>
    <w:p w:rsidR="006B59E1" w:rsidRPr="00A31AA4" w:rsidRDefault="006B59E1" w:rsidP="006B59E1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6B59E1" w:rsidRPr="00A31AA4" w:rsidRDefault="006B59E1" w:rsidP="006B59E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розглянувши заяву  Шпак Л.Ю.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сільська   рада    </w:t>
      </w:r>
    </w:p>
    <w:p w:rsidR="006B59E1" w:rsidRPr="00A31AA4" w:rsidRDefault="006B59E1" w:rsidP="006B59E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6B59E1" w:rsidRPr="00A31AA4" w:rsidRDefault="006B59E1" w:rsidP="006B59E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6B59E1" w:rsidRPr="00A31AA4" w:rsidRDefault="006B59E1" w:rsidP="006B59E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и Шпак Лілії Юріївні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проект землеустрою щодо відведення земельної ділянки,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(01.03)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особистого селянського господарства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, за рахунок (16.00)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площею 2,0000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га, яка розташована 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рада за межами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с.Стригани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6B59E1" w:rsidRDefault="006B59E1" w:rsidP="006B59E1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4E3D91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    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2.Передат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и  Шпак Лілії Юріївні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 я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ка зареєстрована за адресою: </w:t>
      </w:r>
      <w:r w:rsidR="00DA025A">
        <w:rPr>
          <w:rFonts w:ascii="Times New Roman" w:eastAsia="Arial Unicode MS" w:hAnsi="Times New Roman"/>
          <w:sz w:val="24"/>
          <w:szCs w:val="24"/>
          <w:lang w:val="en-US" w:eastAsia="uk-UA"/>
        </w:rPr>
        <w:t>__________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,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 ідентифікаційний номер </w:t>
      </w:r>
      <w:r w:rsidR="00DA025A">
        <w:rPr>
          <w:rFonts w:ascii="Times New Roman" w:eastAsia="Arial Unicode MS" w:hAnsi="Times New Roman"/>
          <w:sz w:val="24"/>
          <w:szCs w:val="24"/>
          <w:lang w:val="en-US" w:eastAsia="uk-UA"/>
        </w:rPr>
        <w:t>___________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у власність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земельну ділянку, площею 2,0000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 га, кадастровий номер: 6823984000:0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3:012:0206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(01.03)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особистого селянського господарства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за рахунок (16.00) землі запасу (земельні ділянки кожної категорії земель, які не надані у власність або користування громадянам чи юридичним особам)</w:t>
      </w:r>
      <w:r w:rsidRPr="004E3D91">
        <w:rPr>
          <w:rFonts w:ascii="Times New Roman" w:eastAsia="Arial Unicode MS" w:hAnsi="Times New Roman"/>
          <w:sz w:val="24"/>
          <w:szCs w:val="24"/>
          <w:lang w:eastAsia="uk-UA"/>
        </w:rPr>
        <w:t>, яка розташована</w:t>
      </w:r>
      <w:r w:rsidRPr="00BB60A5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рада за межами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с.Стригани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6B59E1" w:rsidRPr="00A31AA4" w:rsidRDefault="006B59E1" w:rsidP="006B59E1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3. Шпак Л.Ю., якій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6B59E1" w:rsidRPr="00A31AA4" w:rsidRDefault="006B59E1" w:rsidP="006B59E1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6B59E1" w:rsidRDefault="006B59E1" w:rsidP="006B59E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6B59E1" w:rsidRPr="00A31AA4" w:rsidRDefault="006B59E1" w:rsidP="006B59E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6B59E1" w:rsidRDefault="006B59E1" w:rsidP="006B59E1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24607C" w:rsidRDefault="0024607C"/>
    <w:sectPr w:rsidR="0024607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9E1"/>
    <w:rsid w:val="00171A2E"/>
    <w:rsid w:val="0024607C"/>
    <w:rsid w:val="00304C90"/>
    <w:rsid w:val="00505B6D"/>
    <w:rsid w:val="006B59E1"/>
    <w:rsid w:val="006D3977"/>
    <w:rsid w:val="007D6C18"/>
    <w:rsid w:val="00D1641A"/>
    <w:rsid w:val="00DA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9E1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9E1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325</Words>
  <Characters>1853</Characters>
  <Application>Microsoft Office Word</Application>
  <DocSecurity>0</DocSecurity>
  <Lines>15</Lines>
  <Paragraphs>4</Paragraphs>
  <ScaleCrop>false</ScaleCrop>
  <Company>Microsoft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2020-11-17T15:23:00Z</dcterms:created>
  <dcterms:modified xsi:type="dcterms:W3CDTF">2020-11-18T06:44:00Z</dcterms:modified>
</cp:coreProperties>
</file>