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7E" w:rsidRPr="00CA5B65" w:rsidRDefault="0064097E" w:rsidP="0064097E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104775</wp:posOffset>
                </wp:positionV>
                <wp:extent cx="401955" cy="716915"/>
                <wp:effectExtent l="0" t="0" r="0" b="6985"/>
                <wp:wrapNone/>
                <wp:docPr id="9457" name="Группа 9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" cy="716915"/>
                          <a:chOff x="3834" y="994"/>
                          <a:chExt cx="1142" cy="1718"/>
                        </a:xfrm>
                      </wpg:grpSpPr>
                      <wps:wsp>
                        <wps:cNvPr id="9458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9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0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1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2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3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4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5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6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7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8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9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0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1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6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7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8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9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0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1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2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3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4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5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6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7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8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9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0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1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95" o:spid="_x0000_s1026" style="position:absolute;margin-left:220.45pt;margin-top:8.25pt;width:31.65pt;height:56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L0cQA&#10;AADdAAAADwAAAGRycy9kb3ducmV2LnhtbERPz2vCMBS+C/sfwht409S6Odc1laE4BjtNp3h8NM+2&#10;rHkpSazdf78cBI8f3+98NZhW9OR8Y1nBbJqAIC6tbrhS8LPfTpYgfEDW2FomBX/kYVU8jHLMtL3y&#10;N/W7UIkYwj5DBXUIXSalL2sy6Ke2I47c2TqDIUJXSe3wGsNNK9MkWUiDDceGGjta11T+7i5GwVef&#10;Lo6nj43Zz6v0xZXzwyZtWqXGj8P7G4hAQ7iLb+5PreD16TnOjW/iE5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ES9H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y5ecYA&#10;AADdAAAADwAAAGRycy9kb3ducmV2LnhtbESP3WrCQBSE7wu+w3IEb0rdRKyt0VVEEPwBwVjw9pA9&#10;JtHs2ZBdNb69Wyj0cpiZb5jpvDWVuFPjSssK4n4EgjizuuRcwc9x9fENwnlkjZVlUvAkB/NZ522K&#10;ibYPPtA99bkIEHYJKii8rxMpXVaQQde3NXHwzrYx6INscqkbfAS4qeQgikbSYMlhocCalgVl1/Rm&#10;FMhjuvGbr9K8x9vTvo3tZbnLLkr1uu1iAsJT6//Df+21VjAefo7h9014AnL2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y5e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fwEcUA&#10;AADdAAAADwAAAGRycy9kb3ducmV2LnhtbERPy2rCQBTdC/2H4Ra6EZ1YomjqKLVgkS6E+thfM7dJ&#10;auZOOjONsV/vLIQuD+c9X3amFi05X1lWMBomIIhzqysuFBz268EUhA/IGmvLpOBKHpaLh94cM20v&#10;/EntLhQihrDPUEEZQpNJ6fOSDPqhbYgj92WdwRChK6R2eInhppbPSTKRBiuODSU29FZSft79GgXr&#10;DZ1nx+bnPf1z42L6fdp+rPZ9pZ4eu9cXEIG68C++uzdawSydxP3x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/AR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ypcUA&#10;AADdAAAADwAAAGRycy9kb3ducmV2LnhtbESPT4vCMBTE74LfITzBm6ZdXNFqFHFxWfDkH/T6bJ5t&#10;tXkpTdZ2v/1GEDwOM/MbZr5sTSkeVLvCsoJ4GIEgTq0uOFNwPGwGExDOI2ssLZOCP3KwXHQ7c0y0&#10;bXhHj73PRICwS1BB7n2VSOnSnAy6oa2Ig3e1tUEfZJ1JXWMT4KaUH1E0lgYLDgs5VrTOKb3vf42C&#10;aPtZXq4nbifnr+/0fms23BSxUv1eu5qB8NT6d/jV/tEKpqNxDM834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jKl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L/ccA&#10;AADdAAAADwAAAGRycy9kb3ducmV2LnhtbESPT2sCMRTE7wW/Q3hCL0WzioquRrEFi3gQ/Hd/bl53&#10;t25etkmq2376piB4HGbmN8xs0ZhKXMn50rKCXjcBQZxZXXKu4HhYdcYgfEDWWFkmBT/kYTFvPc0w&#10;1fbGO7ruQy4ihH2KCooQ6lRKnxVk0HdtTRy9D+sMhihdLrXDW4SbSvaTZCQNlhwXCqzpraDssv82&#10;ClZrukxO9df74NcN8/Hnebt5Pbwo9dxullMQgZrwCN/ba61gMhj14f9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py/3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QJScUA&#10;AADdAAAADwAAAGRycy9kb3ducmV2LnhtbESPT4vCMBTE74LfITxhb5rqrqLVKKK4CHvyD3p9Ns+2&#10;2ryUJmu7394sCB6HmfkNM1s0phAPqlxuWUG/F4EgTqzOOVVwPGy6YxDOI2ssLJOCP3KwmLdbM4y1&#10;rXlHj71PRYCwi1FB5n0ZS+mSjAy6ni2Jg3e1lUEfZJVKXWEd4KaQgygaSYM5h4UMS1pllNz3v0ZB&#10;9DMsLtcTN+Pz+ju53+oN13lfqY9Os5yC8NT4d/jV3moFk6/RJ/y/CU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9AlJ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wtcUA&#10;AADdAAAADwAAAGRycy9kb3ducmV2LnhtbESPQWvCQBSE74L/YXmF3nRTFdHoKhJb8KpND709s88k&#10;JPs2ZNeY+utdQehxmJlvmPW2N7XoqHWlZQUf4wgEcWZ1ybmC9PtrtADhPLLG2jIp+CMH281wsMZY&#10;2xsfqTv5XAQIuxgVFN43sZQuK8igG9uGOHgX2xr0Qba51C3eAtzUchJFc2mw5LBQYENJQVl1uhoF&#10;P/uqmi45mt5/u2ThknOaTi6fSr2/9bsVCE+9/w+/2getYDmbz+D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DC1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Sg8gA&#10;AADdAAAADwAAAGRycy9kb3ducmV2LnhtbESPQWvCQBSE74L/YXmCFzEbxUqbuooUhRb0UCvV3h7Z&#10;ZxKafRuz2xj99V2h0OMwM98ws0VrStFQ7QrLCkZRDII4tbrgTMH+Yz18BOE8ssbSMim4koPFvNuZ&#10;YaLthd+p2flMBAi7BBXk3leJlC7NyaCLbEUcvJOtDfog60zqGi8Bbko5juOpNFhwWMixopec0u/d&#10;j1Ewoea43Ny+tp/H88rb0+Dw5kYHpfq9dvkMwlPr/8N/7Vet4GkyfYD7m/A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WJKD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YLWcUA&#10;AADdAAAADwAAAGRycy9kb3ducmV2LnhtbESPQWvCQBSE70L/w/IKvemmKkFTV5FowasaD729Zp9J&#10;SPZtyK4x7a93CwWPw8x8w6w2g2lET52rLCt4n0QgiHOrKy4UZOfP8QKE88gaG8uk4IccbNYvoxUm&#10;2t75SP3JFyJA2CWooPS+TaR0eUkG3cS2xMG72s6gD7IrpO7wHuCmkdMoiqXBisNCiS2lJeX16WYU&#10;XHZ1PVtyNPv96tOFS7+zbHrdK/X2Omw/QHga/DP83z5oBct5HMP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JgtZ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pb8gA&#10;AADdAAAADwAAAGRycy9kb3ducmV2LnhtbESPQWvCQBSE7wX/w/IEL8VsFLFt6ipSFFrQg1aqvT2y&#10;zyQ0+zZmtzH667uC0OMwM98wk1lrStFQ7QrLCgZRDII4tbrgTMHuc9l/BuE8ssbSMim4kIPZtPMw&#10;wUTbM2+o2fpMBAi7BBXk3leJlC7NyaCLbEUcvKOtDfog60zqGs8Bbko5jOOxNFhwWMixorec0p/t&#10;r1EwouYwX12/11+H08Lb4+P+ww32SvW67fwVhKfW/4fv7Xet4GU0foLbm/AE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xqlv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Cq8UA&#10;AADdAAAADwAAAGRycy9kb3ducmV2LnhtbERPW2vCMBR+H/gfwhnsbabbxEtnlOFwCoOBVbbXQ3PW&#10;VJuTrom2+uuXB8HHj+8+nXe2EidqfOlYwVM/AUGcO11yoWC3XT6OQfiArLFyTArO5GE+691NMdWu&#10;5Q2dslCIGMI+RQUmhDqV0ueGLPq+q4kj9+saiyHCppC6wTaG20o+J8lQWiw5NhisaWEoP2RHq+Bn&#10;8PLlzCpzx/b943LY/I3234tPpR7uu7dXEIG6cBNf3WutYDIYxrnxTXw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0Kr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3ErcUA&#10;AADdAAAADwAAAGRycy9kb3ducmV2LnhtbESPS2/CMBCE75X6H6yt1Ftx+gBBiEFtBQjBidd9FW8e&#10;Il6nsQnuv68rIXEczcw3mmweTCN66lxtWcHrIAFBnFtdc6ngeFi+jEE4j6yxsUwKfsnBfPb4kGGq&#10;7ZV31O99KSKEXYoKKu/bVEqXV2TQDWxLHL3CdgZ9lF0pdYfXCDeNfEuSkTRYc1yosKXvivLz/mIU&#10;vG+GPyv9VS76Zrxy23WxDHU4KfX8FD6nIDwFfw/f2mutYPIxmsD/m/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cSt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hBscIA&#10;AADdAAAADwAAAGRycy9kb3ducmV2LnhtbERPz2vCMBS+D/Y/hDfwNtMOUVtNS9kQhLHD1IPHR/Ns&#10;is1LabJa//vlIHj8+H5vy8l2YqTBt44VpPMEBHHtdMuNgtNx974G4QOyxs4xKbiTh7J4fdlirt2N&#10;f2k8hEbEEPY5KjAh9LmUvjZk0c9dTxy5ixsshgiHRuoBbzHcdvIjSZbSYsuxwWBPn4bq6+HPKjhn&#10;P1k6ma/ke1xV+1Az4nVcKjV7m6oNiEBTeIof7r1WkC1WcX98E5+AL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eEGx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ui8gA&#10;AADdAAAADwAAAGRycy9kb3ducmV2LnhtbESPT2vCQBTE74LfYXmCN90kFq3RVUrB4qWH+qft8ZF9&#10;JtHs25jdatpP7xYEj8PM/IaZL1tTiQs1rrSsIB5GIIgzq0vOFey2q8EzCOeRNVaWScEvOVguup05&#10;ptpe+YMuG5+LAGGXooLC+zqV0mUFGXRDWxMH72Abgz7IJpe6wWuAm0omUTSWBksOCwXW9FpQdtr8&#10;GAVf8fvftB61++Tbn9fH5O2crT7HSvV77csMhKfWP8L39lormD5NYvh/E56AXN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yy6L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t78QA&#10;AADdAAAADwAAAGRycy9kb3ducmV2LnhtbESPUWvCMBSF3wf7D+EOfJvpptStGqVMBMeerPsBl+au&#10;rTY3Icls/fdGGOzxcM75Dme1GU0vLuRDZ1nByzQDQVxb3XGj4Pu4e34DESKyxt4yKbhSgM368WGF&#10;hbYDH+hSxUYkCIcCFbQxukLKULdkMEytI07ej/UGY5K+kdrjkOCml69ZlkuDHaeFFh19tFSfq1+j&#10;AL1bbF0lh0N++sL96bOkuS2VmjyN5RJEpDH+h//ae63gfbbI4f4mPQ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MLe/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ZcscA&#10;AADdAAAADwAAAGRycy9kb3ducmV2LnhtbESPT2vCQBTE74V+h+UVvNWNFRqNrtKqAam5+O/g7ZF9&#10;JqHZtyG7auqn7wqFHoeZ+Q0znXemFldqXWVZwaAfgSDOra64UHDYp68jEM4ja6wtk4IfcjCfPT9N&#10;MdH2xlu67nwhAoRdggpK75tESpeXZND1bUMcvLNtDfog20LqFm8Bbmr5FkXv0mDFYaHEhhYl5d+7&#10;i1GQpVmTbXg1Oi0vn8PT+n6M+StVqvfSfUxAeOr8f/ivvdYKxsM4hseb8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mmXL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oQ8QA&#10;AADdAAAADwAAAGRycy9kb3ducmV2LnhtbERPXWvCMBR9F/Yfwh34pukmOK1GGYWig20wFfTxrrlr&#10;y5qbmsTa/fvlQfDxcL6X6940oiPna8sKnsYJCOLC6ppLBYd9PpqB8AFZY2OZFPyRh/XqYbDEVNsr&#10;f1G3C6WIIexTVFCF0KZS+qIig35sW+LI/VhnMEToSqkdXmO4aeRzkkylwZpjQ4UtZRUVv7uLUfB5&#10;nl7eu+Np8+36vD03b9mHntdKDR/71wWIQH24i2/urVYwn7zEufFNf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x6EP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8jbMUA&#10;AADdAAAADwAAAGRycy9kb3ducmV2LnhtbESP0WrCQBRE34X+w3ILfdNNK5oaXaUIVhGhNPUDLtlr&#10;NjR7N2RXjX69Kwg+DjNzhpktOluLE7W+cqzgfZCAIC6crrhUsP9b9T9B+ICssXZMCi7kYTF/6c0w&#10;0+7Mv3TKQykihH2GCkwITSalLwxZ9APXEEfv4FqLIcq2lLrFc4TbWn4kyVharDguGGxoaaj4z49W&#10;ASdy9bMrai2/r/t0uzb5dnTMlXp77b6mIAJ14Rl+tDdawWSYTuD+Jj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yNs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BrsQA&#10;AADdAAAADwAAAGRycy9kb3ducmV2LnhtbERPy2rCQBTdC/2H4Qrd6cRqS4wZpbUK1V2jIO4umZsH&#10;zdwJmalGv76zKLg8nHe66k0jLtS52rKCyTgCQZxbXXOp4HjYjmIQziNrbCyTghs5WC2fBikm2l75&#10;my6ZL0UIYZeggsr7NpHS5RUZdGPbEgeusJ1BH2BXSt3hNYSbRr5E0Zs0WHNoqLCldUX5T/ZrFGTF&#10;+aw/eDPbxa9uvd9P7/PT9lOp52H/vgDhqfcP8b/7SyuYT+OwP7w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7Qa7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9t6MMA&#10;AADdAAAADwAAAGRycy9kb3ducmV2LnhtbESPzarCMBSE98J9h3AuuNNUC6LVKCIKLu7Cvwc4NMem&#10;2pzUJmrv2xtBcDnMzDfMbNHaSjyo8aVjBYN+AoI4d7rkQsHpuOmNQfiArLFyTAr+ycNi/tOZYabd&#10;k/f0OIRCRAj7DBWYEOpMSp8bsuj7riaO3tk1FkOUTSF1g88It5UcJslIWiw5LhisaWUovx7uVsHw&#10;tLyszrv073JLE15b067ve6NU97ddTkEEasM3/GlvtYJJOh7A+018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9t6MMAAADd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t7MgA&#10;AADdAAAADwAAAGRycy9kb3ducmV2LnhtbESPT2vCQBTE7wW/w/IEb3XT1EpMXUULhV4K9c+h3p7Z&#10;1ySYfRt3V4399F2h4HGYmd8w03lnGnEm52vLCp6GCQjiwuqaSwXbzftjBsIHZI2NZVJwJQ/zWe9h&#10;irm2F17ReR1KESHsc1RQhdDmUvqiIoN+aFvi6P1YZzBE6UqpHV4i3DQyTZKxNFhzXKiwpbeKisP6&#10;ZBQsJ9ny+DXiz9/Vfke77/3hJXWJUoN+t3gFEagL9/B/+0MrmDxnKd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Pq3syAAAAN0AAAAPAAAAAAAAAAAAAAAAAJgCAABk&#10;cnMvZG93bnJldi54bWxQSwUGAAAAAAQABAD1AAAAjQMAAAAA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T9ccA&#10;AADdAAAADwAAAGRycy9kb3ducmV2LnhtbESPT2vCQBTE7wW/w/KEXopuoiJpmlVEFKwX8R/0+Mi+&#10;JiHZtyG7jem37xYKPQ4z8xsmWw+mET11rrKsIJ5GIIhzqysuFNyu+0kCwnlkjY1lUvBNDtar0VOG&#10;qbYPPlN/8YUIEHYpKii9b1MpXV6SQTe1LXHwPm1n0AfZFVJ3+Ahw08hZFC2lwYrDQoktbUvK68uX&#10;UXCUef/yvqD4VPQf9e6U3M3yHCv1PB42byA8Df4//Nc+aAWv82QO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wk/X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y6MYA&#10;AADdAAAADwAAAGRycy9kb3ducmV2LnhtbESP3UrDQBSE7wXfYTmCd3ZjbUuadluKKFgQpD8PcNg9&#10;TYLZsyF72kSfvlsQvBxm5htmuR58oy7UxTqwgedRBorYBldzaeB4eH/KQUVBdtgEJgM/FGG9ur9b&#10;YuFCzzu67KVUCcKxQAOVSFtoHW1FHuMotMTJO4XOoyTZldp12Ce4b/Q4y2baY81pocKWXiuy3/uz&#10;NzA+W7F+vv39fDvK9OvQ9tk03xjz+DBsFqCEBvkP/7U/nIH5Sz6B25v0BP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By6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o1McA&#10;AADdAAAADwAAAGRycy9kb3ducmV2LnhtbESPT2sCMRTE7wW/Q3iF3mq2SotdjSLSlgprxT8Xb4/k&#10;uVncvCybqOu3bwoFj8PM/IaZzDpXiwu1ofKs4KWfgSDW3lRcKtjvPp9HIEJENlh7JgU3CjCb9h4m&#10;mBt/5Q1dtrEUCcIhRwU2xiaXMmhLDkPfN8TJO/rWYUyyLaVp8ZrgrpaDLHuTDitOCxYbWljSp+3Z&#10;KdBfw+JjWRysPg/Wq7L6WRduc1Tq6bGbj0FE6uI9/N/+Ngreh6NX+HuTno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iKNT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g88UA&#10;AADdAAAADwAAAGRycy9kb3ducmV2LnhtbESPQWuDQBSE74X8h+UVeqtrEhBj3IQSCDSXQo2hPT7c&#10;F5W4b8Xdqu2v7xYKOQ4z8w2T72fTiZEG11pWsIxiEMSV1S3XCsrz8TkF4Tyyxs4yKfgmB/vd4iHH&#10;TNuJ32ksfC0ChF2GChrv+0xKVzVk0EW2Jw7e1Q4GfZBDLfWAU4CbTq7iOJEGWw4LDfZ0aKi6FV9G&#10;QW9+LuXn6W2Mlx+40tOBp1vCSj09zi9bEJ5mfw//t1+1gs06TeDvTX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GDzxQAAAN0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QPZscA&#10;AADdAAAADwAAAGRycy9kb3ducmV2LnhtbESPQWvCQBSE7wX/w/KE3upGW6qmboIUUjwJNUL09si+&#10;JsHs25BdTdpf3y0UPA4z8w2zSUfTihv1rrGsYD6LQBCXVjdcKTjm2dMKhPPIGlvLpOCbHKTJ5GGD&#10;sbYDf9Lt4CsRIOxiVFB738VSurImg25mO+LgfdneoA+yr6TucQhw08pFFL1Kgw2HhRo7eq+pvByu&#10;RsHLab3NCzr/XIoPW8hdvrf77KrU43TcvoHwNPp7+L+90wrWz6sl/L0JT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UD2b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fw8MA&#10;AADdAAAADwAAAGRycy9kb3ducmV2LnhtbERPXWvCMBR9H/gfwh3sbaZTKF01iijCZCDoBnu9Nte2&#10;trmpSab135sHwcfD+Z7Oe9OKCzlfW1bwMUxAEBdW11wq+P1Zv2cgfEDW2FomBTfyMJ8NXqaYa3vl&#10;HV32oRQxhH2OCqoQulxKX1Rk0A9tRxy5o3UGQ4SulNrhNYabVo6SJJUGa44NFXa0rKho9v9GwXm8&#10;arbu8Hc6fG+yW9oU55HcpEq9vfaLCYhAfXiKH+4vreBznMW58U18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zfw8MAAADdAAAADwAAAAAAAAAAAAAAAACYAgAAZHJzL2Rv&#10;d25yZXYueG1sUEsFBgAAAAAEAAQA9QAAAIg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o/nccA&#10;AADdAAAADwAAAGRycy9kb3ducmV2LnhtbESPQWvCQBSE7wX/w/KE3upGW0sSXUULhV6EanvQ2zP7&#10;TILZt3F3q6m/visIPQ4z8w0znXemEWdyvrasYDhIQBAXVtdcKvj+en9KQfiArLGxTAp+ycN81nuY&#10;Yq7thdd03oRSRAj7HBVUIbS5lL6oyKAf2JY4egfrDIYoXSm1w0uEm0aOkuRVGqw5LlTY0ltFxXHz&#10;YxQss3R5+nzh1XW939Fuuz+ORy5R6rHfLSYgAnXhP3xvf2gF2XOawe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aP53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bm7sMA&#10;AADdAAAADwAAAGRycy9kb3ducmV2LnhtbERP3WrCMBS+H/gO4Qi7GZpOYdjOKCITNiwUdQ9wbM7a&#10;suSkJFG7tzcXwi4/vv/lerBGXMmHzrGC12kGgrh2uuNGwfdpN1mACBFZo3FMCv4owHo1elpiod2N&#10;D3Q9xkakEA4FKmhj7AspQ92SxTB1PXHifpy3GBP0jdQebyncGjnLsjdpsePU0GJP25bq3+PFKviY&#10;nX11xr2ps1Njyq+qfMmrUqnn8bB5BxFpiP/ih/tTK8jnedqf3qQn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bm7sMAAADd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UX8YA&#10;AADdAAAADwAAAGRycy9kb3ducmV2LnhtbESPQWvCQBSE7wX/w/KE3upGBTHRVVQIFATbqgePz+wz&#10;G8y+TbNbjf++WxB6HGbmG2a+7GwtbtT6yrGC4SABQVw4XXGp4HjI36YgfEDWWDsmBQ/ysFz0XuaY&#10;aXfnL7rtQykihH2GCkwITSalLwxZ9APXEEfv4lqLIcq2lLrFe4TbWo6SZCItVhwXDDa0MVRc9z9W&#10;gZV4OpeTvNitxtuPbVqtP79zo9Rrv1vNQATqwn/42X7XCtJxOoS/N/E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eUX8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CA5B65">
        <w:rPr>
          <w:rFonts w:ascii="Times New Roman" w:eastAsia="Times New Roman" w:hAnsi="Times New Roman"/>
          <w:b/>
          <w:lang w:val="ru-RU"/>
        </w:rPr>
        <w:t>ПРОЕКТ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64097E" w:rsidRPr="00CA5B65" w:rsidRDefault="0064097E" w:rsidP="0064097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УКРАЇНА</w:t>
      </w:r>
    </w:p>
    <w:p w:rsidR="0064097E" w:rsidRPr="00CA5B65" w:rsidRDefault="0064097E" w:rsidP="0064097E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64097E" w:rsidRPr="00CA5B65" w:rsidRDefault="0064097E" w:rsidP="0064097E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CA5B65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9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97E" w:rsidRDefault="0064097E" w:rsidP="00640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426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u+VG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64097E" w:rsidRDefault="0064097E" w:rsidP="00640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4097E" w:rsidRPr="00CA5B65" w:rsidRDefault="0064097E" w:rsidP="0064097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CA5B65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CA5B65">
        <w:rPr>
          <w:rFonts w:ascii="Times New Roman" w:eastAsia="Times New Roman" w:hAnsi="Times New Roman"/>
          <w:b/>
          <w:lang w:val="ru-RU"/>
        </w:rPr>
        <w:t>ІШЕННЯ</w:t>
      </w:r>
    </w:p>
    <w:p w:rsidR="0064097E" w:rsidRPr="00CA5B65" w:rsidRDefault="0064097E" w:rsidP="0064097E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   ХХХХ</w:t>
      </w:r>
      <w:proofErr w:type="gramStart"/>
      <w:r>
        <w:rPr>
          <w:rFonts w:ascii="Times New Roman" w:eastAsia="Times New Roman" w:hAnsi="Times New Roman"/>
          <w:lang w:val="en-US"/>
        </w:rPr>
        <w:t>I</w:t>
      </w:r>
      <w:proofErr w:type="gramEnd"/>
      <w:r w:rsidRPr="00CA5B65">
        <w:rPr>
          <w:rFonts w:ascii="Times New Roman" w:eastAsia="Times New Roman" w:hAnsi="Times New Roman"/>
          <w:lang w:val="ru-RU"/>
        </w:rPr>
        <w:t xml:space="preserve"> </w:t>
      </w:r>
      <w:r w:rsidRPr="00CA5B65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ради   </w:t>
      </w:r>
      <w:r w:rsidRPr="00CA5B65">
        <w:rPr>
          <w:rFonts w:ascii="Times New Roman" w:eastAsia="Times New Roman" w:hAnsi="Times New Roman"/>
          <w:lang w:val="en-US"/>
        </w:rPr>
        <w:t>VII</w:t>
      </w:r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64097E" w:rsidRPr="00CA5B65" w:rsidRDefault="0064097E" w:rsidP="0064097E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64097E" w:rsidRPr="00CA5B65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                23.09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.2020р.                      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64097E" w:rsidRPr="00CA5B65" w:rsidRDefault="0064097E" w:rsidP="0064097E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64097E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64097E" w:rsidRPr="00CA5B65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Носолюк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Л.Л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64097E" w:rsidRPr="00CA5B65" w:rsidRDefault="0064097E" w:rsidP="0064097E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статей 12,  118 та 121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Земельного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кодексу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Носолюк</w:t>
      </w:r>
      <w:proofErr w:type="spellEnd"/>
      <w:r>
        <w:rPr>
          <w:rFonts w:ascii="Times New Roman" w:eastAsia="Times New Roman" w:hAnsi="Times New Roman"/>
          <w:sz w:val="24"/>
        </w:rPr>
        <w:t xml:space="preserve"> Л.Л.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Носолюк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Любові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Леонідівні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зареєстрован</w:t>
      </w:r>
      <w:r>
        <w:rPr>
          <w:rFonts w:ascii="Times New Roman" w:eastAsia="Times New Roman" w:hAnsi="Times New Roman"/>
          <w:sz w:val="24"/>
        </w:rPr>
        <w:t xml:space="preserve">а за адресою: </w:t>
      </w:r>
      <w:r w:rsidR="00FF5A47">
        <w:rPr>
          <w:rFonts w:ascii="Times New Roman" w:eastAsia="Times New Roman" w:hAnsi="Times New Roman"/>
          <w:sz w:val="24"/>
        </w:rPr>
        <w:t>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дозвіл на розробку проекту із землеустрою щодо відведення земельної ділянки для передачі її у власність, </w:t>
      </w:r>
      <w:r>
        <w:rPr>
          <w:rFonts w:ascii="Times New Roman" w:eastAsia="Times New Roman" w:hAnsi="Times New Roman"/>
          <w:sz w:val="24"/>
        </w:rPr>
        <w:t xml:space="preserve">орієнтовною </w:t>
      </w:r>
      <w:r w:rsidRPr="00CA5B65">
        <w:rPr>
          <w:rFonts w:ascii="Times New Roman" w:eastAsia="Times New Roman" w:hAnsi="Times New Roman"/>
          <w:sz w:val="24"/>
        </w:rPr>
        <w:t xml:space="preserve">площею </w:t>
      </w:r>
      <w:r>
        <w:rPr>
          <w:rFonts w:ascii="Times New Roman" w:eastAsia="Times New Roman" w:hAnsi="Times New Roman"/>
          <w:sz w:val="24"/>
          <w:lang w:val="ru-RU"/>
        </w:rPr>
        <w:t>0,10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га, </w:t>
      </w:r>
      <w:r w:rsidRPr="00CA5B65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sz w:val="24"/>
          <w:lang w:val="ru-RU"/>
        </w:rPr>
        <w:t>яка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val="ru-RU"/>
        </w:rPr>
        <w:t>на</w:t>
      </w:r>
      <w:proofErr w:type="gram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території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ради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lang w:val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селі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Стригани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64097E" w:rsidRPr="00CA5B65" w:rsidRDefault="0064097E" w:rsidP="0064097E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Носолюк</w:t>
      </w:r>
      <w:proofErr w:type="spellEnd"/>
      <w:r>
        <w:rPr>
          <w:rFonts w:ascii="Times New Roman" w:eastAsia="Times New Roman" w:hAnsi="Times New Roman"/>
          <w:sz w:val="24"/>
        </w:rPr>
        <w:t xml:space="preserve"> Л.Л.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64097E" w:rsidRPr="00CA5B65" w:rsidRDefault="0064097E" w:rsidP="0064097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097E" w:rsidRPr="00CA5B65" w:rsidRDefault="0064097E" w:rsidP="0064097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4097E" w:rsidRPr="00CA5B65" w:rsidRDefault="0064097E" w:rsidP="0064097E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64097E" w:rsidRDefault="0064097E" w:rsidP="0064097E">
      <w:pPr>
        <w:rPr>
          <w:rFonts w:ascii="Times New Roman" w:hAnsi="Times New Roman"/>
          <w:sz w:val="24"/>
          <w:lang w:val="ru-RU"/>
        </w:rPr>
      </w:pPr>
    </w:p>
    <w:p w:rsidR="0064097E" w:rsidRDefault="0064097E" w:rsidP="0064097E">
      <w:pPr>
        <w:rPr>
          <w:rFonts w:ascii="Times New Roman" w:hAnsi="Times New Roman"/>
          <w:sz w:val="24"/>
          <w:lang w:val="ru-RU"/>
        </w:rPr>
      </w:pPr>
    </w:p>
    <w:p w:rsidR="0064097E" w:rsidRDefault="0064097E" w:rsidP="0064097E">
      <w:pPr>
        <w:rPr>
          <w:rFonts w:ascii="Times New Roman" w:hAnsi="Times New Roman"/>
          <w:sz w:val="24"/>
          <w:lang w:val="ru-RU"/>
        </w:rPr>
      </w:pPr>
      <w:proofErr w:type="spellStart"/>
      <w:r>
        <w:rPr>
          <w:rFonts w:ascii="Times New Roman" w:hAnsi="Times New Roman"/>
          <w:sz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</w:t>
      </w:r>
      <w:proofErr w:type="spellStart"/>
      <w:r>
        <w:rPr>
          <w:rFonts w:ascii="Times New Roman" w:hAnsi="Times New Roman"/>
          <w:sz w:val="24"/>
          <w:lang w:val="ru-RU"/>
        </w:rPr>
        <w:t>В.А.Михалюк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</w:p>
    <w:p w:rsidR="00CA005E" w:rsidRDefault="00CA005E"/>
    <w:sectPr w:rsidR="00CA00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E"/>
    <w:rsid w:val="00171A2E"/>
    <w:rsid w:val="00304C90"/>
    <w:rsid w:val="00505B6D"/>
    <w:rsid w:val="0064097E"/>
    <w:rsid w:val="006D3977"/>
    <w:rsid w:val="007D6C18"/>
    <w:rsid w:val="00CA005E"/>
    <w:rsid w:val="00D1641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7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7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2020-09-17T15:23:00Z</dcterms:created>
  <dcterms:modified xsi:type="dcterms:W3CDTF">2020-09-17T15:43:00Z</dcterms:modified>
</cp:coreProperties>
</file>