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46E" w:rsidRPr="00517A79" w:rsidRDefault="002A346E" w:rsidP="002A346E">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lang w:val="ru-RU"/>
        </w:rPr>
      </w:pPr>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14:anchorId="6E01E4C4" wp14:editId="59B223F8">
                <wp:simplePos x="0" y="0"/>
                <wp:positionH relativeFrom="margin">
                  <wp:posOffset>2718435</wp:posOffset>
                </wp:positionH>
                <wp:positionV relativeFrom="paragraph">
                  <wp:posOffset>-3175</wp:posOffset>
                </wp:positionV>
                <wp:extent cx="431800" cy="612140"/>
                <wp:effectExtent l="0" t="0" r="0" b="0"/>
                <wp:wrapNone/>
                <wp:docPr id="3358"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59"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0"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1"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2"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3"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4"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5"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6"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7"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8"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69"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0"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1"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2"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3"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4"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5"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6"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7"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8"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79"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0"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1"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2"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3"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4"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5"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6"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7"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s:wsp>
                        <wps:cNvPr id="3388"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2A346E" w:rsidRDefault="002A346E" w:rsidP="002A346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P1Ipn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ICsUA&#10;AADdAAAADwAAAGRycy9kb3ducmV2LnhtbESPQWvCQBSE7wX/w/IEb3WjwWpT1xCkSg6CqPX+yD6T&#10;0OzbkN2a+O/dQqHHYWa+YdbpYBpxp87VlhXMphEI4sLqmksFX5fd6wqE88gaG8uk4EEO0s3oZY2J&#10;tj2f6H72pQgQdgkqqLxvEyldUZFBN7UtcfButjPog+xKqTvsA9w0ch5Fb9JgzWGhwpa2FRXf5x+j&#10;wMb7/HAt56f4k5ees+Pqdh0OSk3GQ/YBwtPg/8N/7VwriOPFO/y+CU9Ab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YEg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A346E" w:rsidRDefault="002A346E" w:rsidP="002A346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DvJMUA&#10;AADdAAAADwAAAGRycy9kb3ducmV2LnhtbERPy2oCMRTdF/yHcAtupGaqMG1HoxRhbOui4AO6vUyu&#10;k6mTmyGJOvXrm0Why8N5z5e9bcWFfGgcK3gcZyCIK6cbrhUc9uXDM4gQkTW2jknBDwVYLgZ3cyy0&#10;u/KWLrtYixTCoUAFJsaukDJUhiyGseuIE3d03mJM0NdSe7ymcNvKSZbl0mLDqcFgRytD1Wl3tgq+&#10;y0/ztXq6rf3oZUu3Ubl5az9ypYb3/esMRKQ+/ov/3O9awXSap/3pTX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O8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A346E" w:rsidRDefault="002A346E" w:rsidP="002A346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owMIA&#10;AADdAAAADwAAAGRycy9kb3ducmV2LnhtbESP3YrCMBCF7wXfIYzgjWiqBZGuUURUxBvx5wGGZmzK&#10;NpPSRNt9+40geHk4Px9nue5sJV7U+NKxgukkAUGcO11yoeB+248XIHxA1lg5JgV/5GG96veWmGnX&#10;8oVe11CIOMI+QwUmhDqT0ueGLPqJq4mj93CNxRBlU0jdYBvHbSVnSTKXFkuOBIM1bQ3lv9enjZBz&#10;iufTo73tDx22uDsZHm0uSg0H3eYHRKAufMOf9lErSNP5FN5v4hO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CjAwgAAAN0AAAAPAAAAAAAAAAAAAAAAAJgCAABkcnMvZG93&#10;bnJldi54bWxQSwUGAAAAAAQABAD1AAAAhw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A346E" w:rsidRDefault="002A346E" w:rsidP="002A346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1jF8YA&#10;AADdAAAADwAAAGRycy9kb3ducmV2LnhtbESPQUvDQBSE70L/w/IEb+3GVKPEbkupCiJ4sAri7ZF9&#10;TYLZt8vus4n/3hUKHoeZ+YZZbSY3qCPF1Hs2cLkoQBE33vbcGnh/e5zfgkqCbHHwTAZ+KMFmPTtb&#10;YW39yK903EurMoRTjQY6kVBrnZqOHKaFD8TZO/joULKMrbYRxwx3gy6LotIOe84LHQbaddR87b+d&#10;gZfxITzfVNeH8BmvSp3urXzsxJiL82l7B0pokv/wqf1kDSyXVQl/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1jF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A346E" w:rsidRDefault="002A346E" w:rsidP="002A346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oTLMMA&#10;AADdAAAADwAAAGRycy9kb3ducmV2LnhtbESP3YrCMBCF74V9hzAL3siaakGk21RkURFvxJ8HGJqx&#10;KdtMShNtfXsjLOzl4fx8nHw12EY8qPO1YwWzaQKCuHS65krB9bL9WoLwAVlj45gUPMnDqvgY5Zhp&#10;1/OJHudQiTjCPkMFJoQ2k9KXhiz6qWuJo3dzncUQZVdJ3WEfx20j50mykBZrjgSDLf0YKn/Pdxsh&#10;xxSPh1t/2e4G7HFzMDxZn5Qafw7rbxCBhvAf/mvvtYI0XaTwfhOfgC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oTLM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A346E" w:rsidRDefault="002A346E" w:rsidP="002A346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he+MYA&#10;AADdAAAADwAAAGRycy9kb3ducmV2LnhtbESPQUsDMRSE70L/Q3gFbzZrW1dZmxapCiL00FYQb4/N&#10;6+7i5iUkz+76740geBxm5htmtRldr84UU+fZwPWsAEVce9txY+Dt+Hx1ByoJssXeMxn4pgSb9eRi&#10;hZX1A+/pfJBGZQinCg20IqHSOtUtOUwzH4izd/LRoWQZG20jDhnuej0vilI77DgvtBho21L9efhy&#10;BnbDU3i9LW9O4SMu5zo9WnnfijGX0/HhHpTQKP/hv/aLNbBYlEv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he+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A346E" w:rsidRDefault="002A346E" w:rsidP="002A346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RbHcYA&#10;AADdAAAADwAAAGRycy9kb3ducmV2LnhtbESPUWvCMBSF3wf+h3CFvQxNZ1GkGkUHYYMNxlTw9dJc&#10;22JzU5Jou3+/DAZ7PJxzvsNZbwfbijv50DhW8DzNQBCXzjRcKTgd9WQJIkRkg61jUvBNAbab0cMa&#10;C+N6/qL7IVYiQTgUqKCOsSukDGVNFsPUdcTJuzhvMSbpK2k89gluWznLsoW02HBaqLGjl5rK6+Fm&#10;Few/+yr3T+V+cO+X1/Nca6M/tFKP42G3AhFpiP/hv/abUZDnizn8vk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RbHc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A346E" w:rsidRDefault="002A346E" w:rsidP="002A346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6fL8QA&#10;AADdAAAADwAAAGRycy9kb3ducmV2LnhtbESPUWvCMBSF3wf+h3AF32Y63Yp0RhGlIGMvU3/Apblr&#10;OpubksRa/70RhD0ezjnf4SzXg21FTz40jhW8TTMQxJXTDdcKTsfydQEiRGSNrWNScKMA69XoZYmF&#10;dlf+of4Qa5EgHApUYGLsCilDZchimLqOOHm/zluMSfpaao/XBLetnGVZLi02nBYMdrQ1VJ0PF6ug&#10;/Jp99+eL9qXbDO+WPszfYmeUmoyHzSeISEP8Dz/be61gPs9zeLx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eny/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A346E" w:rsidRDefault="002A346E" w:rsidP="002A346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pg8ccA&#10;AADdAAAADwAAAGRycy9kb3ducmV2LnhtbESPzWrDMBCE74W8g9hCLyGRW9MkuFFCUhAttFDyA70u&#10;1sY2tVZGUmPn7aNCoMdhZr5hluvBtuJMPjSOFTxOMxDEpTMNVwqOBz1ZgAgR2WDrmBRcKMB6Nbpb&#10;YmFczzs672MlEoRDgQrqGLtCylDWZDFMXUecvJPzFmOSvpLGY5/gtpVPWTaTFhtOCzV29FpT+bP/&#10;tQq2X32V+3G5HdzH6e37WWujP7VSD/fD5gVEpCH+h2/td6Mgz2dz+Hu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qYP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A346E" w:rsidRDefault="002A346E" w:rsidP="002A346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2uxsAA&#10;AADdAAAADwAAAGRycy9kb3ducmV2LnhtbERPy4rCMBTdC/5DuMLsxlSdEalGEYeCDG58fMCluTbV&#10;5qYksda/nywGXB7Oe7XpbSM68qF2rGAyzkAQl07XXCm4nIvPBYgQkTU2jknBiwJs1sPBCnPtnnyk&#10;7hQrkUI45KjAxNjmUobSkMUwdi1x4q7OW4wJ+kpqj88Ubhs5zbK5tFhzajDY0s5QeT89rILid3ro&#10;7g/tC7ftvyx9m9vixyj1Meq3SxCR+vgW/7v3WsFsNk9z05v0BO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2uxsAAAADd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A346E" w:rsidRDefault="002A346E" w:rsidP="002A346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Re8QA&#10;AADdAAAADwAAAGRycy9kb3ducmV2LnhtbESP0WrCQBRE34X+w3ILvukmjYpGN6EIij427Qdcstck&#10;mL2bZrdJ/Hu3UOjjMDNnmEM+mVYM1LvGsoJ4GYEgLq1uuFLw9XlabEE4j6yxtUwKHuQgz15mB0y1&#10;HfmDhsJXIkDYpaig9r5LpXRlTQbd0nbEwbvZ3qAPsq+k7nEMcNPKtyjaSIMNh4UaOzrWVN6LH6Ng&#10;9RjP38X6Hp20ofiadFf25Vqp+ev0vgfhafL/4b/2RStIks0Oft+EJy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EEXv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A346E" w:rsidRDefault="002A346E" w:rsidP="002A346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U3J8EA&#10;AADdAAAADwAAAGRycy9kb3ducmV2LnhtbERPy4rCMBTdC/5DuMLsbDoKOlZTkRGHwZV21PWluX0w&#10;zU1pota/NwvB5eG8V+veNOJGnastK/iMYhDEudU1lwpOf7vxFwjnkTU2lknBgxys0+FghYm2dz7S&#10;LfOlCCHsElRQed8mUrq8IoMusi1x4ArbGfQBdqXUHd5DuGnkJI5n0mDNoaHClr4ryv+zq1FwnV0m&#10;Jy72+pBtHz+L7W7j5LlU6mPUb5YgPPX+LX65f7WC6XQe9oc34Qn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1NyfBAAAA3Q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A346E" w:rsidRDefault="002A346E" w:rsidP="002A346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rtu8gA&#10;AADdAAAADwAAAGRycy9kb3ducmV2LnhtbESPQWvCQBSE7wX/w/KE3upGI9GmrmILgnqoVO2ht9fs&#10;axLNvo3ZVdN/7xaEHoeZ+YaZzFpTiQs1rrSsoN+LQBBnVpecK9jvFk9jEM4ja6wsk4JfcjCbdh4m&#10;mGp75Q+6bH0uAoRdigoK7+tUSpcVZND1bE0cvB/bGPRBNrnUDV4D3FRyEEWJNFhyWCiwpreCsuP2&#10;bBR8bsbJ8+Z1NTys378xNvr0pctEqcduO38B4an1/+F7e6kVxPGoD39vwhO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mu27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A346E" w:rsidRDefault="002A346E" w:rsidP="002A346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CxP8YA&#10;AADdAAAADwAAAGRycy9kb3ducmV2LnhtbESPQWvCQBSE7wX/w/KE3uqmSbEhZiPaUiuerBW8PrLP&#10;JDT7NmS3GvvrXUHocZiZb5h8PphWnKh3jWUFz5MIBHFpdcOVgv33x1MKwnlkja1lUnAhB/Ni9JBj&#10;pu2Zv+i085UIEHYZKqi97zIpXVmTQTexHXHwjrY36IPsK6l7PAe4aWUcRVNpsOGwUGNHbzWVP7tf&#10;o+BvesCt+4yX74n2dHlJV3azXSn1OB4WMxCeBv8fvrfXWkGSvMZwexOegC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CxP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A346E" w:rsidRDefault="002A346E" w:rsidP="002A346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HHMYA&#10;AADdAAAADwAAAGRycy9kb3ducmV2LnhtbESPwW7CMBBE70j9B2sr9VacEqBtGoNQBRI3IO0HrOKt&#10;EyVeh9hA6NfXSJU4jmbmjSZfDrYVZ+p97VjByzgBQVw6XbNR8P21eX4D4QOyxtYxKbiSh+XiYZRj&#10;pt2FD3QughERwj5DBVUIXSalLyuy6MeuI47ej+sthih7I3WPlwi3rZwkyVxarDkuVNjRZ0VlU5ys&#10;gqObzPRQrHHXrN/3tTHT4+9hqtTT47D6ABFoCPfwf3urFaTpaw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RHHM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A346E" w:rsidRDefault="002A346E" w:rsidP="002A346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xVAMUA&#10;AADdAAAADwAAAGRycy9kb3ducmV2LnhtbESPwW7CMBBE70j8g7VI3MCBUKApBgESEldoDz1u7SVJ&#10;idchNhD69XUlpB5HM/NGs1i1thI3anzpWMFomIAg1s6UnCv4eN8N5iB8QDZYOSYFD/KwWnY7C8yM&#10;u/OBbseQiwhhn6GCIoQ6k9Lrgiz6oauJo3dyjcUQZZNL0+A9wm0lx0kylRZLjgsF1rQtSJ+PV6tg&#10;X37Ry1SfXu18ow+fP5eQzr6NUv1eu34DEagN/+Fne28UpOlsAn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bFUA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A346E" w:rsidRDefault="002A346E" w:rsidP="002A346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Db8MA&#10;AADdAAAADwAAAGRycy9kb3ducmV2LnhtbERPXWvCMBR9H+w/hDvwTdMpc1qNooKwMS1MZXu9NNem&#10;rLkpTVbrv18EYY/nmzNfdrYSLTW+dKzgeZCAIM6dLrlQcDpu+xMQPiBrrByTgit5WC4eH+aYanfh&#10;T2oPoRCxhH2KCkwIdSqlzw1Z9ANXE0ft7BqLIcKmkLrBSyy3lRwmyVhaLDkuGKxpYyj/OfxaBS1m&#10;1+TbrPfT93KXD7P114eOvOo9dasZiEBd+Dff029awWj0+gK3N/EJ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kDb8MAAADd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A346E" w:rsidRDefault="002A346E" w:rsidP="002A346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AjeMUA&#10;AADdAAAADwAAAGRycy9kb3ducmV2LnhtbESPQUvDQBSE70L/w/IEb3ZjCrXEbosUKh419tDjM/ua&#10;Tc2+F3bXJvrrXUHwOMzMN8x6O/leXSjETtjA3bwARdyI7bg1cHjb365AxYRssRcmA18UYbuZXa2x&#10;sjLyK13q1KoM4VihAZfSUGkdG0ce41wG4uydJHhMWYZW24Bjhvtel0Wx1B47zgsOB9o5aj7qT29g&#10;fGrez+XpaN13GGRfv8i57MWYm+vp8QFUoin9h//az9bAYnG/h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wCN4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A346E" w:rsidRDefault="002A346E" w:rsidP="002A346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fARMcA&#10;AADdAAAADwAAAGRycy9kb3ducmV2LnhtbESPW2sCMRSE3wv9D+EU+lazVXBlNYqXCkUs4u39uDnu&#10;bk1Olk2q239vCgUfh5n5hhlNWmvElRpfOVbw3klAEOdOV1woOOyXbwMQPiBrNI5JwS95mIyfn0aY&#10;aXfjLV13oRARwj5DBWUIdSalz0uy6DuuJo7e2TUWQ5RNIXWDtwi3RnaTpC8tVhwXSqxpXlJ+2f1Y&#10;BcvNwnx3v7bTowzzj/RkBqvZYq3U60s7HYII1IZH+L/9qRX0emkKf2/i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nwE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A346E" w:rsidRDefault="002A346E" w:rsidP="002A346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Zj8QA&#10;AADdAAAADwAAAGRycy9kb3ducmV2LnhtbERPTWvCQBC9C/0PyxR6KbqxQSupa5BCiQUFq4LXMTtN&#10;QrKzIbtN0n/fPRQ8Pt73Oh1NI3rqXGVZwXwWgSDOra64UHA5f0xXIJxH1thYJgW/5CDdPEzWmGg7&#10;8Bf1J1+IEMIuQQWl920ipctLMuhmtiUO3LftDPoAu0LqDocQbhr5EkVLabDi0FBiS+8l5fXpxyjo&#10;j/tbsetd+1mvnt0ivmXZQV+Venoct28gPI3+Lv5377SCOH4Nc8Ob8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mY/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A346E" w:rsidRDefault="002A346E" w:rsidP="002A346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JA3ccA&#10;AADdAAAADwAAAGRycy9kb3ducmV2LnhtbESPT2sCMRTE74V+h/AKvdWs2lZdjaIFoZeC/w56e26e&#10;u4ublzWJuvXTN0LB4zAzv2FGk8ZU4kLOl5YVtFsJCOLM6pJzBZv1/K0PwgdkjZVlUvBLHibj56cR&#10;ptpeeUmXVchFhLBPUUERQp1K6bOCDPqWrYmjd7DOYIjS5VI7vEa4qWQnST6lwZLjQoE1fRWUHVdn&#10;o2A26M9Oi3f+uS33O9pt98ePjkuUen1ppkMQgZrwCP+3v7WCbrc3gPub+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yQN3HAAAA3QAAAA8AAAAAAAAAAAAAAAAAmAIAAGRy&#10;cy9kb3ducmV2LnhtbFBLBQYAAAAABAAEAPUAAACMAwAAAAA=&#10;" fillcolor="black" stroked="f">
                  <v:textbox>
                    <w:txbxContent>
                      <w:p w:rsidR="002A346E" w:rsidRDefault="002A346E" w:rsidP="002A346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RaacQA&#10;AADdAAAADwAAAGRycy9kb3ducmV2LnhtbERPy4rCMBTdD8w/hCu4G1OVkVKNovOAAZ2FjguX1+ba&#10;hjY3pYna8evNQnB5OO/ZorO1uFDrjWMFw0ECgjh32nChYP/3/ZaC8AFZY+2YFPyTh8X89WWGmXZX&#10;3tJlFwoRQ9hnqKAMocmk9HlJFv3ANcSRO7nWYoiwLaRu8RrDbS1HSTKRFg3HhhIb+igpr3Znq+Cw&#10;nph0a2h03NxWX3rzXq1+Pyul+r1uOQURqAtP8cP9oxWMx2ncH9/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0WmnEAAAA3QAAAA8AAAAAAAAAAAAAAAAAmAIAAGRycy9k&#10;b3ducmV2LnhtbFBLBQYAAAAABAAEAPUAAACJ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A346E" w:rsidRDefault="002A346E" w:rsidP="002A346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3BR8UA&#10;AADdAAAADwAAAGRycy9kb3ducmV2LnhtbESPQWsCMRSE74X+h/CE3mrWCmXZGkUs0l48aJVeH5vn&#10;Zt3Ny5pEXf31jSD0OMzMN8xk1ttWnMmH2rGC0TADQVw6XXOlYPuzfM1BhIissXVMCq4UYDZ9fppg&#10;od2F13TexEokCIcCFZgYu0LKUBqyGIauI07e3nmLMUlfSe3xkuC2lW9Z9i4t1pwWDHa0MFQ2m5NV&#10;4Oe/n82NT7smu62u4evQH3M0Sr0M+vkHiEh9/A8/2t9awXicj+D+Jj0B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cFHxQAAAN0AAAAPAAAAAAAAAAAAAAAAAJgCAABkcnMv&#10;ZG93bnJldi54bWxQSwUGAAAAAAQABAD1AAAAig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A346E" w:rsidRDefault="002A346E" w:rsidP="002A346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v6gsYA&#10;AADdAAAADwAAAGRycy9kb3ducmV2LnhtbESP3WrCQBSE7wt9h+UUelN0Y4Sq0VWkUChUCv48wDF7&#10;TIK7Z0P2VGOfvlsoeDnMzDfMYtV7py7UxSawgdEwA0VcBttwZeCwfx9MQUVBtugCk4EbRVgtHx8W&#10;WNhw5S1ddlKpBOFYoIFapC20jmVNHuMwtMTJO4XOoyTZVdp2eE1w73SeZa/aY8NpocaW3moqz7tv&#10;b8DlRzf7nMSN3A56k/142b58WWOen/r1HJRQL/fwf/vDGhiPpzn8vUlP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v6g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A346E" w:rsidRDefault="002A346E" w:rsidP="002A346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tQXcYA&#10;AADdAAAADwAAAGRycy9kb3ducmV2LnhtbESPQWvCQBSE74X+h+UVvNVNDRRJXaWtCLn00Jji9Zl9&#10;ZoO7b0N21bS/visIHoeZ+YZZrEZnxZmG0HlW8DLNQBA3XnfcKqi3m+c5iBCRNVrPpOCXAqyWjw8L&#10;LLS/8Dedq9iKBOFQoAITY19IGRpDDsPU98TJO/jBYUxyaKUe8JLgzspZlr1Khx2nBYM9fRpqjtXJ&#10;KVhXvZ3VpfkIu5+v/d6WfxvarZWaPI3vbyAijfEevrVLrSDP5zlc36Qn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tQX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A346E" w:rsidRDefault="002A346E" w:rsidP="002A346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WHmMUA&#10;AADdAAAADwAAAGRycy9kb3ducmV2LnhtbESPQWvCQBSE74X+h+UVequ7rWIlugmlVBA8aePB22P3&#10;mcRm34bs1qT/visIHoeZ+YZZFaNrxYX60HjW8DpRIIiNtw1XGsrv9csCRIjIFlvPpOGPAhT548MK&#10;M+sH3tFlHyuRIBwy1FDH2GVSBlOTwzDxHXHyTr53GJPsK2l7HBLctfJNqbl02HBaqLGjz5rMz/7X&#10;aTiv5dYbheZQHoaNfT9+zalVWj8/jR9LEJHGeA/f2hurYTpdzOD6Jj0B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ZYeY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A346E" w:rsidRDefault="002A346E" w:rsidP="002A346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ALcUA&#10;AADdAAAADwAAAGRycy9kb3ducmV2LnhtbESPQWvCQBSE74L/YXkFb7qpoSVEV9FCQSweqlJ6fGaf&#10;SUj2bdhdNf57t1DwOMzMN8x82ZtWXMn52rKC10kCgriwuuZSwfHwOc5A+ICssbVMCu7kYbkYDuaY&#10;a3vjb7ruQykihH2OCqoQulxKX1Rk0E9sRxy9s3UGQ5SulNrhLcJNK6dJ8i4N1hwXKuzoo6Ki2V+M&#10;gt/LF5936Xbl1uHH9gffTE9Zo9TopV/NQATqwzP8395oBWmavcHfm/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IAt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A346E" w:rsidRDefault="002A346E" w:rsidP="002A346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kiMgA&#10;AADdAAAADwAAAGRycy9kb3ducmV2LnhtbESPT2sCMRTE74V+h/AKvdWs2sq6GqUWhF6E+uegt+fm&#10;ubu4edkmUVc/vSkUPA4z8xtmPG1NLc7kfGVZQbeTgCDOra64ULBZz99SED4ga6wtk4IreZhOnp/G&#10;mGl74SWdV6EQEcI+QwVlCE0mpc9LMug7tiGO3sE6gyFKV0jt8BLhppa9JBlIgxXHhRIb+iopP65O&#10;RsFsmM5+f955cVvud7Tb7o8fPZco9frSfo5ABGrDI/zf/tYK+v10AH9v4hOQk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eKSIyAAAAN0AAAAPAAAAAAAAAAAAAAAAAJgCAABk&#10;cnMvZG93bnJldi54bWxQSwUGAAAAAAQABAD1AAAAjQMAAAAA&#10;" fillcolor="black" stroked="f">
                  <v:textbox>
                    <w:txbxContent>
                      <w:p w:rsidR="002A346E" w:rsidRDefault="002A346E" w:rsidP="002A346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7EsUA&#10;AADdAAAADwAAAGRycy9kb3ducmV2LnhtbESPQUsDMRSE70L/Q3gFbzZrF7Rsm5alUBRP26p4fd28&#10;bhY3L0sS0/XfG0HwOMzMN8xmN9lBJPKhd6zgflGAIG6d7rlT8PZ6uFuBCBFZ4+CYFHxTgN12drPB&#10;SrsrHymdYicyhEOFCkyMYyVlaA1ZDAs3Emfv4rzFmKXvpPZ4zXA7yGVRPEiLPecFgyPtDbWfpy+r&#10;IJ33TV2mj2SOL77uvGue3s+NUrfzqV6DiDTF//Bf+1krKMvVI/y+yU9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PsS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A346E" w:rsidRDefault="002A346E" w:rsidP="002A346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CPksMA&#10;AADdAAAADwAAAGRycy9kb3ducmV2LnhtbERPz2vCMBS+D/Y/hDfYTVMVxFWjDJlDvbh1gh4fzbMp&#10;Ni+libX615uDsOPH93u26GwlWmp86VjBoJ+AIM6dLrlQsP9b9SYgfEDWWDkmBTfysJi/vsww1e7K&#10;v9RmoRAxhH2KCkwIdSqlzw1Z9H1XE0fu5BqLIcKmkLrBawy3lRwmyVhaLDk2GKxpaSg/ZxerwA+W&#10;X4etvX+0x2/Du2xjxj+FUer9rfucggjUhX/x073WCkajSZwb38Qn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CPksMAAADdAAAADwAAAAAAAAAAAAAAAACYAgAAZHJzL2Rv&#10;d25yZXYueG1sUEsFBgAAAAAEAAQA9QAAAIgDAAAAAA==&#10;" adj="-11796480,,5400" path="m201,4097r199,l400,,,,,4097r201,xe" fillcolor="black" stroked="f">
                  <v:stroke joinstyle="round"/>
                  <v:formulas/>
                  <v:path arrowok="t" o:connecttype="custom" o:connectlocs="20,410;40,410;40,0;0,0;0,410;20,410" o:connectangles="0,0,0,0,0,0" textboxrect="0,0,400,4097"/>
                  <v:textbox>
                    <w:txbxContent>
                      <w:p w:rsidR="002A346E" w:rsidRDefault="002A346E" w:rsidP="002A346E">
                        <w:pPr>
                          <w:rPr>
                            <w:rFonts w:eastAsia="Times New Roman"/>
                          </w:rPr>
                        </w:pPr>
                      </w:p>
                    </w:txbxContent>
                  </v:textbox>
                </v:shape>
                <w10:wrap anchorx="margin"/>
              </v:group>
            </w:pict>
          </mc:Fallback>
        </mc:AlternateContent>
      </w: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p>
    <w:p w:rsidR="002A346E" w:rsidRDefault="002A346E" w:rsidP="002A346E">
      <w:pPr>
        <w:tabs>
          <w:tab w:val="left" w:pos="708"/>
        </w:tabs>
        <w:spacing w:after="0" w:line="240" w:lineRule="auto"/>
        <w:rPr>
          <w:rFonts w:ascii="Times New Roman" w:eastAsia="Arial Unicode MS" w:hAnsi="Times New Roman"/>
          <w:b/>
          <w:color w:val="000000"/>
          <w:sz w:val="24"/>
          <w:szCs w:val="24"/>
        </w:rPr>
      </w:pP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2A346E" w:rsidRDefault="002A346E" w:rsidP="002A346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2A346E" w:rsidRDefault="002A346E" w:rsidP="002A346E">
      <w:pPr>
        <w:tabs>
          <w:tab w:val="left" w:pos="708"/>
        </w:tabs>
        <w:spacing w:after="0" w:line="240" w:lineRule="auto"/>
        <w:jc w:val="center"/>
        <w:rPr>
          <w:rFonts w:ascii="Times New Roman" w:eastAsia="Arial Unicode MS" w:hAnsi="Times New Roman"/>
          <w:b/>
          <w:color w:val="000000"/>
          <w:sz w:val="24"/>
          <w:szCs w:val="24"/>
        </w:rPr>
      </w:pPr>
    </w:p>
    <w:p w:rsidR="002A346E" w:rsidRDefault="002A346E" w:rsidP="002A346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2A346E" w:rsidRDefault="002A346E" w:rsidP="002A346E">
      <w:pPr>
        <w:tabs>
          <w:tab w:val="left" w:pos="708"/>
        </w:tabs>
        <w:spacing w:after="0" w:line="240" w:lineRule="auto"/>
        <w:rPr>
          <w:rFonts w:ascii="Times New Roman" w:eastAsia="Arial Unicode MS" w:hAnsi="Times New Roman"/>
          <w:color w:val="000000"/>
          <w:sz w:val="24"/>
          <w:szCs w:val="24"/>
        </w:rPr>
      </w:pPr>
    </w:p>
    <w:p w:rsidR="002A346E" w:rsidRDefault="002A346E" w:rsidP="002A346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10.03.2021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№___</w:t>
      </w:r>
    </w:p>
    <w:p w:rsidR="002A346E" w:rsidRDefault="002A346E" w:rsidP="002A346E">
      <w:pPr>
        <w:tabs>
          <w:tab w:val="left" w:pos="708"/>
        </w:tabs>
        <w:spacing w:after="0"/>
        <w:jc w:val="both"/>
        <w:rPr>
          <w:rFonts w:ascii="Times New Roman" w:hAnsi="Times New Roman" w:cs="Times New Roman"/>
          <w:noProof/>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затвердження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укладених</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договорі</w:t>
      </w:r>
      <w:proofErr w:type="gramStart"/>
      <w:r>
        <w:rPr>
          <w:rFonts w:ascii="Times New Roman" w:hAnsi="Times New Roman" w:cs="Times New Roman"/>
          <w:b/>
          <w:sz w:val="24"/>
          <w:szCs w:val="24"/>
        </w:rPr>
        <w:t>в</w:t>
      </w:r>
      <w:proofErr w:type="spellEnd"/>
      <w:proofErr w:type="gramEnd"/>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передачу з бюджету </w:t>
      </w:r>
      <w:proofErr w:type="spellStart"/>
      <w:r>
        <w:rPr>
          <w:rFonts w:ascii="Times New Roman" w:hAnsi="Times New Roman" w:cs="Times New Roman"/>
          <w:b/>
          <w:sz w:val="24"/>
          <w:szCs w:val="24"/>
        </w:rPr>
        <w:t>Славутської</w:t>
      </w:r>
      <w:proofErr w:type="spellEnd"/>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proofErr w:type="gramStart"/>
      <w:r>
        <w:rPr>
          <w:rFonts w:ascii="Times New Roman" w:hAnsi="Times New Roman" w:cs="Times New Roman"/>
          <w:b/>
          <w:sz w:val="24"/>
          <w:szCs w:val="24"/>
        </w:rPr>
        <w:t>м</w:t>
      </w:r>
      <w:proofErr w:type="gramEnd"/>
      <w:r>
        <w:rPr>
          <w:rFonts w:ascii="Times New Roman" w:hAnsi="Times New Roman" w:cs="Times New Roman"/>
          <w:b/>
          <w:sz w:val="24"/>
          <w:szCs w:val="24"/>
        </w:rPr>
        <w:t>іської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територіальної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громади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Берездівської</w:t>
      </w:r>
      <w:proofErr w:type="spellEnd"/>
      <w:r>
        <w:rPr>
          <w:rFonts w:ascii="Times New Roman" w:hAnsi="Times New Roman" w:cs="Times New Roman"/>
          <w:b/>
          <w:sz w:val="24"/>
          <w:szCs w:val="24"/>
        </w:rPr>
        <w:t xml:space="preserve">, </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Ганнопільської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Улашанівської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сільських</w:t>
      </w:r>
      <w:proofErr w:type="spellEnd"/>
      <w:r>
        <w:rPr>
          <w:rFonts w:ascii="Times New Roman" w:hAnsi="Times New Roman" w:cs="Times New Roman"/>
          <w:b/>
          <w:sz w:val="24"/>
          <w:szCs w:val="24"/>
        </w:rPr>
        <w:t xml:space="preserve"> </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територіальних</w:t>
      </w:r>
      <w:proofErr w:type="spellEnd"/>
      <w:r>
        <w:rPr>
          <w:rFonts w:ascii="Times New Roman" w:hAnsi="Times New Roman" w:cs="Times New Roman"/>
          <w:b/>
          <w:sz w:val="24"/>
          <w:szCs w:val="24"/>
        </w:rPr>
        <w:t xml:space="preserve"> громад </w:t>
      </w:r>
      <w:proofErr w:type="gramStart"/>
      <w:r>
        <w:rPr>
          <w:rFonts w:ascii="Times New Roman" w:hAnsi="Times New Roman" w:cs="Times New Roman"/>
          <w:b/>
          <w:color w:val="000000"/>
          <w:sz w:val="24"/>
          <w:szCs w:val="24"/>
        </w:rPr>
        <w:t>до</w:t>
      </w:r>
      <w:proofErr w:type="gramEnd"/>
      <w:r>
        <w:rPr>
          <w:rFonts w:ascii="Times New Roman" w:hAnsi="Times New Roman" w:cs="Times New Roman"/>
          <w:b/>
          <w:color w:val="000000"/>
          <w:sz w:val="24"/>
          <w:szCs w:val="24"/>
        </w:rPr>
        <w:t xml:space="preserve"> </w:t>
      </w:r>
      <w:proofErr w:type="spellStart"/>
      <w:r>
        <w:rPr>
          <w:rFonts w:ascii="Times New Roman" w:hAnsi="Times New Roman" w:cs="Times New Roman"/>
          <w:b/>
          <w:sz w:val="24"/>
          <w:szCs w:val="24"/>
        </w:rPr>
        <w:t>сільського</w:t>
      </w:r>
      <w:proofErr w:type="spellEnd"/>
      <w:r>
        <w:rPr>
          <w:rFonts w:ascii="Times New Roman" w:hAnsi="Times New Roman" w:cs="Times New Roman"/>
          <w:b/>
          <w:sz w:val="24"/>
          <w:szCs w:val="24"/>
        </w:rPr>
        <w:t xml:space="preserve"> бюджету </w:t>
      </w:r>
      <w:proofErr w:type="spellStart"/>
      <w:r>
        <w:rPr>
          <w:rFonts w:ascii="Times New Roman" w:hAnsi="Times New Roman" w:cs="Times New Roman"/>
          <w:b/>
          <w:sz w:val="24"/>
          <w:szCs w:val="24"/>
        </w:rPr>
        <w:t>Крупецької</w:t>
      </w:r>
      <w:proofErr w:type="spellEnd"/>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ради </w:t>
      </w:r>
      <w:proofErr w:type="spellStart"/>
      <w:r>
        <w:rPr>
          <w:rFonts w:ascii="Times New Roman" w:hAnsi="Times New Roman" w:cs="Times New Roman"/>
          <w:b/>
          <w:sz w:val="24"/>
          <w:szCs w:val="24"/>
        </w:rPr>
        <w:t>субвенції</w:t>
      </w:r>
      <w:proofErr w:type="spellEnd"/>
      <w:r>
        <w:rPr>
          <w:rFonts w:ascii="Times New Roman" w:hAnsi="Times New Roman" w:cs="Times New Roman"/>
          <w:b/>
          <w:sz w:val="24"/>
          <w:szCs w:val="24"/>
        </w:rPr>
        <w:t xml:space="preserve"> на </w:t>
      </w:r>
      <w:proofErr w:type="spellStart"/>
      <w:r>
        <w:rPr>
          <w:rFonts w:ascii="Times New Roman" w:hAnsi="Times New Roman" w:cs="Times New Roman"/>
          <w:b/>
          <w:sz w:val="24"/>
          <w:szCs w:val="24"/>
        </w:rPr>
        <w:t>спільне</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утримання</w:t>
      </w:r>
      <w:proofErr w:type="spellEnd"/>
      <w:r>
        <w:rPr>
          <w:rFonts w:ascii="Times New Roman" w:hAnsi="Times New Roman" w:cs="Times New Roman"/>
          <w:b/>
          <w:sz w:val="24"/>
          <w:szCs w:val="24"/>
        </w:rPr>
        <w:t xml:space="preserve"> </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Трудового </w:t>
      </w:r>
      <w:proofErr w:type="spellStart"/>
      <w:proofErr w:type="gramStart"/>
      <w:r>
        <w:rPr>
          <w:rFonts w:ascii="Times New Roman" w:hAnsi="Times New Roman" w:cs="Times New Roman"/>
          <w:b/>
          <w:sz w:val="24"/>
          <w:szCs w:val="24"/>
        </w:rPr>
        <w:t>арх</w:t>
      </w:r>
      <w:proofErr w:type="gramEnd"/>
      <w:r>
        <w:rPr>
          <w:rFonts w:ascii="Times New Roman" w:hAnsi="Times New Roman" w:cs="Times New Roman"/>
          <w:b/>
          <w:sz w:val="24"/>
          <w:szCs w:val="24"/>
        </w:rPr>
        <w:t>іву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ради</w:t>
      </w:r>
    </w:p>
    <w:p w:rsidR="002A346E" w:rsidRPr="00517A79"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2A346E" w:rsidRDefault="002A346E" w:rsidP="002A346E">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ind w:firstLine="567"/>
        <w:jc w:val="both"/>
      </w:pPr>
      <w:r>
        <w:tab/>
      </w:r>
      <w:proofErr w:type="spellStart"/>
      <w:r>
        <w:t>Керуючись</w:t>
      </w:r>
      <w:proofErr w:type="spellEnd"/>
      <w:r>
        <w:t xml:space="preserve"> пунктом 1 </w:t>
      </w:r>
      <w:proofErr w:type="spellStart"/>
      <w:r>
        <w:t>частини</w:t>
      </w:r>
      <w:proofErr w:type="spellEnd"/>
      <w:r>
        <w:t xml:space="preserve"> 2 </w:t>
      </w:r>
      <w:proofErr w:type="spellStart"/>
      <w:r>
        <w:t>статті</w:t>
      </w:r>
      <w:proofErr w:type="spellEnd"/>
      <w:r>
        <w:t xml:space="preserve"> 101, </w:t>
      </w:r>
      <w:proofErr w:type="spellStart"/>
      <w:r>
        <w:t>статтею</w:t>
      </w:r>
      <w:proofErr w:type="spellEnd"/>
      <w:r>
        <w:t xml:space="preserve"> 104 Бюджетного кодексу </w:t>
      </w:r>
      <w:proofErr w:type="spellStart"/>
      <w:r>
        <w:t>України</w:t>
      </w:r>
      <w:proofErr w:type="spellEnd"/>
      <w:r>
        <w:t xml:space="preserve"> і пунктом 43 </w:t>
      </w:r>
      <w:proofErr w:type="spellStart"/>
      <w:r>
        <w:t>частини</w:t>
      </w:r>
      <w:proofErr w:type="spellEnd"/>
      <w:r>
        <w:t xml:space="preserve"> 1 </w:t>
      </w:r>
      <w:proofErr w:type="spellStart"/>
      <w:r>
        <w:t>статті</w:t>
      </w:r>
      <w:proofErr w:type="spellEnd"/>
      <w:r>
        <w:t xml:space="preserve"> 26 Закону </w:t>
      </w:r>
      <w:proofErr w:type="spellStart"/>
      <w:r>
        <w:t>України</w:t>
      </w:r>
      <w:proofErr w:type="spellEnd"/>
      <w:r>
        <w:t xml:space="preserve"> «Про </w:t>
      </w:r>
      <w:proofErr w:type="spellStart"/>
      <w:proofErr w:type="gramStart"/>
      <w:r>
        <w:t>м</w:t>
      </w:r>
      <w:proofErr w:type="gramEnd"/>
      <w:r>
        <w:t>ісцеве</w:t>
      </w:r>
      <w:proofErr w:type="spellEnd"/>
      <w:r>
        <w:t xml:space="preserve"> </w:t>
      </w:r>
      <w:proofErr w:type="spellStart"/>
      <w:r>
        <w:t>самоврядування</w:t>
      </w:r>
      <w:proofErr w:type="spellEnd"/>
      <w:r>
        <w:t xml:space="preserve"> в </w:t>
      </w:r>
      <w:proofErr w:type="spellStart"/>
      <w:r>
        <w:t>Україні</w:t>
      </w:r>
      <w:proofErr w:type="spellEnd"/>
      <w:r>
        <w:t xml:space="preserve">», </w:t>
      </w:r>
      <w:proofErr w:type="spellStart"/>
      <w:r>
        <w:t>сільська</w:t>
      </w:r>
      <w:proofErr w:type="spellEnd"/>
      <w:r>
        <w:t xml:space="preserve"> рада </w:t>
      </w:r>
    </w:p>
    <w:p w:rsidR="002A346E" w:rsidRDefault="002A346E" w:rsidP="002A346E">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jc w:val="both"/>
      </w:pPr>
      <w:r>
        <w:t>ВИРІШИЛА:</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1. </w:t>
      </w:r>
      <w:proofErr w:type="spellStart"/>
      <w:r>
        <w:rPr>
          <w:rFonts w:ascii="Times New Roman" w:hAnsi="Times New Roman" w:cs="Times New Roman"/>
          <w:sz w:val="24"/>
          <w:szCs w:val="24"/>
        </w:rPr>
        <w:t>Затвердити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наступні</w:t>
      </w:r>
      <w:proofErr w:type="spellEnd"/>
      <w:r>
        <w:rPr>
          <w:rFonts w:ascii="Times New Roman" w:hAnsi="Times New Roman" w:cs="Times New Roman"/>
          <w:sz w:val="24"/>
          <w:szCs w:val="24"/>
        </w:rPr>
        <w:t xml:space="preserve"> договори про передачу з бюджету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територіальних</w:t>
      </w:r>
      <w:proofErr w:type="spellEnd"/>
      <w:r>
        <w:rPr>
          <w:rFonts w:ascii="Times New Roman" w:hAnsi="Times New Roman" w:cs="Times New Roman"/>
          <w:sz w:val="24"/>
          <w:szCs w:val="24"/>
        </w:rPr>
        <w:t xml:space="preserve"> громад </w:t>
      </w:r>
      <w:r>
        <w:rPr>
          <w:rFonts w:ascii="Times New Roman" w:hAnsi="Times New Roman" w:cs="Times New Roman"/>
          <w:color w:val="000000"/>
          <w:sz w:val="24"/>
          <w:szCs w:val="24"/>
        </w:rPr>
        <w:t xml:space="preserve">до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color w:val="000000"/>
          <w:sz w:val="24"/>
          <w:szCs w:val="24"/>
        </w:rPr>
        <w:t>об'єкта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спільного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користування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чи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ліквідацію</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негативних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наслідків</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діяльності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об'єкта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спільного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користування</w:t>
      </w:r>
      <w:proofErr w:type="spellEnd"/>
      <w:r>
        <w:rPr>
          <w:rFonts w:ascii="Times New Roman" w:hAnsi="Times New Roman" w:cs="Times New Roman"/>
          <w:color w:val="000000"/>
          <w:sz w:val="24"/>
          <w:szCs w:val="24"/>
        </w:rPr>
        <w:t xml:space="preserve"> – </w:t>
      </w:r>
      <w:r>
        <w:rPr>
          <w:rFonts w:ascii="Times New Roman" w:hAnsi="Times New Roman" w:cs="Times New Roman"/>
          <w:sz w:val="24"/>
          <w:szCs w:val="24"/>
        </w:rPr>
        <w:t xml:space="preserve">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09 </w:t>
      </w:r>
      <w:proofErr w:type="spellStart"/>
      <w:r>
        <w:rPr>
          <w:rFonts w:ascii="Times New Roman" w:hAnsi="Times New Roman" w:cs="Times New Roman"/>
          <w:sz w:val="24"/>
          <w:szCs w:val="24"/>
        </w:rPr>
        <w:t>березня</w:t>
      </w:r>
      <w:proofErr w:type="spellEnd"/>
      <w:r>
        <w:rPr>
          <w:rFonts w:ascii="Times New Roman" w:hAnsi="Times New Roman" w:cs="Times New Roman"/>
          <w:sz w:val="24"/>
          <w:szCs w:val="24"/>
        </w:rPr>
        <w:t xml:space="preserve"> 2021 року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Славутською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В. Б.  Сидора;</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09 </w:t>
      </w:r>
      <w:proofErr w:type="spellStart"/>
      <w:r>
        <w:rPr>
          <w:rFonts w:ascii="Times New Roman" w:hAnsi="Times New Roman" w:cs="Times New Roman"/>
          <w:sz w:val="24"/>
          <w:szCs w:val="24"/>
        </w:rPr>
        <w:t>березня</w:t>
      </w:r>
      <w:proofErr w:type="spellEnd"/>
      <w:r>
        <w:rPr>
          <w:rFonts w:ascii="Times New Roman" w:hAnsi="Times New Roman" w:cs="Times New Roman"/>
          <w:sz w:val="24"/>
          <w:szCs w:val="24"/>
        </w:rPr>
        <w:t xml:space="preserve"> 2021 року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Style w:val="aff0"/>
          <w:sz w:val="24"/>
          <w:szCs w:val="24"/>
        </w:rPr>
        <w:t>Ганнопільською</w:t>
      </w:r>
      <w:proofErr w:type="spellEnd"/>
      <w:r>
        <w:rPr>
          <w:rStyle w:val="aff0"/>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М. І. </w:t>
      </w:r>
      <w:r>
        <w:rPr>
          <w:rFonts w:ascii="Times New Roman" w:hAnsi="Times New Roman" w:cs="Times New Roman"/>
          <w:bCs/>
          <w:sz w:val="24"/>
          <w:szCs w:val="24"/>
        </w:rPr>
        <w:t> </w:t>
      </w:r>
      <w:proofErr w:type="spellStart"/>
      <w:r>
        <w:rPr>
          <w:rFonts w:ascii="Times New Roman" w:hAnsi="Times New Roman" w:cs="Times New Roman"/>
          <w:sz w:val="24"/>
          <w:szCs w:val="24"/>
        </w:rPr>
        <w:t>Медведюк</w:t>
      </w:r>
      <w:proofErr w:type="spellEnd"/>
      <w:r>
        <w:rPr>
          <w:rFonts w:ascii="Times New Roman" w:hAnsi="Times New Roman" w:cs="Times New Roman"/>
          <w:sz w:val="24"/>
          <w:szCs w:val="24"/>
        </w:rPr>
        <w:t>;</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09 </w:t>
      </w:r>
      <w:proofErr w:type="spellStart"/>
      <w:r>
        <w:rPr>
          <w:rFonts w:ascii="Times New Roman" w:hAnsi="Times New Roman" w:cs="Times New Roman"/>
          <w:sz w:val="24"/>
          <w:szCs w:val="24"/>
        </w:rPr>
        <w:t>березня</w:t>
      </w:r>
      <w:proofErr w:type="spellEnd"/>
      <w:r>
        <w:rPr>
          <w:rFonts w:ascii="Times New Roman" w:hAnsi="Times New Roman" w:cs="Times New Roman"/>
          <w:sz w:val="24"/>
          <w:szCs w:val="24"/>
        </w:rPr>
        <w:t xml:space="preserve"> 2021 року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Style w:val="aff0"/>
          <w:sz w:val="24"/>
          <w:szCs w:val="24"/>
        </w:rPr>
        <w:t>Улашанівською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М. В.</w:t>
      </w:r>
      <w:r>
        <w:rPr>
          <w:rFonts w:ascii="Times New Roman" w:hAnsi="Times New Roman" w:cs="Times New Roman"/>
          <w:bCs/>
          <w:sz w:val="24"/>
          <w:szCs w:val="24"/>
        </w:rPr>
        <w:t>  </w:t>
      </w:r>
      <w:proofErr w:type="spellStart"/>
      <w:r>
        <w:rPr>
          <w:rFonts w:ascii="Times New Roman" w:hAnsi="Times New Roman" w:cs="Times New Roman"/>
          <w:bCs/>
          <w:sz w:val="24"/>
          <w:szCs w:val="24"/>
        </w:rPr>
        <w:t>Гизимчука</w:t>
      </w:r>
      <w:proofErr w:type="spellEnd"/>
      <w:r>
        <w:rPr>
          <w:rFonts w:ascii="Times New Roman" w:hAnsi="Times New Roman" w:cs="Times New Roman"/>
          <w:bCs/>
          <w:sz w:val="24"/>
          <w:szCs w:val="24"/>
        </w:rPr>
        <w:t>;</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Cs/>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09 </w:t>
      </w:r>
      <w:proofErr w:type="spellStart"/>
      <w:r>
        <w:rPr>
          <w:rFonts w:ascii="Times New Roman" w:hAnsi="Times New Roman" w:cs="Times New Roman"/>
          <w:sz w:val="24"/>
          <w:szCs w:val="24"/>
        </w:rPr>
        <w:t>березня</w:t>
      </w:r>
      <w:proofErr w:type="spellEnd"/>
      <w:r>
        <w:rPr>
          <w:rFonts w:ascii="Times New Roman" w:hAnsi="Times New Roman" w:cs="Times New Roman"/>
          <w:sz w:val="24"/>
          <w:szCs w:val="24"/>
        </w:rPr>
        <w:t xml:space="preserve"> 2021 року </w:t>
      </w:r>
      <w:proofErr w:type="spellStart"/>
      <w:proofErr w:type="gramStart"/>
      <w:r>
        <w:rPr>
          <w:rFonts w:ascii="Times New Roman" w:hAnsi="Times New Roman" w:cs="Times New Roman"/>
          <w:sz w:val="24"/>
          <w:szCs w:val="24"/>
        </w:rPr>
        <w:t>м</w:t>
      </w:r>
      <w:proofErr w:type="gramEnd"/>
      <w:r>
        <w:rPr>
          <w:rFonts w:ascii="Times New Roman" w:hAnsi="Times New Roman" w:cs="Times New Roman"/>
          <w:sz w:val="24"/>
          <w:szCs w:val="24"/>
        </w:rPr>
        <w:t>іж</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w:t>
      </w:r>
      <w:r>
        <w:rPr>
          <w:rStyle w:val="d2edcug0hpfvmrgzqv66sw1bc1et5uqlrrkovp55a8c37x1jkeod5gw0nxhoafnmaigsh9s9d3f4x2emfe6kdd0rmau55g9wc8b282ybiv3no6dbjq4qci2qa3bd9o3vknj5qynhoo9gr5idhzawbc8m"/>
          <w:rFonts w:ascii="Times New Roman" w:hAnsi="Times New Roman" w:cs="Times New Roman"/>
          <w:sz w:val="24"/>
          <w:szCs w:val="24"/>
        </w:rPr>
        <w:t>В.</w:t>
      </w:r>
      <w:r>
        <w:rPr>
          <w:rFonts w:ascii="Times New Roman" w:hAnsi="Times New Roman" w:cs="Times New Roman"/>
          <w:sz w:val="24"/>
          <w:szCs w:val="24"/>
        </w:rPr>
        <w:t> А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та </w:t>
      </w:r>
      <w:proofErr w:type="spellStart"/>
      <w:r>
        <w:rPr>
          <w:rStyle w:val="aff0"/>
          <w:sz w:val="24"/>
          <w:szCs w:val="24"/>
        </w:rPr>
        <w:t>Берездівською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сільською</w:t>
      </w:r>
      <w:proofErr w:type="spellEnd"/>
      <w:r>
        <w:rPr>
          <w:rFonts w:ascii="Times New Roman" w:hAnsi="Times New Roman" w:cs="Times New Roman"/>
          <w:sz w:val="24"/>
          <w:szCs w:val="24"/>
        </w:rPr>
        <w:t xml:space="preserve"> радою в </w:t>
      </w:r>
      <w:proofErr w:type="spellStart"/>
      <w:r>
        <w:rPr>
          <w:rFonts w:ascii="Times New Roman" w:hAnsi="Times New Roman" w:cs="Times New Roman"/>
          <w:sz w:val="24"/>
          <w:szCs w:val="24"/>
        </w:rPr>
        <w:t>особі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голови</w:t>
      </w:r>
      <w:proofErr w:type="spellEnd"/>
      <w:r>
        <w:rPr>
          <w:rFonts w:ascii="Times New Roman" w:hAnsi="Times New Roman" w:cs="Times New Roman"/>
          <w:sz w:val="24"/>
          <w:szCs w:val="24"/>
        </w:rPr>
        <w:t xml:space="preserve"> В. В. </w:t>
      </w:r>
      <w:r>
        <w:rPr>
          <w:rFonts w:ascii="Times New Roman" w:hAnsi="Times New Roman" w:cs="Times New Roman"/>
          <w:bCs/>
          <w:sz w:val="24"/>
          <w:szCs w:val="24"/>
        </w:rPr>
        <w:t> </w:t>
      </w:r>
      <w:proofErr w:type="spellStart"/>
      <w:r>
        <w:rPr>
          <w:rFonts w:ascii="Times New Roman" w:hAnsi="Times New Roman" w:cs="Times New Roman"/>
          <w:bCs/>
          <w:sz w:val="24"/>
          <w:szCs w:val="24"/>
        </w:rPr>
        <w:t>Васьківського</w:t>
      </w:r>
      <w:proofErr w:type="spellEnd"/>
      <w:r>
        <w:rPr>
          <w:rFonts w:ascii="Times New Roman" w:hAnsi="Times New Roman" w:cs="Times New Roman"/>
          <w:bCs/>
          <w:sz w:val="24"/>
          <w:szCs w:val="24"/>
        </w:rPr>
        <w:t>.</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ab/>
        <w:t xml:space="preserve">2. Контроль за </w:t>
      </w:r>
      <w:proofErr w:type="spellStart"/>
      <w:r>
        <w:rPr>
          <w:rFonts w:ascii="Times New Roman" w:hAnsi="Times New Roman" w:cs="Times New Roman"/>
          <w:sz w:val="24"/>
          <w:szCs w:val="24"/>
        </w:rPr>
        <w:t>виконанням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цього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покласти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постійну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комісію</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питань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планування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інвестицій</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міжнародного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співробітництва</w:t>
      </w:r>
      <w:proofErr w:type="spellEnd"/>
      <w:r>
        <w:rPr>
          <w:rFonts w:ascii="Times New Roman" w:hAnsi="Times New Roman" w:cs="Times New Roman"/>
          <w:sz w:val="24"/>
          <w:szCs w:val="24"/>
        </w:rPr>
        <w:t xml:space="preserve"> (Бережна Т.М.).</w:t>
      </w: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A346E" w:rsidRDefault="002A346E" w:rsidP="002A34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7C0558" w:rsidRDefault="007C0558">
      <w:bookmarkStart w:id="0" w:name="_GoBack"/>
      <w:bookmarkEnd w:id="0"/>
    </w:p>
    <w:sectPr w:rsidR="007C055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92F81" w:rsidRDefault="00892F81">
      <w:pPr>
        <w:spacing w:after="0" w:line="240" w:lineRule="auto"/>
      </w:pPr>
      <w:r>
        <w:separator/>
      </w:r>
    </w:p>
  </w:endnote>
  <w:endnote w:type="continuationSeparator" w:id="0">
    <w:p w:rsidR="00892F81" w:rsidRDefault="0089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92F81" w:rsidRDefault="00892F81">
      <w:pPr>
        <w:spacing w:after="0" w:line="240" w:lineRule="auto"/>
      </w:pPr>
      <w:r>
        <w:separator/>
      </w:r>
    </w:p>
  </w:footnote>
  <w:footnote w:type="continuationSeparator" w:id="0">
    <w:p w:rsidR="00892F81" w:rsidRDefault="00892F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46E"/>
    <w:rsid w:val="002A346E"/>
    <w:rsid w:val="007C0558"/>
    <w:rsid w:val="00892F8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46E"/>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2A3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2A346E"/>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2A346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2A346E"/>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2A346E"/>
    <w:rPr>
      <w:rFonts w:ascii="Times New Roman" w:eastAsia="Times New Roman" w:hAnsi="Times New Roman" w:cs="Times New Roman"/>
      <w:sz w:val="24"/>
      <w:szCs w:val="24"/>
    </w:rPr>
  </w:style>
  <w:style w:type="character" w:customStyle="1" w:styleId="aff0">
    <w:name w:val="Основной текст + Полужирный"/>
    <w:rsid w:val="002A346E"/>
    <w:rPr>
      <w:rFonts w:ascii="Times New Roman" w:hAnsi="Times New Roman" w:cs="Times New Roman" w:hint="default"/>
      <w:b/>
      <w:bCs/>
      <w:sz w:val="22"/>
      <w:szCs w:val="22"/>
      <w:shd w:val="clear" w:color="auto" w:fill="FFFFFF"/>
    </w:rPr>
  </w:style>
  <w:style w:type="character" w:customStyle="1" w:styleId="d2edcug0hpfvmrgzqv66sw1bc1et5uqlrrkovp55a8c37x1jkeod5gw0nxhoafnmaigsh9s9d3f4x2emfe6kdd0rmau55g9wc8b282ybiv3no6dbjq4qci2qa3bd9o3vknj5qynhoo9gr5idhzawbc8m">
    <w:name w:val="d2edcug0 hpfvmrgz qv66sw1b c1et5uql rrkovp55 a8c37x1j keod5gw0 nxhoafnm aigsh9s9 d3f4x2em fe6kdd0r mau55g9w c8b282yb iv3no6db jq4qci2q a3bd9o3v knj5qynh oo9gr5id hzawbc8m"/>
    <w:basedOn w:val="a0"/>
    <w:rsid w:val="002A34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346E"/>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2A34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2A346E"/>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2A346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2A346E"/>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2A346E"/>
    <w:rPr>
      <w:rFonts w:ascii="Times New Roman" w:eastAsia="Times New Roman" w:hAnsi="Times New Roman" w:cs="Times New Roman"/>
      <w:sz w:val="24"/>
      <w:szCs w:val="24"/>
    </w:rPr>
  </w:style>
  <w:style w:type="character" w:customStyle="1" w:styleId="aff0">
    <w:name w:val="Основной текст + Полужирный"/>
    <w:rsid w:val="002A346E"/>
    <w:rPr>
      <w:rFonts w:ascii="Times New Roman" w:hAnsi="Times New Roman" w:cs="Times New Roman" w:hint="default"/>
      <w:b/>
      <w:bCs/>
      <w:sz w:val="22"/>
      <w:szCs w:val="22"/>
      <w:shd w:val="clear" w:color="auto" w:fill="FFFFFF"/>
    </w:rPr>
  </w:style>
  <w:style w:type="character" w:customStyle="1" w:styleId="d2edcug0hpfvmrgzqv66sw1bc1et5uqlrrkovp55a8c37x1jkeod5gw0nxhoafnmaigsh9s9d3f4x2emfe6kdd0rmau55g9wc8b282ybiv3no6dbjq4qci2qa3bd9o3vknj5qynhoo9gr5idhzawbc8m">
    <w:name w:val="d2edcug0 hpfvmrgz qv66sw1b c1et5uql rrkovp55 a8c37x1j keod5gw0 nxhoafnm aigsh9s9 d3f4x2em fe6kdd0r mau55g9w c8b282yb iv3no6db jq4qci2q a3bd9o3v knj5qynh oo9gr5id hzawbc8m"/>
    <w:basedOn w:val="a0"/>
    <w:rsid w:val="002A34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2</Pages>
  <Words>316</Words>
  <Characters>1806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2021-03-05T17:25:00Z</dcterms:created>
  <dcterms:modified xsi:type="dcterms:W3CDTF">2021-03-05T17:25:00Z</dcterms:modified>
</cp:coreProperties>
</file>