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D6" w:rsidRPr="0066767B" w:rsidRDefault="00313ED6" w:rsidP="00313ED6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313ED6" w:rsidRPr="0066767B" w:rsidRDefault="00313ED6" w:rsidP="00313ED6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D6DE23" wp14:editId="6914BDF4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2514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125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h8fcIA&#10;AADeAAAADwAAAGRycy9kb3ducmV2LnhtbERPS4vCMBC+C/6HMII3Ta3oSm0UkVU8CKKr96GZPrCZ&#10;lCar9d9vFgRv8/E9J113phYPal1lWcFkHIEgzqyuuFBw/dmNFiCcR9ZYWyYFL3KwXvV7KSbaPvlM&#10;j4svRAhhl6CC0vsmkdJlJRl0Y9sQBy63rUEfYFtI3eIzhJtaxlE0lwYrDg0lNrQtKbtffo0CO90f&#10;jrciPk+/+cvz5rTIb91RqeGg2yxBeOr8R/x2H3SYH88mM/h/J9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aHx9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5QqccA&#10;AADeAAAADwAAAGRycy9kb3ducmV2LnhtbERPS0sDMRC+F/wPYQQvpc224FrXpkUKq7UHoQ/wOmzG&#10;zepmsiSx3fbXG0HobT6+58yXvW3FkXxoHCuYjDMQxJXTDdcKDvtyNAMRIrLG1jEpOFOA5eJmMMdC&#10;uxNv6biLtUghHApUYGLsCilDZchiGLuOOHGfzluMCfpaao+nFG5bOc2yXFpsODUY7GhlqPre/VgF&#10;X+W7+Vg9XF788HFLl2G5eW3fcqXubvvnJxCR+ngV/7vXOs2f3k9y+Hs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+UK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RM8YA&#10;AADeAAAADwAAAGRycy9kb3ducmV2LnhtbESP0WoCMRBF3wv+Q5hCX4pmVdrKahSRKsUX2dUPGDbj&#10;ZulmsmxSs/17IxT6NsO9c8+d1WawrbhR7xvHCqaTDARx5XTDtYLLeT9egPABWWPrmBT8kofNevS0&#10;wly7yAXdylCLFMI+RwUmhC6X0leGLPqJ64iTdnW9xZDWvpa6x5jCbStnWfYuLTacCAY72hmqvssf&#10;myCnOZ6O13jeHwaM+Hk0/LotlHp5HrZLEIGG8G/+u/7Sqf7sbfoB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FRM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Qe8cA&#10;AADeAAAADwAAAGRycy9kb3ducmV2LnhtbESPQUsDMRCF74L/IYzgzWa72Cpr01LaCiJ4aBVKb2Ez&#10;3V3cTEIy7a7/3jkI3mZ4b977ZrEafa+umHIXyMB0UoBCqoPrqDHw9fn68AwqsyVn+0Bo4AczrJa3&#10;NwtbuTDQHq8HbpSEUK6sgZY5VlrnukVv8yREJNHOIXnLsqZGu2QHCfe9Lotirr3tSBpaG3HTYv19&#10;uHgDH8Muvj/NZ+d4So+lzlvHxw0bc383rl9AMY78b/67fnOCX86mwivv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460H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Jg2sYA&#10;AADeAAAADwAAAGRycy9kb3ducmV2LnhtbESP0WoCMRBF3wv+Q5hCX4pmVVrqahSRKsUX2dUPGDbj&#10;ZulmsmxSs/17IxT6NsO9c8+d1WawrbhR7xvHCqaTDARx5XTDtYLLeT/+AOEDssbWMSn4JQ+b9ehp&#10;hbl2kQu6laEWKYR9jgpMCF0upa8MWfQT1xEn7ep6iyGtfS11jzGF21bOsuxdWmw4EQx2tDNUfZc/&#10;NkFOczwdr/G8PwwY8fNo+HVbKPXyPGyXIAIN4d/8d/2lU/3Z23QB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Jg2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AWwMYA&#10;AADeAAAADwAAAGRycy9kb3ducmV2LnhtbESPQUvEQAyF74L/YYjgzZ1a3FXqzi6yKojgwVUQb6GT&#10;bYudzDATt/Xfm4PgLSEv771vvZ3DaI6UyxDZweWiAkPcRj9w5+D97fHiBkwRZI9jZHLwQwW2m9OT&#10;NTY+TvxKx710Rk24NOigF0mNtaXtKWBZxESst0PMAUXX3FmfcVLzMNq6qlY24MCa0GOiXU/t1/47&#10;OHiZHtLz9Wp5SJ/5qrbl3svHTpw7P5vvbsEIzfIv/vt+8lq/XtY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AWw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mussQA&#10;AADeAAAADwAAAGRycy9kb3ducmV2LnhtbERP32vCMBB+H+x/CDfYi2hqhyKdUeYgbKAwpoKvR3O2&#10;Zc2lJJnt/nsjCHu7j+/nLdeDbcWFfGgcK5hOMhDEpTMNVwqOBz1egAgR2WDrmBT8UYD16vFhiYVx&#10;PX/TZR8rkUI4FKigjrErpAxlTRbDxHXEiTs7bzEm6CtpPPYp3LYyz7K5tNhwaqixo/eayp/9r1Ww&#10;+eqrFz8qN4Pbnj9OM62N3mmlnp+Gt1cQkYb4L767P02an8/yKdzeST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prrL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t6OsIA&#10;AADeAAAADwAAAGRycy9kb3ducmV2LnhtbERP3WrCMBS+F/YO4Qx2Z1PDHNIZRTYKQ3Yz9QEOzVlT&#10;bU5KEmv39mYw2N35+H7Peju5XowUYudZw6IoQRA33nTcajgd6/kKREzIBnvPpOGHImw3D7M1Vsbf&#10;+IvGQ2pFDuFYoQab0lBJGRtLDmPhB+LMffvgMGUYWmkC3nK466UqyxfpsOPcYHGgN0vN5XB1Guq9&#10;+hwvVxNqv5ueHS3tefVutX56nHavIBJN6V/85/4web5aKgW/7+Qb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i3o6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VXsUA&#10;AADeAAAADwAAAGRycy9kb3ducmV2LnhtbERPW2vCMBR+H+w/hDPYy9DUiiKdUXQQNnAgXsDXQ3Ns&#10;y5qTkmS2+/dmMNjb+fiuZ7kebCtu5EPjWMFknIEgLp1puFJwPunRAkSIyAZbx6TghwKsV48PSyyM&#10;6/lAt2OsRArhUKCCOsaukDKUNVkMY9cRJ+7qvMWYoK+k8dincNvKPMvm0mLDqaHGjt5qKr+O31bB&#10;dt9XU/9Sbge3u75fZlob/amVen4aNq8gIg3xX/zn/jBpfj7Lp/D7TrpB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95V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5H1cIA&#10;AADeAAAADwAAAGRycy9kb3ducmV2LnhtbERPzYrCMBC+L/gOYRa8rekWXaQaRZSCLF5WfYChmW26&#10;NpOSxFrffiMI3ubj+53lerCt6MmHxrGCz0kGgrhyuuFawflUfsxBhIissXVMCu4UYL0avS2x0O7G&#10;P9QfYy1SCIcCFZgYu0LKUBmyGCauI07cr/MWY4K+ltrjLYXbVuZZ9iUtNpwaDHa0NVRdjleroPzO&#10;D/3lqn3pNsPU0sz8zXdGqfH7sFmAiDTEl/jp3us0P5/lU3i8k2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kfV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8psIA&#10;AADeAAAADwAAAGRycy9kb3ducmV2LnhtbERPzWqDQBC+F/oOyxR6a9aYGILJGkIhoR5j+wCDO1HR&#10;nTXuNurbdwuB3Obj+539YTKduNPgGssKlosIBHFpdcOVgp/v08cWhPPIGjvLpGAmB4fs9WWPqbYj&#10;X+he+EqEEHYpKqi971MpXVmTQbewPXHgrnYw6AMcKqkHHEO46WQcRRtpsOHQUGNPnzWVbfFrFKzn&#10;8XwrkjY6aUPLfNXn7MtEqfe36bgD4WnyT/HD/aXD/DiJE/h/J9w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Hym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z0fsIA&#10;AADeAAAADwAAAGRycy9kb3ducmV2LnhtbERPTYvCMBC9C/sfwgh709SCRatRZEVZ9qS1u+ehGdti&#10;MylN1PrvN4LgbR7vc5br3jTiRp2rLSuYjCMQxIXVNZcK8tNuNAPhPLLGxjIpeJCD9epjsMRU2zsf&#10;6Zb5UoQQdikqqLxvUyldUZFBN7YtceDOtjPoA+xKqTu8h3DTyDiKEmmw5tBQYUtfFRWX7GoUXJO/&#10;OOfzjz5k28d+vt1tnPwtlfoc9psFCE+9f4tf7m8d5sfTOIH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PR+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/h+MYA&#10;AADeAAAADwAAAGRycy9kb3ducmV2LnhtbERPTU+DQBC9m/gfNmPiTRaxpYhsGzUxsT3YSPXgbWRH&#10;QNlZZLcU/33XxMTbvLzPKVaT6cRIg2stK7iMYhDEldUt1wpedg8XGQjnkTV2lknBDzlYLU9PCsy1&#10;PfAzjaWvRQhhl6OCxvs+l9JVDRl0ke2JA/dhB4M+wKGWesBDCDedTOI4lQZbDg0N9nTfUPVV7o2C&#10;122WXm/v1rPPzdM7Xhn9/abbVKnzs+n2BoSnyf+L/9yPOsxP5skCft8JN8jlE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/h+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niHsYA&#10;AADeAAAADwAAAGRycy9kb3ducmV2LnhtbESPT2vCQBDF74V+h2UEb3VjakWiq/QPWunJquB1yI5J&#10;MDsbsqvGfnrnUPA2w3vz3m9mi87V6kJtqDwbGA4SUMS5txUXBva75csEVIjIFmvPZOBGARbz56cZ&#10;ZtZf+Zcu21goCeGQoYEyxibTOuQlOQwD3xCLdvStwyhrW2jb4lXCXa3TJBlrhxVLQ4kNfZaUn7Zn&#10;Z+BvfMBN+E4/vl5tpNtosvI/m5Ux/V73PgUVqYsP8//12gp++pYKr7wjM+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niH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wuK8QA&#10;AADeAAAADwAAAGRycy9kb3ducmV2LnhtbERPzWrCQBC+F3yHZQre6qZBi6ZughQFb63RBxiy000w&#10;Oxuz2yT26buFQm/z8f3OtphsKwbqfeNYwfMiAUFcOd2wUXA5H57WIHxA1tg6JgV38lDks4ctZtqN&#10;fKKhDEbEEPYZKqhD6DIpfVWTRb9wHXHkPl1vMUTYG6l7HGO4bWWaJC/SYsOxocaO3mqqruWXVXBz&#10;6UpP5R7fr/vNR2PM8vZ9Wio1f5x2ryACTeFf/Oc+6jg/XaUb+H0n3i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MLi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N3gMYA&#10;AADeAAAADwAAAGRycy9kb3ducmV2LnhtbESPT2/CMAzF75P4DpGRdoN0IFjXEdCYNIkrfw47eolp&#10;uzVO1wTo+PT4gLSbLT+/936LVe8bdaYu1oENPI0zUMQ2uJpLA4f9xygHFROywyYwGfijCKvl4GGB&#10;hQsX3tJ5l0olJhwLNFCl1BZaR1uRxzgOLbHcjqHzmGTtSu06vIi5b/Qky+baY82SUGFL7xXZn93J&#10;G9jUXzSb2+OLz9d2+3n9TdPnb2fM47B/ewWVqE//4vv3xkn9yWwqAIIjM+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N3g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4rzMYA&#10;AADeAAAADwAAAGRycy9kb3ducmV2LnhtbERP0WrCQBB8L/gPxwp9ay6mKDZ6Si0UKlWhtujrkltz&#10;obm9kLvG+Pc9QfBtdmdnZme+7G0tOmp95VjBKElBEBdOV1wq+Pl+f5qC8AFZY+2YFFzIw3IxeJhj&#10;rt2Zv6jbh1JEE/Y5KjAhNLmUvjBk0SeuIY7cybUWQxzbUuoWz9Hc1jJL04m0WHFMMNjQm6Hid/9n&#10;FXS4u6RHs9q+rKtNke1Wh08d9+px2L/OQATqw/34pv7Q8f1s/DyC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4rz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FqIcIA&#10;AADeAAAADwAAAGRycy9kb3ducmV2LnhtbERPTUsDMRC9C/6HMII3mzWiyNq0FKHiUdcePI6b6Wbb&#10;zcySxO7qrzeC4G0e73OW6zkM6kQx9cIWrhcVKOJWXM+dhd3b9uoeVMrIDgdhsvBFCdar87Ml1k4m&#10;fqVTkztVQjjVaMHnPNZap9ZTwLSQkbhwe4kBc4Gx0y7iVMLDoE1V3emAPZcGjyM9emqPzWewMD21&#10;Hwezf3f+O46ybV7kYAax9vJi3jyAyjTnf/Gf+9mV+eb2xsD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Woh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XfrcUA&#10;AADeAAAADwAAAGRycy9kb3ducmV2LnhtbERP22oCMRB9L/QfwhR8q1lXrLI1ilco0lK0+j7djLvb&#10;JpNlE3X790Yo+DaHc53xtLVGnKnxlWMFvW4Cgjh3uuJCwf5r/TwC4QOyRuOYFPyRh+nk8WGMmXYX&#10;3tJ5FwoRQ9hnqKAMoc6k9HlJFn3X1cSRO7rGYoiwKaRu8BLDrZFpkrxIixXHhhJrWpSU/+5OVsH6&#10;c2l+0o/t7CDDYjX8NqPNfPmuVOepnb2CCNSGu/jf/abj/HTQ78PtnXiDn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Fd+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qaTcYA&#10;AADeAAAADwAAAGRycy9kb3ducmV2LnhtbERP22rCQBB9L/gPyxT6UnRTU0VSNyKFooIFb9DXMTtN&#10;QrKzIbtN0r93hULf5nCus1wNphYdta60rOBlEoEgzqwuOVdwOX+MFyCcR9ZYWyYFv+RglY4elpho&#10;2/ORupPPRQhhl6CCwvsmkdJlBRl0E9sQB+7btgZ9gG0udYt9CDe1nEbRXBosOTQU2NB7QVl1+jEK&#10;usP+mm871+yqxbObxdfN5lN/KfX0OKzfQHga/L/4z73VYf50Fr/C/Z1wg0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qaT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By8YA&#10;AADeAAAADwAAAGRycy9kb3ducmV2LnhtbERPTWvCQBC9C/0Pywi96ca0KTZ1lVoQehHU9lBvY3aa&#10;BLOz6e6q0V/vCkJv83ifM5l1phFHcr62rGA0TEAQF1bXXCr4/loMxiB8QNbYWCYFZ/Iwmz70Jphr&#10;e+I1HTehFDGEfY4KqhDaXEpfVGTQD21LHLlf6wyGCF0ptcNTDDeNTJPkRRqsOTZU2NJHRcV+czAK&#10;5q/j+d/qmZeX9W5L25/dPktdotRjv3t/AxGoC//iu/tTx/lp9pTB7Z14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pBy8YAAADeAAAADwAAAAAAAAAAAAAAAACYAgAAZHJz&#10;L2Rvd25yZXYueG1sUEsFBgAAAAAEAAQA9QAAAIsDAAAAAA==&#10;" fillcolor="black" stroked="f"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RvMYA&#10;AADeAAAADwAAAGRycy9kb3ducmV2LnhtbERPTWvCQBC9F/oflin0VjdGDBJdRVsFQXvQ9uBxzI7J&#10;kuxsyG417a/vCoXe5vE+Z7bobSOu1HnjWMFwkIAgLpw2XCr4/Ni8TED4gKyxcUwKvsnDYv74MMNc&#10;uxsf6HoMpYgh7HNUUIXQ5lL6oiKLfuBa4shdXGcxRNiVUnd4i+G2kWmSZNKi4dhQYUuvFRX18csq&#10;OO0yMzkYSs/7n9Va78f16v2tVur5qV9OQQTqw7/4z73VcX46HmVwfyfe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vRv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UZFcQA&#10;AADeAAAADwAAAGRycy9kb3ducmV2LnhtbERPTWsCMRC9C/6HMEJvmtVSK6tRxFLaSw+1itdhM91s&#10;dzPZJlFXf31TELzN433OYtXZRpzIh8qxgvEoA0FcOF1xqWD39TqcgQgRWWPjmBRcKMBq2e8tMNfu&#10;zJ902sZSpBAOOSowMba5lKEwZDGMXEucuG/nLcYEfSm1x3MKt42cZNlUWqw4NRhsaWOoqLdHq8Cv&#10;Dy/1lY/7Ort+XMLbT/c7Q6PUw6Bbz0FE6uJdfHO/6zR/8vT4DP/vpB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lGR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s7LMcA&#10;AADeAAAADwAAAGRycy9kb3ducmV2LnhtbESP3UoDQQyF7wt9hyEFb8TOuuLf2mkRQRAshdY+QNyJ&#10;u4szmWUntluf3lwIvUs4J+d8WazGGMyBhtwldnA9L8AQ18l33DjYf7xePYDJguwxJCYHJ8qwWk4n&#10;C6x8OvKWDjtpjIZwrtBBK9JX1ua6pYh5nnpi1b7SEFF0HRrrBzxqeAy2LIo7G7FjbWixp5eW6u/d&#10;T3QQys/w+H6f13La23XxG2V7ufHOXczG5ycwQqOczf/Xb17xy9sb5dV3dAa7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LOyz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ff7cUA&#10;AADeAAAADwAAAGRycy9kb3ducmV2LnhtbERPS0sDMRC+C/0PYYTebNYtiq5NSx8U9uLBtdLrdDPd&#10;LE0myyZtt/56Iwje5uN7zmwxOCsu1IfWs4LHSQaCuPa65UbB7nP78AIiRGSN1jMpuFGAxXx0N8NC&#10;+yt/0KWKjUghHApUYGLsCilDbchhmPiOOHFH3zuMCfaN1D1eU7izMs+yZ+mw5dRgsKO1ofpUnZ2C&#10;TdXZfFeaVdh/vR8Otvze0n6j1Ph+WL6BiDTEf/Gfu9Rpfv40fYXfd9IN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V9/t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63O8YA&#10;AADeAAAADwAAAGRycy9kb3ducmV2LnhtbESPT2vDMAzF74N9B6PBbqu9srUlrVvGWKGwU/8dehO2&#10;mqSN5RB7Tfbtp8OgNwk9vfd+i9UQGnWjLtWRLbyODChiF33NpYXDfv0yA5UysscmMln4pQSr5ePD&#10;Agsfe97SbZdLJSacCrRQ5dwWWidXUcA0ii2x3M6xC5hl7UrtO+zFPDR6bMxEB6xZEips6bMid939&#10;BAuXtf6OzqA7Ho79xk9PXxNqjLXPT8PHHFSmId/F/98bL/XH728CIDgyg1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263O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hx8QA&#10;AADeAAAADwAAAGRycy9kb3ducmV2LnhtbERPS2vCQBC+F/wPywi91Y2xFYmuooJQKj34QDyO2TEJ&#10;yc6G3VXTf98VCr3Nx/ec2aIzjbiT85VlBcNBAoI4t7riQsHxsHmbgPABWWNjmRT8kIfFvPcyw0zb&#10;B+/ovg+FiCHsM1RQhtBmUvq8JIN+YFviyF2tMxgidIXUDh8x3DQyTZKxNFhxbCixpXVJeb2/GQXn&#10;25av36OvpVuFk+0Ovk4vk1qp1363nIII1IV/8Z/7U8f56cf7EJ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K4c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WqwsUA&#10;AADeAAAADwAAAGRycy9kb3ducmV2LnhtbERPS2sCMRC+F/ofwhR6q1kXFV2NooLQS8FHD/U2bsbd&#10;xc1kTVLd9tcbQfA2H99zJrPW1OJCzleWFXQ7CQji3OqKCwXfu9XHEIQPyBpry6TgjzzMpq8vE8y0&#10;vfKGLttQiBjCPkMFZQhNJqXPSzLoO7YhjtzROoMhQldI7fAaw00t0yQZSIMVx4YSG1qWlJ+2v0bB&#10;YjRcnNc9/vrfHPa0/zmc+qlLlHp/a+djEIHa8BQ/3J86zk/7vRTu78Qb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xarCxQAAAN4AAAAPAAAAAAAAAAAAAAAAAJgCAABkcnMv&#10;ZG93bnJldi54bWxQSwUGAAAAAAQABAD1AAAAigMAAAAA&#10;" fillcolor="black" stroked="f"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8E88QA&#10;AADeAAAADwAAAGRycy9kb3ducmV2LnhtbERPTUsDMRC9C/0PYQrebLatSlmblqUgiqdtVXqdbsbN&#10;0s1kSWK6/nsjCL3N433OejvaXiTyoXOsYD4rQBA3TnfcKvh4f75bgQgRWWPvmBT8UIDtZnKzxlK7&#10;C+8pHWIrcgiHEhWYGIdSytAYshhmbiDO3JfzFmOGvpXa4yWH214uiuJRWuw4NxgcaGeoOR++rYJ0&#10;2tXVMh2T2b/5qvWufvk81UrdTsfqCUSkMV7F/+5XnecvHu6X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/BP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rYjsUA&#10;AADeAAAADwAAAGRycy9kb3ducmV2LnhtbERPTWvCQBC9C/0PyxR6qxtFpaauImKL9aKNgj0O2Wk2&#10;NDsbstuY+utdoeBtHu9zZovOVqKlxpeOFQz6CQji3OmSCwXHw9vzCwgfkDVWjknBH3lYzB96M0y1&#10;O/MntVkoRAxhn6ICE0KdSulzQxZ939XEkft2jcUQYVNI3eA5httKDpNkIi2WHBsM1rQylP9kv1aB&#10;H6zWp629TNuvd8O77MNM9oVR6umxW76CCNSFu/jfvdFx/nA8GsHtnXiD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tiO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13ED6" w:rsidRPr="0066767B" w:rsidRDefault="00313ED6" w:rsidP="00313ED6">
      <w:pPr>
        <w:spacing w:after="0" w:line="240" w:lineRule="auto"/>
        <w:rPr>
          <w:rFonts w:ascii="Times New Roman" w:eastAsia="Calibri" w:hAnsi="Times New Roman" w:cs="Times New Roman"/>
        </w:rPr>
      </w:pPr>
    </w:p>
    <w:p w:rsidR="00313ED6" w:rsidRPr="0066767B" w:rsidRDefault="00313ED6" w:rsidP="00313ED6">
      <w:pPr>
        <w:spacing w:after="0" w:line="240" w:lineRule="auto"/>
        <w:rPr>
          <w:rFonts w:ascii="Times New Roman" w:eastAsia="Calibri" w:hAnsi="Times New Roman" w:cs="Times New Roman"/>
        </w:rPr>
      </w:pPr>
    </w:p>
    <w:p w:rsidR="00313ED6" w:rsidRPr="0066767B" w:rsidRDefault="00313ED6" w:rsidP="00313ED6">
      <w:pPr>
        <w:spacing w:after="0" w:line="240" w:lineRule="auto"/>
        <w:rPr>
          <w:rFonts w:ascii="Times New Roman" w:eastAsia="Calibri" w:hAnsi="Times New Roman" w:cs="Times New Roman"/>
        </w:rPr>
      </w:pPr>
    </w:p>
    <w:p w:rsidR="00313ED6" w:rsidRPr="0066767B" w:rsidRDefault="00313ED6" w:rsidP="00313ED6">
      <w:pPr>
        <w:spacing w:after="0" w:line="240" w:lineRule="auto"/>
        <w:rPr>
          <w:rFonts w:ascii="Times New Roman" w:eastAsia="Calibri" w:hAnsi="Times New Roman" w:cs="Times New Roman"/>
        </w:rPr>
      </w:pPr>
    </w:p>
    <w:p w:rsidR="00313ED6" w:rsidRPr="0066767B" w:rsidRDefault="00313ED6" w:rsidP="00313ED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13ED6" w:rsidRPr="0066767B" w:rsidRDefault="00313ED6" w:rsidP="00313ED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313ED6" w:rsidRPr="0066767B" w:rsidRDefault="00313ED6" w:rsidP="00313ED6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313ED6" w:rsidRPr="0066767B" w:rsidRDefault="00313ED6" w:rsidP="00313ED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313ED6" w:rsidRPr="0066767B" w:rsidRDefault="00313ED6" w:rsidP="00313ED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313ED6" w:rsidRPr="0066767B" w:rsidRDefault="00313ED6" w:rsidP="00313ED6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C8204A" wp14:editId="278BB13E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545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54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ED6" w:rsidRDefault="00313ED6" w:rsidP="00313E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NF8EA&#10;AADeAAAADwAAAGRycy9kb3ducmV2LnhtbERPy6rCMBDdC/5DGMGdprc+6TWKiIoLQdTrfmjGttxm&#10;Upqo9e+NILibw3nObNGYUtypdoVlBT/9CARxanXBmYK/86Y3BeE8ssbSMil4koPFvN2aYaLtg490&#10;P/lMhBB2CSrIva8SKV2ak0HXtxVx4K62NugDrDOpa3yEcFPKOIrG0mDBoSHHilY5pf+nm1FgB9vd&#10;/pLFx8GaJ56Xh+n10uyV6naa5S8IT43/ij/unQ7z49FwDO93wg1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JzRf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HaL8cA&#10;AADeAAAADwAAAGRycy9kb3ducmV2LnhtbERPS0sDMRC+F/wPYQQvpc1a7MO1aZHCqvVQ6AN6HTbj&#10;ZnUzWZLYrv31Rih4m4/vOfNlZxtxIh9qxwruhxkI4tLpmisFh30xmIEIEVlj45gU/FCA5eKmN8dc&#10;uzNv6bSLlUghHHJUYGJscylDachiGLqWOHEfzluMCfpKao/nFG4bOcqyibRYc2ow2NLKUPm1+7YK&#10;PouNOa6mlxfff9zSpV+8vzbriVJ3t93zE4hIXfwXX91vOs0fjR+m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B2i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3qXMUA&#10;AADeAAAADwAAAGRycy9kb3ducmV2LnhtbESPzWrCQBDH7wXfYZmCl6IbrS0ldRUpWsSL+PEAQ3bM&#10;hmZnQ3Zr4ts7B8HbDPP/+M182ftaXamNVWADk3EGirgItuLSwPm0GX2BignZYh2YDNwownIxeJlj&#10;bkPHB7oeU6kkhGOOBlxKTa51LBx5jOPQEMvtElqPSda21LbFTsJ9radZ9qk9ViwNDhv6cVT8Hf+9&#10;lOzfcb+7dKfNb48drneO31YHY4av/eobVKI+PcUP99YK/vRjJrzyjs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Depc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a/cQA&#10;AADeAAAADwAAAGRycy9kb3ducmV2LnhtbERPS0sDMRC+C/6HMII3m3XpQ9emRapCEXpoFcTbsJnu&#10;Lm4mIRm7679vBMHbfHzPWa5H16sTxdR5NnA7KUAR19523Bh4f3u5uQOVBNli75kM/FCC9eryYomV&#10;9QPv6XSQRuUQThUaaEVCpXWqW3KYJj4QZ+7oo0PJMDbaRhxyuOt1WRRz7bDj3NBioE1L9dfh2xnY&#10;Dc/hdTGfHcNnnJY6PVn52Igx11fj4wMooVH+xX/urc3zy9n0Hn7fyTfo1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FWv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Jwh8UA&#10;AADeAAAADwAAAGRycy9kb3ducmV2LnhtbESP3WrCQBCF7wu+wzKCN0U3KoqkriJSi3gj/jzAkB2z&#10;odnZkN2a+Padi0LvZphzzjdnve19rZ7UxiqwgekkA0VcBFtxaeB+O4xXoGJCtlgHJgMvirDdDN7W&#10;mNvQ8YWe11QqCeGYowGXUpNrHQtHHuMkNMRye4TWY5K1LbVtsZNwX+tZli21x4qF4LChvaPi+/rj&#10;BXKe4/n06G6Hrx47/Dw5ft9djBkN+90HqER9+hf/uY9W3p8tFlJA6sgM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nC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rAJsQA&#10;AADeAAAADwAAAGRycy9kb3ducmV2LnhtbERPTUvDQBC9C/0Pywje7KahqRK7LaVWEMGDVRBvQ3aa&#10;BLOzy+7YxH/vCoK3ebzPWW8nN6gzxdR7NrCYF6CIG297bg28vT5c34JKgmxx8EwGvinBdjO7WGNt&#10;/cgvdD5Kq3IIpxoNdCKh1jo1HTlMcx+IM3fy0aFkGFttI4453A26LIqVdthzbugw0L6j5vP45Qw8&#10;j4fwdLOqTuEjLkud7q2878WYq8tpdwdKaJJ/8Z/70eb5ZVUt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wC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1DuMUA&#10;AADeAAAADwAAAGRycy9kb3ducmV2LnhtbERP32vCMBB+H+x/CDfYy9B0lY7RGWUOgoIDmRP2ejRn&#10;W9ZcSpLZ+t8bQdjbfXw/b74cbSdO5EPrWMHzNANBXDnTcq3g8K0nryBCRDbYOSYFZwqwXNzfzbE0&#10;buAvOu1jLVIIhxIVNDH2pZShashimLqeOHFH5y3GBH0tjcchhdtO5ln2Ii22nBoa7Omjoep3/2cV&#10;rHZDPfNP1Wp02+P6p9Da6E+t1OPD+P4GItIY/8U398ak+XlR5HB9J90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vUO4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Gs3MMA&#10;AADeAAAADwAAAGRycy9kb3ducmV2LnhtbERP3WrCMBS+H+wdwhl4N1OrHdIZRTYKMryZ7gEOzVlT&#10;bU5KEmt9+0UQdnc+vt+z2oy2EwP50DpWMJtmIIhrp1tuFPwcq9cliBCRNXaOScGNAmzWz08rLLW7&#10;8jcNh9iIFMKhRAUmxr6UMtSGLIap64kT9+u8xZigb6T2eE3htpN5lr1Jiy2nBoM9fRiqz4eLVVB9&#10;5fvhfNG+cttxYakwp+WnUWryMm7fQUQa47/44d7pND8vijnc30k3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8Gs3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+V8UA&#10;AADeAAAADwAAAGRycy9kb3ducmV2LnhtbERP32vCMBB+H/g/hBN8kZnOrTKqUXQQNthg6Aa+Hs3Z&#10;FptLSaLt/vtlIOztPr6ft9oMthVX8qFxrOBhloEgLp1puFLw/aXvn0GEiGywdUwKfijAZj26W2Fh&#10;XM97uh5iJVIIhwIV1DF2hZShrMlimLmOOHEn5y3GBH0ljcc+hdtWzrNsIS02nBpq7OilpvJ8uFgF&#10;u8++evTTcje499PrMdfa6A+t1GQ8bJcgIg3xX3xzv5k0f57nT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GH5X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SRM8IA&#10;AADeAAAADwAAAGRycy9kb3ducmV2LnhtbERP3WrCMBS+H/gO4QjezXTFDumMIkpBZDdTH+DQnDWd&#10;zUlJYq1vbwaD3Z2P7/esNqPtxEA+tI4VvM0zEMS10y03Ci7n6nUJIkRkjZ1jUvCgAJv15GWFpXZ3&#10;/qLhFBuRQjiUqMDE2JdShtqQxTB3PXHivp23GBP0jdQe7yncdjLPsndpseXUYLCnnaH6erpZBdUx&#10;/xyuN+0rtx0Xlgrzs9wbpWbTcfsBItIY/8V/7oNO8/OiKOD3nXSD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JEz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iRrMIA&#10;AADeAAAADwAAAGRycy9kb3ducmV2LnhtbERP22rCQBB9F/oPyxT6pptoE0rqGkRQ9LGxHzBkp0kw&#10;Oxuzay5/3xUKfZvDuc42n0wrBupdY1lBvIpAEJdWN1wp+L4elx8gnEfW2FomBTM5yHcviy1m2o78&#10;RUPhKxFC2GWooPa+y6R0ZU0G3cp2xIH7sb1BH2BfSd3jGMJNK9dRlEqDDYeGGjs61FTeiodR8D6P&#10;p3uR3KKjNhRfNt2FfZko9fY67T9BeJr8v/jPfdZh/jpJUni+E26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eJG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imMMA&#10;AADeAAAADwAAAGRycy9kb3ducmV2LnhtbERPS4vCMBC+C/sfwizszaZb8FWNIisuiyetj/PQjG2x&#10;mZQmav33G0HwNh/fc2aLztTiRq2rLCv4jmIQxLnVFRcKDvt1fwzCeWSNtWVS8CAHi/lHb4aptnfe&#10;0S3zhQgh7FJUUHrfpFK6vCSDLrINceDOtjXoA2wLqVu8h3BTyySOh9JgxaGhxIZ+Ssov2dUouA5P&#10;yYHPG73NVo/fyWq9dPJYKPX12S2nIDx1/i1+uf90mJ8MBiN4vhNu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Yim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G98kA&#10;AADeAAAADwAAAGRycy9kb3ducmV2LnhtbESPQU/CQBCF7yb8h82QcJMtKA1WFqImJsIBIurB29gd&#10;2kJ3tnRXqP/eOZBwm8l78943s0XnanWiNlSeDYyGCSji3NuKCwOfH6+3U1AhIlusPZOBPwqwmPdu&#10;ZphZf+Z3Om1joSSEQ4YGyhibTOuQl+QwDH1DLNrOtw6jrG2hbYtnCXe1HidJqh1WLA0lNvRSUn7Y&#10;/joDX5tp+rB5Xt7vV+sfvHP2+G2r1JhBv3t6BBWpi1fz5frNCv54MhFeeUdm0P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sYG9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M0+MUA&#10;AADeAAAADwAAAGRycy9kb3ducmV2LnhtbERPS2vCQBC+F/wPywi91Y2pio1ZpQ+q4immhV6H7JgE&#10;s7Mhu9Xor+8WBG/z8T0nXfWmESfqXG1ZwXgUgSAurK65VPD99fk0B+E8ssbGMim4kIPVcvCQYqLt&#10;mfd0yn0pQgi7BBVU3reJlK6oyKAb2ZY4cAfbGfQBdqXUHZ5DuGlkHEUzabDm0FBhS+8VFcf81yi4&#10;zn4wc5v47eNZe7pM5mu7y9ZKPQ771wUIT72/i2/urQ7z4+n0Bf7fCT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czT4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+dsYA&#10;AADeAAAADwAAAGRycy9kb3ducmV2LnhtbESPQW/CMAyF75P2HyJP4jbSVYBYIaBpAmk3oOwHWI1J&#10;KxqnNBl0+/XzAYmbLT+/977levCtulIfm8AG3sYZKOIq2Iadge/j9nUOKiZki21gMvBLEdar56cl&#10;Fjbc+EDXMjklJhwLNFCn1BVax6omj3EcOmK5nULvMcnaO217vIm5b3WeZTPtsWFJqLGjz5qqc/nj&#10;DVxCPrVDucHdefO+b5ybXP4OE2NGL8PHAlSiIT3E9+8vK/Xz6UwABEdm0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w+d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z9BsQA&#10;AADeAAAADwAAAGRycy9kb3ducmV2LnhtbERPPW/CMBDdkfgP1iF1Aycg0jSNQS1SJVagQ8erfSSB&#10;+JzGLqT99XUlJLZ7ep9Xrgfbigv1vnGsIJ0lIIi1Mw1XCt4Pb9MchA/IBlvHpOCHPKxX41GJhXFX&#10;3tFlHyoRQ9gXqKAOoSuk9Lomi37mOuLIHV1vMUTYV9L0eI3htpXzJMmkxYZjQ40dbWrS5/23VbBt&#10;PmmZ6eOTzV/17uP3KyweT0aph8nw8gwi0BDu4pt7a+L8+TJL4f+deIN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s/Q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+apsUA&#10;AADeAAAADwAAAGRycy9kb3ducmV2LnhtbERP0WrCQBB8L/Qfji34Vi8NKDZ6Si0UFKugFX1dcmsu&#10;mNsLuTPGv+8Jgm+zOzszO5NZZyvRUuNLxwo++gkI4tzpkgsF+7+f9xEIH5A1Vo5JwY08zKavLxPM&#10;tLvyltpdKEQ0YZ+hAhNCnUnpc0MWfd/VxJE7ucZiiGNTSN3gNZrbSqZJMpQWS44JBmv6NpSfdxer&#10;oMXNLTma+fpzWf7m6WZ+WOm4V7237msMIlAXnscP9ULH99PBMIV7nYh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5qm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7gp8MA&#10;AADeAAAADwAAAGRycy9kb3ducmV2LnhtbERPTUvDQBC9C/0PyxS82U0jFondllKoeNToweOYnWZT&#10;szNhd9tEf70rCN7m8T5nvZ18ry4UYidsYLkoQBE3YjtuDby9Hm7uQcWEbLEXJgNfFGG7mV2tsbIy&#10;8gtd6tSqHMKxQgMupaHSOjaOPMaFDMSZO0rwmDIMrbYBxxzue10WxUp77Dg3OBxo76j5rM/ewPjY&#10;fJzK47t132GQQ/0sp7IXY67n0+4BVKIp/Yv/3E82zy/vVr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7gp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9oxMYA&#10;AADeAAAADwAAAGRycy9kb3ducmV2LnhtbERP22oCMRB9L/QfwhR8q1mXemFrFOsFRFqKVt+nm3F3&#10;22SybFJd/74RBN/mcK4znrbWiBM1vnKsoNdNQBDnTldcKNh/rZ5HIHxA1mgck4ILeZhOHh/GmGl3&#10;5i2ddqEQMYR9hgrKEOpMSp+XZNF3XU0cuaNrLIYIm0LqBs8x3BqZJslAWqw4NpRY07yk/Hf3ZxWs&#10;PhfmJ/3Yzg4yzJfDbzPavC3eleo8tbNXEIHacBff3Gsd56f9wQtc34k3yM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9ox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UQy8YA&#10;AADeAAAADwAAAGRycy9kb3ducmV2LnhtbERP22rCQBB9L/QflhH6UnTTlIhEN6EUihYseANfx+yY&#10;hGRnQ3Yb0793C4W+zeFcZ5WPphUD9a62rOBlFoEgLqyuuVRwOn5MFyCcR9bYWiYFP+Qgzx4fVphq&#10;e+M9DQdfihDCLkUFlfddKqUrKjLoZrYjDtzV9gZ9gH0pdY+3EG5aGUfRXBqsOTRU2NF7RUVz+DYK&#10;ht32Um4G1302i2eXvF7W6y99VuppMr4tQXga/b/4z73RYX6czBP4fSfcI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UQy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wocUA&#10;AADeAAAADwAAAGRycy9kb3ducmV2LnhtbERPS2vCQBC+F/oflil4q5sGDRpdpRYKXgq+Dnobs9Mk&#10;mJ1Nd1dN++vdguBtPr7nTOedacSFnK8tK3jrJyCIC6trLhXstp+vIxA+IGtsLJOCX/Iwnz0/TTHX&#10;9sprumxCKWII+xwVVCG0uZS+qMig79uWOHLf1hkMEbpSaofXGG4amSZJJg3WHBsqbOmjouK0ORsF&#10;i/Fo8bMa8Nff+nigw/54GqYuUar30r1PQATqwkN8dy91nJ8Oswz+34k3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S/ChxQAAAN4AAAAPAAAAAAAAAAAAAAAAAJgCAABkcnMv&#10;ZG93bnJldi54bWxQSwUGAAAAAAQABAD1AAAAigMAAAAA&#10;" fillcolor="black" stroked="f"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RbOsYA&#10;AADeAAAADwAAAGRycy9kb3ducmV2LnhtbERPS2vCQBC+F/oflil4q5sGTCV1ldpaEKoHH4cex+yY&#10;LMnOhuxWY3+9KxS8zcf3nMmst404UeeNYwUvwwQEceG04VLBfvf1PAbhA7LGxjEpuJCH2fTxYYK5&#10;dmfe0GkbShFD2OeooAqhzaX0RUUW/dC1xJE7us5iiLArpe7wHMNtI9MkyaRFw7GhwpY+Kirq7a9V&#10;8POdmfHGUHpY/c0XejWq5+vPWqnBU//+BiJQH+7if/dSx/npKHuF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RbO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miescA&#10;AADeAAAADwAAAGRycy9kb3ducmV2LnhtbESPQW/CMAyF75P4D5En7TbSIQ2hjoAQaNouOwyYdrUa&#10;ryltnC4JUPj182ESN1vv+b3P8+XgO3WimJrABp7GBSjiKtiGawP73evjDFTKyBa7wGTgQgmWi9Hd&#10;HEsbzvxJp22ulYRwKtGAy7kvtU6VI49pHHpi0X5C9JhljbW2Ec8S7js9KYqp9tiwNDjsae2oardH&#10;byCuvjftlY9fbXH9uKS3w/A7Q2fMw/2wegGVacg38//1uxX8yfNUeOUdmUE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8Jonr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xqsQA&#10;AADeAAAADwAAAGRycy9kb3ducmV2LnhtbERP22rCQBB9L/Qflin0pejGQL1EV5FCoVApePmAMTsm&#10;wd3ZkJ1q7Nd3CwXf5nCus1j13qkLdbEJbGA0zEARl8E2XBk47N8HU1BRkC26wGTgRhFWy8eHBRY2&#10;XHlLl51UKoVwLNBALdIWWseyJo9xGFrixJ1C51ES7CptO7ymcO90nmVj7bHh1FBjS281lefdtzfg&#10;8qObfU7iRm4Hvcl+vGxfvqwxz0/9eg5KqJe7+N/9YdP8/HU8g7930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0sa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fPsMcA&#10;AADeAAAADwAAAGRycy9kb3ducmV2LnhtbESPT0/DMAzF70j7DpEncWMplfijsmwCpkm97EAZ2tVr&#10;TFOROFUTtrJPjw9I3Gz5+b33W66n4NWJxtRHNnC7KEARt9H23BnYv29vHkGljGzRRyYDP5RgvZpd&#10;LbGy8cxvdGpyp8SEU4UGXM5DpXVqHQVMizgQy+0zjgGzrGOn7YhnMQ9el0VxrwP2LAkOB3p11H41&#10;38HAphl8ua/dSzp87I5HX1+2dNgYcz2fnp9AZZryv/jvu7ZSv7x7EA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Hz7D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7YHcIA&#10;AADeAAAADwAAAGRycy9kb3ducmV2LnhtbERPS4vCMBC+C/sfwizsTROFValGWRYFYU++Dt6GZGyr&#10;zaQ00Xb/vREEb/PxPWe+7Fwl7tSE0rOG4UCBIDbelpxrOOzX/SmIEJEtVp5Jwz8FWC4+enPMrG95&#10;S/ddzEUK4ZChhiLGOpMymIIchoGviRN39o3DmGCTS9tgm8JdJUdKjaXDklNDgTX9FmSuu5vTcFnL&#10;P28UmuPh2G7s5LQaU6W0/vrsfmYgInXxLX65NzbNH31Phv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tgd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S1DcQA&#10;AADeAAAADwAAAGRycy9kb3ducmV2LnhtbERPS2vCQBC+C/0PyxR6q5tGfJC6igpCUTyopfQ4zY5J&#10;SHY27K4a/70rFLzNx/ec6bwzjbiQ85VlBR/9BARxbnXFhYLv4/p9AsIHZI2NZVJwIw/z2Utvipm2&#10;V97T5RAKEUPYZ6igDKHNpPR5SQZ937bEkTtZZzBE6AqpHV5juGlkmiQjabDi2FBiS6uS8vpwNgp+&#10;z1s+7QabhVuGH9sdfZ3+TWql3l67xSeIQF14iv/dXzrOT4fjFB7vxBv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0tQ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XF5MYA&#10;AADeAAAADwAAAGRycy9kb3ducmV2LnhtbERPTWsCMRC9F/wPYYTeatZttXZrlCoUehGq9aC3cTPu&#10;Lm4m2yTq6q9vhIK3ebzPGU9bU4sTOV9ZVtDvJSCIc6srLhSsfz6fRiB8QNZYWyYFF/IwnXQexphp&#10;e+YlnVahEDGEfYYKyhCaTEqfl2TQ92xDHLm9dQZDhK6Q2uE5hptapkkylAYrjg0lNjQvKT+sjkbB&#10;7G00+/1+4cV1udvSdrM7DFKXKPXYbT/eQQRqw1387/7ScX46eH2G2zvxBj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XF5MYAAADeAAAADwAAAAAAAAAAAAAAAACYAgAAZHJz&#10;L2Rvd25yZXYueG1sUEsFBgAAAAAEAAQA9QAAAIsDAAAAAA==&#10;" fillcolor="black" stroked="f"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pWOsQA&#10;AADeAAAADwAAAGRycy9kb3ducmV2LnhtbERPS2sCMRC+F/ofwgi91az2ydYoi1Baelptxeu4GTeL&#10;m8mSpHH775tCwdt8fM9ZrEbbi0Q+dI4VzKYFCOLG6Y5bBV+fr7fPIEJE1tg7JgU/FGC1vL5aYKnd&#10;mTeUtrEVOYRDiQpMjEMpZWgMWQxTNxBn7ui8xZihb6X2eM7htpfzoniUFjvODQYHWhtqTttvqyAd&#10;1nV1l/bJbD581XpXv+0OtVI3k7F6ARFpjBfxv/td5/nzh6d7+Hsn3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6Vj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q3qMUA&#10;AADeAAAADwAAAGRycy9kb3ducmV2LnhtbERPTWvCQBC9F/wPywje6kZBq9FVilRpe2mNgh6H7JgN&#10;ZmdDdo1pf323UOhtHu9zluvOVqKlxpeOFYyGCQji3OmSCwXHw/ZxBsIHZI2VY1LwRR7Wq97DElPt&#10;7rynNguFiCHsU1RgQqhTKX1uyKIfupo4chfXWAwRNoXUDd5juK3kOEmm0mLJscFgTRtD+TW7WQV+&#10;tHk5vdvveXveGf7I3sz0szBKDfrd8wJEoC78i//crzrOH0+eJvD7TrxB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Wreo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3ED6" w:rsidRDefault="00313ED6" w:rsidP="00313E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13ED6" w:rsidRPr="0066767B" w:rsidRDefault="00313ED6" w:rsidP="00313ED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66767B">
        <w:rPr>
          <w:rFonts w:ascii="Times New Roman" w:eastAsia="Calibri" w:hAnsi="Times New Roman" w:cs="Times New Roman"/>
          <w:b/>
        </w:rPr>
        <w:t>Р</w:t>
      </w:r>
      <w:proofErr w:type="gramEnd"/>
      <w:r w:rsidRPr="0066767B">
        <w:rPr>
          <w:rFonts w:ascii="Times New Roman" w:eastAsia="Calibri" w:hAnsi="Times New Roman" w:cs="Times New Roman"/>
          <w:b/>
        </w:rPr>
        <w:t>ІШЕННЯ</w:t>
      </w:r>
    </w:p>
    <w:p w:rsidR="00313ED6" w:rsidRPr="0066767B" w:rsidRDefault="00313ED6" w:rsidP="00313E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313ED6" w:rsidRPr="0066767B" w:rsidRDefault="00313ED6" w:rsidP="00313ED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313ED6" w:rsidRPr="0066767B" w:rsidRDefault="00313ED6" w:rsidP="00313ED6">
      <w:pPr>
        <w:spacing w:after="0" w:line="240" w:lineRule="auto"/>
        <w:rPr>
          <w:rFonts w:ascii="Times New Roman" w:eastAsia="Calibri" w:hAnsi="Times New Roman" w:cs="Times New Roman"/>
        </w:rPr>
      </w:pPr>
    </w:p>
    <w:p w:rsidR="00313ED6" w:rsidRDefault="00313ED6" w:rsidP="00313ED6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</w:t>
      </w:r>
    </w:p>
    <w:p w:rsidR="00313ED6" w:rsidRDefault="00313ED6" w:rsidP="00313E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13ED6" w:rsidRDefault="00313ED6" w:rsidP="00313E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Нечипоруку О.В.</w:t>
      </w: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Нечипорука О.В.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рада </w:t>
      </w: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>ВИРІШИЛА:</w:t>
      </w: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13ED6" w:rsidRPr="00717B0B" w:rsidRDefault="00313ED6" w:rsidP="00313E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Нечипоруку Олександру Васильовичу,  який  зареєстрований</w:t>
      </w: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A94BCE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  <w:lang w:val="uk-UA"/>
        </w:rPr>
        <w:t>0,1977</w:t>
      </w:r>
      <w:r w:rsidRPr="00717B0B">
        <w:rPr>
          <w:rFonts w:ascii="Times New Roman" w:eastAsia="Calibri" w:hAnsi="Times New Roman" w:cs="Times New Roman"/>
          <w:sz w:val="24"/>
        </w:rPr>
        <w:t xml:space="preserve">га, </w:t>
      </w:r>
      <w:r w:rsidRPr="00717B0B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717B0B">
        <w:rPr>
          <w:rFonts w:ascii="Times New Roman" w:eastAsia="Calibri" w:hAnsi="Times New Roman" w:cs="Times New Roman"/>
          <w:sz w:val="24"/>
        </w:rPr>
        <w:t xml:space="preserve">, за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рахунок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земель запасу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сільськогосподарського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кад</w:t>
      </w:r>
      <w:r>
        <w:rPr>
          <w:rFonts w:ascii="Times New Roman" w:eastAsia="Calibri" w:hAnsi="Times New Roman" w:cs="Times New Roman"/>
          <w:sz w:val="24"/>
        </w:rPr>
        <w:t>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6823984000:03:01</w:t>
      </w:r>
      <w:r>
        <w:rPr>
          <w:rFonts w:ascii="Times New Roman" w:eastAsia="Calibri" w:hAnsi="Times New Roman" w:cs="Times New Roman"/>
          <w:sz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</w:rPr>
        <w:t>:0</w:t>
      </w:r>
      <w:r>
        <w:rPr>
          <w:rFonts w:ascii="Times New Roman" w:eastAsia="Calibri" w:hAnsi="Times New Roman" w:cs="Times New Roman"/>
          <w:sz w:val="24"/>
          <w:lang w:val="uk-UA"/>
        </w:rPr>
        <w:t>336</w:t>
      </w:r>
      <w:r w:rsidRPr="00717B0B"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ради, за межами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пункту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>.</w:t>
      </w:r>
    </w:p>
    <w:p w:rsidR="00313ED6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Нечипорук О.В.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ради.</w:t>
      </w: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3. Даний дозвіл дійсний на протязі року з дня прийняття даного рішення.</w:t>
      </w:r>
    </w:p>
    <w:p w:rsidR="00313ED6" w:rsidRPr="00717B0B" w:rsidRDefault="00313ED6" w:rsidP="00313E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</w:t>
      </w:r>
      <w:r w:rsidRPr="00717B0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13ED6" w:rsidRPr="00717B0B" w:rsidRDefault="00313ED6" w:rsidP="00313E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865C46" w:rsidRPr="00313ED6" w:rsidRDefault="00313ED6" w:rsidP="00313ED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717B0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865C46" w:rsidRPr="00313ED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0EF" w:rsidRDefault="00AC40EF">
      <w:pPr>
        <w:spacing w:after="0" w:line="240" w:lineRule="auto"/>
      </w:pPr>
      <w:r>
        <w:separator/>
      </w:r>
    </w:p>
  </w:endnote>
  <w:endnote w:type="continuationSeparator" w:id="0">
    <w:p w:rsidR="00AC40EF" w:rsidRDefault="00AC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0EF" w:rsidRDefault="00AC40EF">
      <w:pPr>
        <w:spacing w:after="0" w:line="240" w:lineRule="auto"/>
      </w:pPr>
      <w:r>
        <w:separator/>
      </w:r>
    </w:p>
  </w:footnote>
  <w:footnote w:type="continuationSeparator" w:id="0">
    <w:p w:rsidR="00AC40EF" w:rsidRDefault="00AC4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D6"/>
    <w:rsid w:val="00313ED6"/>
    <w:rsid w:val="00865C46"/>
    <w:rsid w:val="00A94BCE"/>
    <w:rsid w:val="00AC40EF"/>
    <w:rsid w:val="00B2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D6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D6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2021-01-18T12:09:00Z</dcterms:created>
  <dcterms:modified xsi:type="dcterms:W3CDTF">2021-01-18T12:28:00Z</dcterms:modified>
</cp:coreProperties>
</file>