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DD6" w:rsidRDefault="00AA6DD6" w:rsidP="00AA6DD6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AA6DD6" w:rsidRDefault="00AA6DD6" w:rsidP="00AA6D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592601B" wp14:editId="1B7DD53C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4984" name="Группа 149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498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DD6" w:rsidRDefault="00AA6DD6" w:rsidP="00AA6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8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6DD6" w:rsidRDefault="00AA6DD6" w:rsidP="00AA6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8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DD6" w:rsidRDefault="00AA6DD6" w:rsidP="00AA6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8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6DD6" w:rsidRDefault="00AA6DD6" w:rsidP="00AA6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8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DD6" w:rsidRDefault="00AA6DD6" w:rsidP="00AA6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9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6DD6" w:rsidRDefault="00AA6DD6" w:rsidP="00AA6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9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DD6" w:rsidRDefault="00AA6DD6" w:rsidP="00AA6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9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6DD6" w:rsidRDefault="00AA6DD6" w:rsidP="00AA6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9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DD6" w:rsidRDefault="00AA6DD6" w:rsidP="00AA6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9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6DD6" w:rsidRDefault="00AA6DD6" w:rsidP="00AA6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9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DD6" w:rsidRDefault="00AA6DD6" w:rsidP="00AA6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9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6DD6" w:rsidRDefault="00AA6DD6" w:rsidP="00AA6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9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DD6" w:rsidRDefault="00AA6DD6" w:rsidP="00AA6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9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6DD6" w:rsidRDefault="00AA6DD6" w:rsidP="00AA6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9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DD6" w:rsidRDefault="00AA6DD6" w:rsidP="00AA6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0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6DD6" w:rsidRDefault="00AA6DD6" w:rsidP="00AA6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0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DD6" w:rsidRDefault="00AA6DD6" w:rsidP="00AA6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0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6DD6" w:rsidRDefault="00AA6DD6" w:rsidP="00AA6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0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DD6" w:rsidRDefault="00AA6DD6" w:rsidP="00AA6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0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6DD6" w:rsidRDefault="00AA6DD6" w:rsidP="00AA6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0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DD6" w:rsidRDefault="00AA6DD6" w:rsidP="00AA6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0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DD6" w:rsidRDefault="00AA6DD6" w:rsidP="00AA6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0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DD6" w:rsidRDefault="00AA6DD6" w:rsidP="00AA6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0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DD6" w:rsidRDefault="00AA6DD6" w:rsidP="00AA6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0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DD6" w:rsidRDefault="00AA6DD6" w:rsidP="00AA6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1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DD6" w:rsidRDefault="00AA6DD6" w:rsidP="00AA6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1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DD6" w:rsidRDefault="00AA6DD6" w:rsidP="00AA6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1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DD6" w:rsidRDefault="00AA6DD6" w:rsidP="00AA6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1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DD6" w:rsidRDefault="00AA6DD6" w:rsidP="00AA6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1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6DD6" w:rsidRDefault="00AA6DD6" w:rsidP="00AA6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4984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fm8sIA&#10;AADeAAAADwAAAGRycy9kb3ducmV2LnhtbERPTYvCMBC9C/6HMII3TdVVu12jiLjiQRDd9T40Y1ts&#10;JqWJWv+9EQRv83ifM1s0phQ3ql1hWcGgH4EgTq0uOFPw//fbi0E4j6yxtEwKHuRgMW+3Zphoe+cD&#10;3Y4+EyGEXYIKcu+rREqX5mTQ9W1FHLizrQ36AOtM6hrvIdyUchhFE2mw4NCQY0WrnNLL8WoU2NFm&#10;uztlw8NozVPPy318PjU7pbqdZvkDwlPjP+K3e6vD/K/veAyvd8INc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J+by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A6DD6" w:rsidRDefault="00AA6DD6" w:rsidP="00AA6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HKJscA&#10;AADeAAAADwAAAGRycy9kb3ducmV2LnhtbERPTWsCMRC9C/6HMIVepGZbylZXoxRhW+uhoC30OmzG&#10;zdbNZElSXf31TaHgbR7vc+bL3rbiSD40jhXcjzMQxJXTDdcKPj/KuwmIEJE1to5JwZkCLBfDwRwL&#10;7U68peMu1iKFcChQgYmxK6QMlSGLYew64sTtnbcYE/S11B5PKdy28iHLcmmx4dRgsKOVoeqw+7EK&#10;vst387V6urz40XRLl1G5eW3fcqVub/rnGYhIfbyK/91rneY/Tic5/L2Tbp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wxyib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A6DD6" w:rsidRDefault="00AA6DD6" w:rsidP="00AA6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7LvMYA&#10;AADeAAAADwAAAGRycy9kb3ducmV2LnhtbESP3YrCMBCF74V9hzALeyOariv+VKOIrCLeiD8PMDRj&#10;U2wmpcna7tsbQfBuhnPmfGfmy9aW4k61Lxwr+O4nIIgzpwvOFVzOm94EhA/IGkvHpOCfPCwXH505&#10;pto1fKT7KeQihrBPUYEJoUql9Jkhi77vKuKoXV1tMcS1zqWusYnhtpSDJBlJiwVHgsGK1oay2+nP&#10;RsjhBw/7a3PebFts8HdvuLs6KvX12a5mIAK14W1+Xe90rD+cTsbwfCfOIB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W7LvM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A6DD6" w:rsidRDefault="00AA6DD6" w:rsidP="00AA6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VK9McA&#10;AADeAAAADwAAAGRycy9kb3ducmV2LnhtbESPQUsDQQyF74L/YYjgzc5aaq1rp0WqgggerIJ4Czvp&#10;7uJOZpiJ3fXfm4PgLeG9vPdlvZ3CYI6USx/ZweWsAkPcRN9z6+D97fFiBaYIsschMjn4oQLbzenJ&#10;GmsfR36l415aoyFcanTQiaTa2tJ0FLDMYiJW7RBzQNE1t9ZnHDU8DHZeVUsbsGdt6DDRrqPma/8d&#10;HLyMD+n5enl1SJ95Mbfl3svHTpw7P5vubsEITfJv/rt+8oq/uFkpr76jM9jN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l1SvT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A6DD6" w:rsidRDefault="00AA6DD6" w:rsidP="00AA6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36VccA&#10;AADeAAAADwAAAGRycy9kb3ducmV2LnhtbESPwWrDMBBE74H+g9hALyGR24aQuFGCKXUpvpgk/YDF&#10;2lgm1spYqu3+fVUo5LbLzM6b3R8n24qBet84VvC0SkAQV043XCv4uuTLLQgfkDW2jknBD3k4Hh5m&#10;e0y1G/lEwznUIoawT1GBCaFLpfSVIYt+5TriqF1dbzHEta+l7nGM4baVz0mykRYbjgSDHb0Zqm7n&#10;bxsh5QuWxXW85B8TjvheGF5kJ6Ue51P2CiLQFO7m/+tPHeuvd9sd/L0TZ5CH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O9+lX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A6DD6" w:rsidRDefault="00AA6DD6" w:rsidP="00AA6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rQL8cA&#10;AADeAAAADwAAAGRycy9kb3ducmV2LnhtbESPQUsDQQyF74L/YYjgzc5aarVrp0WqgggerIJ4Czvp&#10;7uJOZpiJ3fXfm4PgLSEv771vvZ3CYI6USx/ZweWsAkPcRN9z6+D97fHiBkwRZI9DZHLwQwW2m9OT&#10;NdY+jvxKx720Rk241OigE0m1taXpKGCZxUSst0PMAUXX3FqfcVTzMNh5VS1twJ41ocNEu46ar/13&#10;cPAyPqTn6+XVIX3mxdyWey8fO3Hu/Gy6uwUjNMm/+O/7yWv9xWqlAIqjM9jN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La0C/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A6DD6" w:rsidRDefault="00AA6DD6" w:rsidP="00AA6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NoXcUA&#10;AADeAAAADwAAAGRycy9kb3ducmV2LnhtbERP32vCMBB+H/g/hBP2IjN1bmNWo0whKDgYc4O9Hs3Z&#10;FptLSTJb/3szEPZ2H9/PW6x624gz+VA7VjAZZyCIC2dqLhV8f+mHVxAhIhtsHJOCCwVYLQd3C8yN&#10;6/iTzodYihTCIUcFVYxtLmUoKrIYxq4lTtzReYsxQV9K47FL4baRj1n2Ii3WnBoqbGlTUXE6/FoF&#10;64+unPpRse7d/rj9edba6Het1P2wf5uDiNTHf/HNvTNp/tNsNoG/d9INc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k2hd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A6DD6" w:rsidRDefault="00AA6DD6" w:rsidP="00AA6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G81cIA&#10;AADeAAAADwAAAGRycy9kb3ducmV2LnhtbERP3WrCMBS+H/gO4Qi7m6lFh1ajiFIY4s3cHuDQHJtq&#10;c1KSWLu3XwYD787H93vW28G2oicfGscKppMMBHHldMO1gu+v8m0BIkRkja1jUvBDAbab0csaC+0e&#10;/En9OdYihXAoUIGJsSukDJUhi2HiOuLEXZy3GBP0tdQeHynctjLPsndpseHUYLCjvaHqdr5bBeUx&#10;P/W3u/al2w0zS3NzXRyMUq/jYbcCEWmIT/G/+0On+bPlMoe/d9IN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cbzV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A6DD6" w:rsidRDefault="00AA6DD6" w:rsidP="00AA6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1TscUA&#10;AADeAAAADwAAAGRycy9kb3ducmV2LnhtbERP32vCMBB+H+x/CCfsZWjqdDKrUXQQJjgYc4KvR3O2&#10;Zc2lJJnt/nsjDPZ2H9/PW65724gL+VA7VjAeZSCIC2dqLhUcv/TwBUSIyAYbx6TglwKsV/d3S8yN&#10;6/iTLodYihTCIUcFVYxtLmUoKrIYRq4lTtzZeYsxQV9K47FL4baRT1k2kxZrTg0VtvRaUfF9+LEK&#10;th9dOfGPxbZ3+/Pb6Vlro9+1Ug+DfrMAEamP/+I/986k+dP5fAK3d9IN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DVOx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A6DD6" w:rsidRDefault="00AA6DD6" w:rsidP="00AA6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SBOsMA&#10;AADeAAAADwAAAGRycy9kb3ducmV2LnhtbERP3WrCMBS+F3yHcITdaTrpRLtGEaUwxm50e4BDc9Z0&#10;bU5KEmv39stgsLvz8f2e8jDZXozkQ+tYweMqA0FcO91yo+DjvVpuQYSIrLF3TAq+KcBhP5+VWGh3&#10;5wuN19iIFMKhQAUmxqGQMtSGLIaVG4gT9+m8xZigb6T2eE/htpfrLNtIiy2nBoMDnQzV3fVmFVSv&#10;67exu2lfueOUW3oyX9uzUephMR2fQUSa4r/4z/2i0/x8t8vh9510g9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SBO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A6DD6" w:rsidRDefault="00AA6DD6" w:rsidP="00AA6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a6ScIA&#10;AADeAAAADwAAAGRycy9kb3ducmV2LnhtbERPzWqDQBC+F/oOyxRya1bbWBrjKqGQkBxr+wCDO1HR&#10;nTXuVs3bZwuF3ubj+52sWEwvJhpda1lBvI5AEFdWt1wr+P46PL+DcB5ZY2+ZFNzIQZE/PmSYajvz&#10;J02lr0UIYZeigsb7IZXSVQ0ZdGs7EAfuYkeDPsCxlnrEOYSbXr5E0Zs02HJoaHCgj4aqrvwxCja3&#10;+Xgtky46aEPx+XU4s68SpVZPy34HwtPi/8V/7pMO8zfbbQK/74QbZH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VrpJ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A6DD6" w:rsidRDefault="00AA6DD6" w:rsidP="00AA6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YykcQA&#10;AADeAAAADwAAAGRycy9kb3ducmV2LnhtbERPS2uDQBC+F/IflgnkVtdIkWrdhBBJCT215nEe3IlK&#10;3VlxN4n5991Cobf5+J5TrCfTixuNrrOsYBnFIIhrqztuFBwPu+dXEM4ja+wtk4IHOVivZk8F5tre&#10;+YtulW9ECGGXo4LW+yGX0tUtGXSRHYgDd7GjQR/g2Eg94j2Em14mcZxKgx2HhhYH2rZUf1dXo+Ca&#10;npMjXz70Z1U+3rNyt3Hy1Ci1mE+bNxCeJv8v/nPvdZj/kmUp/L4Tbp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GMpH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A6DD6" w:rsidRDefault="00AA6DD6" w:rsidP="00AA6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UnF8YA&#10;AADeAAAADwAAAGRycy9kb3ducmV2LnhtbERPS2vCQBC+F/oflil4q5tWiSZ1lSoU1EPF18HbNDtN&#10;0mZn0+yq8d+7BcHbfHzPGU1aU4kTNa60rOClG4EgzqwuOVew2348D0E4j6yxskwKLuRgMn58GGGq&#10;7ZnXdNr4XIQQdikqKLyvUyldVpBB17U1ceC+bWPQB9jkUjd4DuGmkq9RFEuDJYeGAmuaFZT9bo5G&#10;wX41jJPVdNH/WX5+Yc/ov4MuY6U6T+37GwhPrb+Lb+65DvP7STKA/3fCDXJ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6UnF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A6DD6" w:rsidRDefault="00AA6DD6" w:rsidP="00AA6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Mk8cYA&#10;AADeAAAADwAAAGRycy9kb3ducmV2LnhtbESPT2vCQBDF7wW/wzJCb3WjFdHoKralWjz5D7wO2TEJ&#10;ZmdDdquxn945FLzN8N6895vZonWVulITSs8G+r0EFHHmbcm5gePh+20MKkRki5VnMnCnAIt552WG&#10;qfU33tF1H3MlIRxSNFDEWKdah6wgh6Hna2LRzr5xGGVtcm0bvEm4q/QgSUbaYcnSUGBNnwVll/2v&#10;M/A3OuE2rAcfX+820n04XvnNdmXMa7ddTkFFauPT/H/9YwV/OJkIr7wjM+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sMk8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A6DD6" w:rsidRDefault="00AA6DD6" w:rsidP="00AA6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boxMMA&#10;AADeAAAADwAAAGRycy9kb3ducmV2LnhtbERPzWrCQBC+C32HZQq9mY0SpYmuUooFb2raBxiy000w&#10;OxuzW019elcQvM3H9zvL9WBbcabeN44VTJIUBHHldMNGwc/31/gdhA/IGlvHpOCfPKxXL6MlFtpd&#10;+EDnMhgRQ9gXqKAOoSuk9FVNFn3iOuLI/breYoiwN1L3eInhtpXTNJ1Liw3Hhho7+qypOpZ/VsHJ&#10;TWd6KDe4O27yfWNMdroeMqXeXoePBYhAQ3iKH+6tjvOzPM/h/k68Qa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7box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A6DD6" w:rsidRDefault="00AA6DD6" w:rsidP="00AA6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4fIsYA&#10;AADeAAAADwAAAGRycy9kb3ducmV2LnhtbESPT08CMRDF7yR+h2ZMvEmrhn8LhaCJCVfQA8ehHXYX&#10;t9NlW2H10zsHE24zmTfvvd9i1YdGXahLdWQLT0MDithFX3Np4fPj/XEKKmVkj01ksvBDCVbLu8EC&#10;Cx+vvKXLLpdKTDgVaKHKuS20Tq6igGkYW2K5HWMXMMvaldp3eBXz0OhnY8Y6YM2SUGFLbxW5r913&#10;sLCpDzQau+MsTF/ddv97zi+Tk7f24b5fz0Fl6vNN/P+98VJ/ZIwACI7Mo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B4fI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A6DD6" w:rsidRDefault="00AA6DD6" w:rsidP="00AA6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NDbsUA&#10;AADeAAAADwAAAGRycy9kb3ducmV2LnhtbERPXWsCMRB8L/gfwgp9q4lCpZ5GUaHQYiv4gb4ul/Vy&#10;eNkcl/Q8/31TKPg2u7MzszNbdK4SLTWh9KxhOFAgiHNvSi40HA/vL28gQkQ2WHkmDXcKsJj3nmaY&#10;GX/jHbX7WIhkwiFDDTbGOpMy5JYchoGviRN38Y3DmMamkKbBWzJ3lRwpNZYOS04JFmtaW8qv+x+n&#10;ocXtXZ3t6nvyWX7lo+3qtDFpr5/73XIKIlIXH8f/6g+T3n9Vagh/dRIG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c0Nu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A6DD6" w:rsidRDefault="00AA6DD6" w:rsidP="00AA6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wCg8IA&#10;AADeAAAADwAAAGRycy9kb3ducmV2LnhtbERPTUsDMRC9C/0PYQrebNIFRdamRYQWj7p68Dhupput&#10;m5klid3VX28Ewds83udsdnMY1Jli6oUtrFcGFHErrufOwuvL/uoWVMrIDgdhsvBFCXbbxcUGaycT&#10;P9O5yZ0qIZxqtOBzHmutU+spYFrJSFy4o8SAucDYaRdxKuFh0JUxNzpgz6XB40gPntqP5jNYmA7t&#10;+6k6vjn/HUfZN09yqgax9nI539+ByjTnf/Gf+9GV+dfGVPD7TrlBb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rAKD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A6DD6" w:rsidRDefault="00AA6DD6" w:rsidP="00AA6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i3D8UA&#10;AADeAAAADwAAAGRycy9kb3ducmV2LnhtbERP22oCMRB9L/gPYYS+1USLrWyN4qWCiKVo2/fpZrq7&#10;mkyWTarr3xuh0Lc5nOuMp62z4kRNqDxr6PcUCOLcm4oLDZ8fq4cRiBCRDVrPpOFCAaaTzt0YM+PP&#10;vKPTPhYihXDIUEMZY51JGfKSHIaer4kT9+MbhzHBppCmwXMKd1YOlHqSDitODSXWtCgpP+5/nYbV&#10;+9IeBm+72ZeMi9fnbzvazJdbre+77ewFRKQ2/ov/3GuT5g+VeoTbO+kGOb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GLcP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A6DD6" w:rsidRDefault="00AA6DD6" w:rsidP="00AA6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fy78UA&#10;AADeAAAADwAAAGRycy9kb3ducmV2LnhtbERP22rCQBB9F/yHZYS+SN2trUXSbEQKokIL3qCvY3ZM&#10;gtnZkN3G9O/dQqFvczjXSRe9rUVHra8ca3iaKBDEuTMVFxpOx9XjHIQPyAZrx6ThhzwssuEgxcS4&#10;G++pO4RCxBD2CWooQ2gSKX1ekkU/cQ1x5C6utRgibAtpWrzFcFvLqVKv0mLFsaHEht5Lyq+Hb6uh&#10;232ci03nm+11Pvaz5/N6/Wm+tH4Y9cs3EIH68C/+c29MnD9T6gV+34k3y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B/Lv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A6DD6" w:rsidRDefault="00AA6DD6" w:rsidP="00AA6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cpacUA&#10;AADeAAAADwAAAGRycy9kb3ducmV2LnhtbERPS2sCMRC+C/6HMIXeNKl0i90aRYWCF6E+DvU2bqa7&#10;i5vJmqS6+uubQqG3+fieM5l1thEX8qF2rOFpqEAQF87UXGrY794HYxAhIhtsHJOGGwWYTfu9CebG&#10;XXlDl20sRQrhkKOGKsY2lzIUFVkMQ9cSJ+7LeYsxQV9K4/Gawm0jR0q9SIs1p4YKW1pWVJy231bD&#10;4nW8OH888/q+OR7o8Hk8ZSOvtH586OZvICJ18V/8516ZND9TKoPfd9INcv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JylpxQAAAN4AAAAPAAAAAAAAAAAAAAAAAJgCAABkcnMv&#10;ZG93bnJldi54bWxQSwUGAAAAAAQABAD1AAAAigMAAAAA&#10;" fillcolor="black" stroked="f">
                  <v:textbox>
                    <w:txbxContent>
                      <w:p w:rsidR="00AA6DD6" w:rsidRDefault="00AA6DD6" w:rsidP="00AA6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a5HscA&#10;AADeAAAADwAAAGRycy9kb3ducmV2LnhtbESPT2sCMRDF7wW/Qxiht5pVUGQ1SrUVCurBP4cep5vp&#10;btjNZNlEXf30RhC8zfDe+82b6by1lThT441jBf1eAoI4c9pwruB4WH2MQfiArLFyTAqu5GE+67xN&#10;MdXuwjs670MuIoR9igqKEOpUSp8VZNH3XE0ctX/XWAxxbXKpG7xEuK3kIElG0qLheKHAmpYFZeX+&#10;ZBX8rkdmvDM0+NvcFt96MywX269Sqfdu+zkBEagNL/Mz/aNj/WFEwuOdOIOc3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02uR7HAAAA3g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A6DD6" w:rsidRDefault="00AA6DD6" w:rsidP="00AA6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hxt8QA&#10;AADeAAAADwAAAGRycy9kb3ducmV2LnhtbERPTWsCMRC9F/ofwgjeamKhVVajSEuplx6qLV6HzbhZ&#10;dzPZJlFXf30jFHqbx/uc+bJ3rThRiLVnDeORAkFcelNzpeFr+/YwBRETssHWM2m4UITl4v5ujoXx&#10;Z/6k0yZVIodwLFCDTakrpIylJYdx5DvizO19cJgyDJU0Ac853LXyUaln6bDm3GCxoxdLZbM5Og1h&#10;tXttrnz8btT14xLfD/3PFK3Ww0G/moFI1Kd/8Z97bfL8J6UmcHsn3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ocbf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A6DD6" w:rsidRDefault="00AA6DD6" w:rsidP="00AA6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ZTjsYA&#10;AADeAAAADwAAAGRycy9kb3ducmV2LnhtbESP3UoDQQyF7wXfYUihN2JnLPi3dlpEEAoWobUPEHfi&#10;7tKZzLIT261Pby4E7xLOyTlfFqsxRXOkoXSZPdzMHBjiOoeOGw/7j9frBzBFkAPGzOThTAVWy8uL&#10;BVYhn3hLx500RkO4VOihFekra0vdUsIyyz2xal95SCi6Do0NA540PEU7d+7OJuxYG1rs6aWl+rD7&#10;Th7i/DM+vt2XjZz3duN+kmyv3oP308n4/ARGaJR/89/1Oij+rXPKq+/oDHb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sZTjsYAAADe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A6DD6" w:rsidRDefault="00AA6DD6" w:rsidP="00AA6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q3T8QA&#10;AADeAAAADwAAAGRycy9kb3ducmV2LnhtbERPTWsCMRC9F/wPYQq91aRCpd0apVaEvXhwtXgdN9PN&#10;0mSybFJd/fWmUOhtHu9zZovBO3GiPraBNTyNFQjiOpiWGw373frxBURMyAZdYNJwoQiL+ehuhoUJ&#10;Z97SqUqNyCEcC9RgU+oKKWNtyWMch444c1+h95gy7BtpejzncO/kRKmp9NhybrDY0Yel+rv68RpW&#10;Vecm+9Iu4+Fzczy68rqmw0rrh/vh/Q1EoiH9i//cpcnzn5V6hd938g1y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at0/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A6DD6" w:rsidRDefault="00AA6DD6" w:rsidP="00AA6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w6OcYA&#10;AADeAAAADwAAAGRycy9kb3ducmV2LnhtbESPT2sCMRDF7wW/Qxiht5pYqMrWKFIqCD3VP4fehmTc&#10;Xd1Mlk3qbr995yB4m2HevPd+y/UQGnWjLtWRLUwnBhSxi77m0sLxsH1ZgEoZ2WMTmSz8UYL1avS0&#10;xMLHnr/pts+lEhNOBVqocm4LrZOrKGCaxJZYbufYBcyydqX2HfZiHhr9asxMB6xZEips6aMid93/&#10;BguXrf6KzqA7HU/9zs9/PmfUGGufx8PmHVSmIT/E9++dl/pvZioAgiMz6N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7w6Oc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A6DD6" w:rsidRDefault="00AA6DD6" w:rsidP="00AA6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hsxcQA&#10;AADeAAAADwAAAGRycy9kb3ducmV2LnhtbERPTWvCQBC9F/wPywje6iZKi0Q3QYVCafFQLeJxzI5J&#10;SHY27K6a/nu3UOhtHu9zVsVgOnEj5xvLCtJpAoK4tLrhSsH34e15AcIHZI2dZVLwQx6KfPS0wkzb&#10;O3/RbR8qEUPYZ6igDqHPpPRlTQb91PbEkbtYZzBE6CqpHd5juOnkLElepcGGY0ONPW1rKtv91Sg4&#10;XT/5spt/rN0mHO1w8O3svGiVmoyH9RJEoCH8i//c7zrOf0nSFH7fiTfI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YbMX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A6DD6" w:rsidRDefault="00AA6DD6" w:rsidP="00AA6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cnwMUA&#10;AADeAAAADwAAAGRycy9kb3ducmV2LnhtbERPTWsCMRC9F/ofwgjeauKiRVej1ILQS0FtD/U2bsbd&#10;xc1km0Td9tc3gtDbPN7nzJedbcSFfKgdaxgOFAjiwpmaSw2fH+unCYgQkQ02jknDDwVYLh4f5pgb&#10;d+UtXXaxFCmEQ44aqhjbXMpQVGQxDFxLnLij8xZjgr6UxuM1hdtGZko9S4s1p4YKW3qtqDjtzlbD&#10;ajpZfW9G/P67Pexp/3U4jTOvtO73upcZiEhd/Bff3W8mzR+rYQa3d9IN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FyfAxQAAAN4AAAAPAAAAAAAAAAAAAAAAAJgCAABkcnMv&#10;ZG93bnJldi54bWxQSwUGAAAAAAQABAD1AAAAigMAAAAA&#10;" fillcolor="black" stroked="f">
                  <v:textbox>
                    <w:txbxContent>
                      <w:p w:rsidR="00AA6DD6" w:rsidRDefault="00AA6DD6" w:rsidP="00AA6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2J8cMA&#10;AADeAAAADwAAAGRycy9kb3ducmV2LnhtbERPS0sDMRC+F/wPYQRv3WwtFVmblqUgiqftQ7xON+Nm&#10;cTNZkpiu/74RBG/z8T1nvZ3sIBL50DtWsChKEMSt0z13Ck7H5/kjiBCRNQ6OScEPBdhubmZrrLS7&#10;8J7SIXYih3CoUIGJcaykDK0hi6FwI3HmPp23GDP0ndQeLzncDvK+LB+kxZ5zg8GRdobar8O3VZDO&#10;u6Zepo9k9m++7rxrXt7PjVJ3t1P9BCLSFP/Ff+5XneevysUSft/JN8jN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2J8c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A6DD6" w:rsidRDefault="00AA6DD6" w:rsidP="00AA6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hVjMUA&#10;AADeAAAADwAAAGRycy9kb3ducmV2LnhtbERPTWvCQBC9F/wPywje6ibFio2uUkRL7aU1LdTjkB2z&#10;wexsyG5j9Ne7hUJv83ifs1j1thYdtb5yrCAdJyCIC6crLhV8fW7vZyB8QNZYOyYFF/KwWg7uFphp&#10;d+Y9dXkoRQxhn6ECE0KTSekLQxb92DXEkTu61mKIsC2lbvEcw20tH5JkKi1WHBsMNrQ2VJzyH6vA&#10;p+vN95u9PnWHF8Pv+c5MP0qj1GjYP89BBOrDv/jP/arj/MckncDvO/EG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qFWM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A6DD6" w:rsidRDefault="00AA6DD6" w:rsidP="00AA6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A6DD6" w:rsidRDefault="00AA6DD6" w:rsidP="00AA6D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A6DD6" w:rsidRDefault="00AA6DD6" w:rsidP="00AA6DD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A6DD6" w:rsidRDefault="00AA6DD6" w:rsidP="00AA6D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A6DD6" w:rsidRDefault="00AA6DD6" w:rsidP="00AA6D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A6DD6" w:rsidRDefault="00AA6DD6" w:rsidP="00AA6D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AA6DD6" w:rsidRDefault="00AA6DD6" w:rsidP="00AA6DD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AA6DD6" w:rsidRDefault="00AA6DD6" w:rsidP="00AA6D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AA6DD6" w:rsidRDefault="00AA6DD6" w:rsidP="00AA6D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AA6DD6" w:rsidRDefault="00AA6DD6" w:rsidP="00AA6D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A6DD6" w:rsidRDefault="00AA6DD6" w:rsidP="00AA6D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AA6DD6" w:rsidRDefault="00AA6DD6" w:rsidP="00AA6D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A6DD6" w:rsidRDefault="00AA6DD6" w:rsidP="00AA6DD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I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AA6DD6" w:rsidRDefault="00AA6DD6" w:rsidP="00AA6DD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AA6DD6" w:rsidRDefault="00AA6DD6" w:rsidP="00AA6DD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__.07.2021 року                                            Крупець                                                 №___</w:t>
      </w:r>
    </w:p>
    <w:p w:rsidR="00AA6DD6" w:rsidRDefault="00AA6DD6" w:rsidP="00AA6DD6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AA6DD6" w:rsidRDefault="00AA6DD6" w:rsidP="00AA6DD6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AA6DD6" w:rsidRDefault="00AA6DD6" w:rsidP="00AA6D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AA6DD6" w:rsidRDefault="00AA6DD6" w:rsidP="00AA6D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AA6DD6" w:rsidRDefault="00AA6DD6" w:rsidP="00AA6D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Іванюк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С.В.</w:t>
      </w:r>
    </w:p>
    <w:p w:rsidR="00AA6DD6" w:rsidRDefault="00AA6DD6" w:rsidP="00AA6D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AA6DD6" w:rsidRDefault="00AA6DD6" w:rsidP="00AA6D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Іванюк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С.В.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AA6DD6" w:rsidRDefault="00AA6DD6" w:rsidP="00AA6D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AA6DD6" w:rsidRDefault="00AA6DD6" w:rsidP="00AA6DD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A6DD6" w:rsidRDefault="00AA6DD6" w:rsidP="00AA6D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Іванюк Софії Володимирівні,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E92C7B" w:rsidRPr="00E92C7B">
        <w:rPr>
          <w:rFonts w:ascii="Times New Roman" w:eastAsia="Calibri" w:hAnsi="Times New Roman" w:cs="Times New Roman"/>
          <w:sz w:val="24"/>
          <w:lang w:eastAsia="en-US"/>
        </w:rPr>
        <w:t>_</w:t>
      </w:r>
      <w:r w:rsidR="00E92C7B">
        <w:rPr>
          <w:rFonts w:ascii="Times New Roman" w:eastAsia="Calibri" w:hAnsi="Times New Roman" w:cs="Times New Roman"/>
          <w:sz w:val="24"/>
          <w:lang w:val="ru-RU" w:eastAsia="en-US"/>
        </w:rPr>
        <w:t>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0,5500 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район, за межами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с.Дідова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Гора.кадастровий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номер6823984700:04:021:0023</w:t>
      </w:r>
    </w:p>
    <w:p w:rsidR="00AA6DD6" w:rsidRDefault="00AA6DD6" w:rsidP="00AA6D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Іванюк С.В,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AA6DD6" w:rsidRDefault="00AA6DD6" w:rsidP="00AA6D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AA6DD6" w:rsidRDefault="00AA6DD6" w:rsidP="00AA6DD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A6DD6" w:rsidRDefault="00AA6DD6" w:rsidP="00AA6D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A6DD6" w:rsidRDefault="00AA6DD6" w:rsidP="00AA6D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A6DD6" w:rsidRDefault="00AA6DD6" w:rsidP="00AA6D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A6DD6" w:rsidRDefault="00AA6DD6" w:rsidP="00AA6D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A6DD6" w:rsidRPr="00AA6DD6" w:rsidRDefault="00AA6DD6" w:rsidP="00AA6D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 w:eastAsia="en-US"/>
        </w:rPr>
      </w:pPr>
    </w:p>
    <w:p w:rsidR="005450E6" w:rsidRPr="00AA6DD6" w:rsidRDefault="00AA6DD6" w:rsidP="00AA6DD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5450E6" w:rsidRPr="00AA6DD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DD6"/>
    <w:rsid w:val="005450E6"/>
    <w:rsid w:val="00AA6DD6"/>
    <w:rsid w:val="00E9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DD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DD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247</Words>
  <Characters>1414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2021-07-19T05:46:00Z</dcterms:created>
  <dcterms:modified xsi:type="dcterms:W3CDTF">2021-07-19T06:33:00Z</dcterms:modified>
</cp:coreProperties>
</file>