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F28" w:rsidRDefault="00115F28" w:rsidP="00115F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B9A7A6" wp14:editId="15617747">
                <wp:simplePos x="0" y="0"/>
                <wp:positionH relativeFrom="margin">
                  <wp:posOffset>3002915</wp:posOffset>
                </wp:positionH>
                <wp:positionV relativeFrom="paragraph">
                  <wp:posOffset>153670</wp:posOffset>
                </wp:positionV>
                <wp:extent cx="410210" cy="635635"/>
                <wp:effectExtent l="0" t="0" r="8890" b="0"/>
                <wp:wrapNone/>
                <wp:docPr id="15449" name="Группа 154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45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F28" w:rsidRDefault="00115F28" w:rsidP="00115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5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5F28" w:rsidRDefault="00115F28" w:rsidP="00115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5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F28" w:rsidRDefault="00115F28" w:rsidP="00115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5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5F28" w:rsidRDefault="00115F28" w:rsidP="00115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5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F28" w:rsidRDefault="00115F28" w:rsidP="00115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5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5F28" w:rsidRDefault="00115F28" w:rsidP="00115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5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F28" w:rsidRDefault="00115F28" w:rsidP="00115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5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5F28" w:rsidRDefault="00115F28" w:rsidP="00115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5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F28" w:rsidRDefault="00115F28" w:rsidP="00115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5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5F28" w:rsidRDefault="00115F28" w:rsidP="00115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6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F28" w:rsidRDefault="00115F28" w:rsidP="00115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6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5F28" w:rsidRDefault="00115F28" w:rsidP="00115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6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F28" w:rsidRDefault="00115F28" w:rsidP="00115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6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5F28" w:rsidRDefault="00115F28" w:rsidP="00115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6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F28" w:rsidRDefault="00115F28" w:rsidP="00115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6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5F28" w:rsidRDefault="00115F28" w:rsidP="00115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6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F28" w:rsidRDefault="00115F28" w:rsidP="00115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6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5F28" w:rsidRDefault="00115F28" w:rsidP="00115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6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F28" w:rsidRDefault="00115F28" w:rsidP="00115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6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5F28" w:rsidRDefault="00115F28" w:rsidP="00115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7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F28" w:rsidRDefault="00115F28" w:rsidP="00115F28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7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F28" w:rsidRDefault="00115F28" w:rsidP="00115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7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F28" w:rsidRDefault="00115F28" w:rsidP="00115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7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F28" w:rsidRDefault="00115F28" w:rsidP="00115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7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F28" w:rsidRDefault="00115F28" w:rsidP="00115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7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F28" w:rsidRDefault="00115F28" w:rsidP="00115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7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F28" w:rsidRDefault="00115F28" w:rsidP="00115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7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F28" w:rsidRDefault="00115F28" w:rsidP="00115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7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F28" w:rsidRDefault="00115F28" w:rsidP="00115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7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F28" w:rsidRDefault="00115F28" w:rsidP="00115F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449" o:spid="_x0000_s1026" style="position:absolute;left:0;text-align:left;margin-left:236.45pt;margin-top:12.1pt;width:32.3pt;height:50.05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toI8UA&#10;AADeAAAADwAAAGRycy9kb3ducmV2LnhtbESPS4vCQBCE74L/YWhhbzrxLdFRRHYXD4L4ujeZNglm&#10;ekJmVrP/3j4s7K2brq6qb7VpXaWe1ITSs4HhIAFFnHlbcm7gevnqL0CFiGyx8kwGfinAZt3trDC1&#10;/sUnep5jrsSEQ4oGihjrVOuQFeQwDHxNLLe7bxxGWZtc2wZfYu4qPUqSmXZYsiQUWNOuoOxx/nEG&#10;/Ph7f7jlo9P4k+eRt8fF/dYejPnotdslqEht/Bf/fe+t1J9OpgIgODKDXr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m2gj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15F28" w:rsidRDefault="00115F28" w:rsidP="00115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N/G8cA&#10;AADeAAAADwAAAGRycy9kb3ducmV2LnhtbERPS0sDMRC+C/6HMIKX0mYr9uHatJTCqvUg9AG9Dptx&#10;s3YzWZLYrv31Rih4m4/vObNFZxtxIh9qxwqGgwwEcel0zZWC/a7oT0GEiKyxcUwKfijAYn57M8Nc&#10;uzNv6LSNlUghHHJUYGJscylDachiGLiWOHGfzluMCfpKao/nFG4b+ZBlY2mx5tRgsKWVofK4/bYK&#10;vooPc1hNLi++97ShS694f23WY6Xu77rlM4hIXfwXX91vOs0fPY6G8PdOukH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4Tfxv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15F28" w:rsidRDefault="00115F28" w:rsidP="00115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JFbcYA&#10;AADeAAAADwAAAGRycy9kb3ducmV2LnhtbESP0WrCQBBF3wv+wzJCX0rdaGsp0TUEMVLyImo/YMiO&#10;2WB2NmRXk/69Wyj0bYZ7554762y0rbhT7xvHCuazBARx5XTDtYLvc/H6CcIHZI2tY1LwQx6yzeRp&#10;jal2Ax/pfgq1iCHsU1RgQuhSKX1lyKKfuY44ahfXWwxx7WupexxiuG3lIkk+pMWGI8FgR1tD1fV0&#10;sxFyeMNDeRnOxX7EAXel4Zf8qNTzdMxXIAKN4d/8d/2lY/3l+3IBv+/EGeTm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NJFb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15F28" w:rsidRDefault="00115F28" w:rsidP="00115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r1zMUA&#10;AADeAAAADwAAAGRycy9kb3ducmV2LnhtbERPTUsDMRC9C/0PYQrebNbarbI2LVIVROihrSDehs10&#10;d3EzCcnYXf+9EQRv83ifs9qMrldniqnzbOB6VoAirr3tuDHwdny+ugOVBNli75kMfFOCzXpyscLK&#10;+oH3dD5Io3IIpwoNtCKh0jrVLTlMMx+IM3fy0aFkGBttIw453PV6XhRL7bDj3NBioG1L9efhyxnY&#10;DU/h9XZZnsJHXMx1erTyvhVjLqfjwz0ooVH+xX/uF5vnl4vyB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GvXM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15F28" w:rsidRDefault="00115F28" w:rsidP="00115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d4gscA&#10;AADeAAAADwAAAGRycy9kb3ducmV2LnhtbESPwWrDMBBE74X+g9hCL6WR2zilOFGMKUkIvpgk/YDF&#10;2lgm1spYSuz+fRUo9LbLzM6bXeWT7cSNBt86VvA2S0AQ10633Cj4Pm1fP0H4gKyxc0wKfshDvn58&#10;WGGm3cgHuh1DI2II+wwVmBD6TEpfG7LoZ64njtrZDRZDXIdG6gHHGG47+Z4kH9Jiy5FgsKcvQ/Xl&#10;eLURUs2xKs/jabubcMRNafilOCj1/DQVSxCBpvBv/rve61h/kS5SuL8TZ5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B3eIL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15F28" w:rsidRDefault="00115F28" w:rsidP="00115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/II8QA&#10;AADeAAAADwAAAGRycy9kb3ducmV2LnhtbERPTUsDMRC9C/0PYQrebNbSrWVtWkqrIIIHq1C8DZvp&#10;7uJmEpKxu/57Iwje5vE+Z70dXa8uFFPn2cDtrABFXHvbcWPg/e3xZgUqCbLF3jMZ+KYE283kao2V&#10;9QO/0uUojcohnCo00IqESutUt+QwzXwgztzZR4eSYWy0jTjkcNfreVEstcOOc0OLgfYt1Z/HL2fg&#10;ZXgIz3fL8hw+4mKu08HKaS/GXE/H3T0ooVH+xX/uJ5vnl4uyh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/yC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15F28" w:rsidRDefault="00115F28" w:rsidP="00115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hLvcUA&#10;AADeAAAADwAAAGRycy9kb3ducmV2LnhtbERP32vCMBB+H/g/hBP2Mmbqtop0RtFBmLDBmAq+Hs3Z&#10;ljWXkmS2/vdGGOztPr6ft1gNthVn8qFxrGA6yUAQl840XCk47PXjHESIyAZbx6TgQgFWy9HdAgvj&#10;ev6m8y5WIoVwKFBBHWNXSBnKmiyGieuIE3dy3mJM0FfSeOxTuG3lU5bNpMWGU0ONHb3VVP7sfq2C&#10;zVdfPfuHcjO4j9P7Mdfa6E+t1P14WL+CiDTEf/Gfe2vS/Pwln8HtnXSD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aEu9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15F28" w:rsidRDefault="00115F28" w:rsidP="00115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Sk2cIA&#10;AADeAAAADwAAAGRycy9kb3ducmV2LnhtbERP3WrCMBS+H/gO4QjezVSxm1SjiFKQsZs5H+DQHJtq&#10;c1KSWOvbL4PB7s7H93vW28G2oicfGscKZtMMBHHldMO1gvN3+boEESKyxtYxKXhSgO1m9LLGQrsH&#10;f1F/irVIIRwKVGBi7AopQ2XIYpi6jjhxF+ctxgR9LbXHRwq3rZxn2Zu02HBqMNjR3lB1O92tgvJj&#10;/tnf7tqXbjcsLOXmujwYpSbjYbcCEWmI/+I/91Gn+fkif4ffd9IN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FKTZ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15F28" w:rsidRDefault="00115F28" w:rsidP="00115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t6VMgA&#10;AADeAAAADwAAAGRycy9kb3ducmV2LnhtbESPT0vDQBDF74LfYRnBi7Qb/6RI2m2xwqKgIG2FXofs&#10;NAlmZ8Pu2sRv7xwEbzO8N+/9ZrWZfK/OFFMX2MDtvABFXAfXcWPg82Bnj6BSRnbYByYDP5Rgs768&#10;WGHlwsg7Ou9zoySEU4UG2pyHSutUt+QxzcNALNopRI9Z1thoF3GUcN/ru6JYaI8dS0OLAz23VH/t&#10;v72B7cfY3MebejuFt9PLsbTW2XdrzPXV9LQElWnK/+a/61cn+OVDKbzyjsyg1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u3pU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15F28" w:rsidRDefault="00115F28" w:rsidP="00115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eVMMIA&#10;AADeAAAADwAAAGRycy9kb3ducmV2LnhtbERP3WrCMBS+H/gO4QjezVSxQ6tRRCnI2M3cHuDQHJtq&#10;c1KSWOvbL4PB7s7H93s2u8G2oicfGscKZtMMBHHldMO1gu+v8nUJIkRkja1jUvCkALvt6GWDhXYP&#10;/qT+HGuRQjgUqMDE2BVShsqQxTB1HXHiLs5bjAn6WmqPjxRuWznPsjdpseHUYLCjg6Hqdr5bBeX7&#10;/KO/3bUv3X5YWMrNdXk0Sk3Gw34NItIQ/8V/7pNO8/NFvoLfd9IN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x5Uw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15F28" w:rsidRDefault="00115F28" w:rsidP="00115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9o+MMA&#10;AADeAAAADwAAAGRycy9kb3ducmV2LnhtbESPQYvCQAyF7wv+hyGCt3XqakWqo4ig6HG7+wNCJ7bF&#10;TqZ2Zm399+Yg7C0hL++9b7MbXKMe1IXas4HZNAFFXHhbc2ng9+f4uQIVIrLFxjMZeFKA3Xb0scHM&#10;+p6/6ZHHUokJhwwNVDG2mdahqMhhmPqWWG5X3zmMsnalth32Yu4a/ZUkS+2wZkmosKVDRcUt/3MG&#10;Fs/+dM/TW3K0jmaXeXvhWKTGTMbDfg0q0hD/xe/vs5X66WIpAIIjM+jt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19o+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15F28" w:rsidRDefault="00115F28" w:rsidP="00115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HbzMMA&#10;AADeAAAADwAAAGRycy9kb3ducmV2LnhtbERPTYvCMBC9C/sfwix4s6myFrcaRVYU8aRd9Tw0Y1ts&#10;JqWJWv+9WVjwNo/3ObNFZ2pxp9ZVlhUMoxgEcW51xYWC4+96MAHhPLLG2jIpeJKDxfyjN8NU2wcf&#10;6J75QoQQdikqKL1vUildXpJBF9mGOHAX2xr0AbaF1C0+Qrip5SiOE2mw4tBQYkM/JeXX7GYU3JLz&#10;6MiXnd5nq+fme7VeOnkqlOp/dsspCE+df4v/3Vsd5o+/kiH8vRNu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Hbz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15F28" w:rsidRDefault="00115F28" w:rsidP="00115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z1psYA&#10;AADeAAAADwAAAGRycy9kb3ducmV2LnhtbERPS2vCQBC+F/wPywje6sZHg01dRQXB9mCorQdv0+yY&#10;pM3OxuxW4793hUJv8/E9ZzpvTSXO1LjSsoJBPwJBnFldcq7g82P9OAHhPLLGyjIpuJKD+azzMMVE&#10;2wu/03nncxFC2CWooPC+TqR0WUEGXd/WxIE72sagD7DJpW7wEsJNJYdRFEuDJYeGAmtaFZT97H6N&#10;gn06iZ/T5ev4+237hSOjTwddxkr1uu3iBYSn1v+L/9wbHeY/jeMh3N8JN8j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z1p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15F28" w:rsidRDefault="00115F28" w:rsidP="00115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nHqcMA&#10;AADeAAAADwAAAGRycy9kb3ducmV2LnhtbERPS4vCMBC+L/gfwgje1nR9FKlG8YG6ePKxsNehGduy&#10;zaQ0Uau/3iwI3ubje85k1phSXKl2hWUFX90IBHFqdcGZgp/T+nMEwnlkjaVlUnAnB7Np62OCibY3&#10;PtD16DMRQtglqCD3vkqkdGlOBl3XVsSBO9vaoA+wzqSu8RbCTSl7URRLgwWHhhwrWuaU/h0vRsEj&#10;/sW92/YWq772dB+MNna33yjVaTfzMQhPjX+LX+5vHeYPB3Ef/t8JN8jp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hnHq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15F28" w:rsidRDefault="00115F28" w:rsidP="00115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k2c8IA&#10;AADeAAAADwAAAGRycy9kb3ducmV2LnhtbERPzYrCMBC+C75DGMGbpitVtGsUERf25lp9gKEZ02Iz&#10;qU1W6z69WRC8zcf3O8t1Z2txo9ZXjhV8jBMQxIXTFRsFp+PXaA7CB2SNtWNS8CAP61W/t8RMuzsf&#10;6JYHI2II+wwVlCE0mZS+KMmiH7uGOHJn11oMEbZG6hbvMdzWcpIkM2mx4thQYkPbkopL/msVXN1k&#10;qrt8h/vLbvFTGZNe/w6pUsNBt/kEEagLb/HL/a3j/Gk6S+H/nXiD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yTZz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15F28" w:rsidRDefault="00115F28" w:rsidP="00115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n1A8QA&#10;AADeAAAADwAAAGRycy9kb3ducmV2LnhtbERPPW/CMBDdkfofrKvERpwWEiDFoBYJiRXagfGwjyRt&#10;fE5jA2l/fV0Jie2e3uctVr1txIU6XztW8JSkIIi1MzWXCj7eN6MZCB+QDTaOScEPeVgtHwYLLIy7&#10;8o4u+1CKGMK+QAVVCG0hpdcVWfSJa4kjd3KdxRBhV0rT4TWG20Y+p2kuLdYcGypsaV2R/tqfrYJt&#10;faQs16e5nb3p3eH3O4ynn0ap4WP/+gIiUB/u4pt7a+L8bJJn8P9OvE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59QP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15F28" w:rsidRDefault="00115F28" w:rsidP="00115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qSo8YA&#10;AADeAAAADwAAAGRycy9kb3ducmV2LnhtbERPXWvCQBB8L/gfjhX6Vi9KGzR6Si0UWqqCH+jrkltz&#10;wdxeyF1j/Pe9guDb7M7OzM5s0dlKtNT40rGC4SABQZw7XXKh4LD/fBmD8AFZY+WYFNzIw2Lee5ph&#10;pt2Vt9TuQiGiCfsMFZgQ6kxKnxuy6AeuJo7c2TUWQxybQuoGr9HcVnKUJKm0WHJMMFjTh6H8svu1&#10;Clrc3JKTWa4n3+UqH22Wxx8d9+q5371PQQTqwuP4rv7S8f231zSF/zoRg5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cqSo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15F28" w:rsidRDefault="00115F28" w:rsidP="00115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voosMA&#10;AADeAAAADwAAAGRycy9kb3ducmV2LnhtbERPTUvDQBC9C/6HZQRvdmPQVmK3pRQqHjXtweOYnWZT&#10;szNhd22iv94VBG/zeJ+zXE++V2cKsRM2cDsrQBE3YjtuDRz2u5sHUDEhW+yFycAXRVivLi+WWFkZ&#10;+ZXOdWpVDuFYoQGX0lBpHRtHHuNMBuLMHSV4TBmGVtuAYw73vS6LYq49dpwbHA60ddR81J/ewPjU&#10;vJ/K45t132GQXf0ip7IXY66vps0jqERT+hf/uZ9tnn9/N1/A7zv5Br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4voo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15F28" w:rsidRDefault="00115F28" w:rsidP="00115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xsx8kA&#10;AADeAAAADwAAAGRycy9kb3ducmV2LnhtbESPS08DMQyE70j8h8hIvdEsFX1oaVqVPiRUtUItcDcb&#10;s7uQOKtN2m7/PT4gcbM145nP03nnnTpTG+vABh76GSjiItiaSwPvb5v7CaiYkC26wGTgShHms9ub&#10;KeY2XPhA52MqlYRwzNFAlVKTax2LijzGfmiIRfsKrccka1tq2+JFwr3TgywbaY81S0OFDS0rKn6O&#10;J29g87py34P9YfGh03I9/nST7fNqZ0zvrls8gUrUpX/z3/WLFfzh40h45R2ZQc9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uxsx8kAAADeAAAADwAAAAAAAAAAAAAAAACYAgAA&#10;ZHJzL2Rvd25yZXYueG1sUEsFBgAAAAAEAAQA9QAAAI4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15F28" w:rsidRDefault="00115F28" w:rsidP="00115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YUyMYA&#10;AADeAAAADwAAAGRycy9kb3ducmV2LnhtbERPTWvCQBC9F/oflil4Kc2mVYONrlIKooKF1hZ6nWTH&#10;JJidDdk1xn/vCoK3ebzPmS16U4uOWldZVvAaxSCIc6srLhT8/S5fJiCcR9ZYWyYFZ3KwmD8+zDDV&#10;9sQ/1O18IUIIuxQVlN43qZQuL8mgi2xDHLi9bQ36ANtC6hZPIdzU8i2OE2mw4tBQYkOfJeWH3dEo&#10;6L63WbHuXLM5TJ7deJitVl/6X6nBU/8xBeGp93fxzb3WYf54lLzD9Z1wg5x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lYUy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15F28" w:rsidRDefault="00115F28" w:rsidP="00115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lVlckA&#10;AADeAAAADwAAAGRycy9kb3ducmV2LnhtbESPQW/CMAyF70j8h8iTdoN0CBgrBASTJu0yCdgO42Ya&#10;01Y0Tpdk0O3Xzwek3Wz5+b33LVada9SFQqw9G3gYZqCIC29rLg18vL8MZqBiQrbYeCYDPxRhtez3&#10;Fphbf+UdXfapVGLCMUcDVUptrnUsKnIYh74lltvJB4dJ1lBqG/Aq5q7Royybaoc1S0KFLT1XVJz3&#10;387A5mm2+dqO+e13dzzQ4fN4noxCZsz9Xbeeg0rUpX/x7fvVSv3J+FEABEdm0Ms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h9lVlckAAADeAAAADwAAAAAAAAAAAAAAAACYAgAA&#10;ZHJzL2Rvd25yZXYueG1sUEsFBgAAAAAEAAQA9QAAAI4DAAAAAA==&#10;" fillcolor="black" stroked="f">
                  <v:textbox>
                    <w:txbxContent>
                      <w:p w:rsidR="00115F28" w:rsidRDefault="00115F28" w:rsidP="00115F28">
                        <w:pPr>
                          <w:jc w:val="center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DsYA&#10;AADeAAAADwAAAGRycy9kb3ducmV2LnhtbERPS2sCMRC+F/ofwhR6q1mlPliNUvsAQT34OHgcN+Nu&#10;2M1k2aS6+utNQehtPr7nTGatrcSZGm8cK+h2EhDEmdOGcwX73c/bCIQPyBorx6TgSh5m0+enCaba&#10;XXhD523IRQxhn6KCIoQ6ldJnBVn0HVcTR+7kGoshwiaXusFLDLeV7CXJQFo0HBsKrOmzoKzc/loF&#10;h+XAjDaGesfVbf6tV/1yvv4qlXp9aT/GIAK14V/8cC90nN9/H3bh7514g5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b+D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15F28" w:rsidRDefault="00115F28" w:rsidP="00115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YNS8QA&#10;AADeAAAADwAAAGRycy9kb3ducmV2LnhtbERPTWsCMRC9C/6HMEJvmlVaK6tRxFLaSw+1itdhM91s&#10;dzPZJlFXf31TELzN433OYtXZRpzIh8qxgvEoA0FcOF1xqWD39TqcgQgRWWPjmBRcKMBq2e8tMNfu&#10;zJ902sZSpBAOOSowMba5lKEwZDGMXEucuG/nLcYEfSm1x3MKt42cZNlUWqw4NRhsaWOoqLdHq8Cv&#10;Dy/1lY/7Ort+XMLbT/c7Q6PUw6Bbz0FE6uJdfHO/6zT/6fF5Av/vpBv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WDUv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15F28" w:rsidRDefault="00115F28" w:rsidP="00115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sem8UA&#10;AADeAAAADwAAAGRycy9kb3ducmV2LnhtbERP22oCMRB9L/gPYQRfSs3WXqxboxRBKCiC1g+Ybsbd&#10;pclk2Yy69usbQejbHM51pvPOO3WiNtaBDTwOM1DERbA1lwb2X8uHN1BRkC26wGTgQhHms97dFHMb&#10;zryl005KlUI45migEmlyrWNRkcc4DA1x4g6h9SgJtqW2LZ5TuHd6lGWv2mPNqaHChhYVFT+7ozfg&#10;Rt9ushrHtVz2ep39etneb6wxg3738Q5KqJN/8c39adP8l+fxE1zfSTfo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6x6b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15F28" w:rsidRDefault="00115F28" w:rsidP="00115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LHtcUA&#10;AADeAAAADwAAAGRycy9kb3ducmV2LnhtbERPS2sCMRC+C/0PYQq9abZiH6xGaRVhLx7cWryOm3Gz&#10;NJksm6jb/nojFLzNx/ec2aJ3VpypC41nBc+jDARx5XXDtYLd13r4DiJEZI3WMyn4pQCL+cNghrn2&#10;F97SuYy1SCEcclRgYmxzKUNlyGEY+ZY4cUffOYwJdrXUHV5SuLNynGWv0mHDqcFgS0tD1U95cgpW&#10;ZWvHu8J8hv335nCwxd+a9iulnh77jymISH28i//dhU7zXyZvE7i9k26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0se1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15F28" w:rsidRDefault="00115F28" w:rsidP="00115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vQGMMA&#10;AADeAAAADwAAAGRycy9kb3ducmV2LnhtbERPS2sCMRC+C/6HMEJvmlTULVujlKIg9OTr4G1Iprvb&#10;bibLJrrbf98Igrf5+J6zXPeuFjdqQ+VZw+tEgSA23lZcaDgdt+M3ECEiW6w9k4Y/CrBeDQdLzK3v&#10;eE+3QyxECuGQo4YyxiaXMpiSHIaJb4gT9+1bhzHBtpC2xS6Fu1pOlVpIhxWnhhIb+izJ/B6uTsPP&#10;Vn55o9CcT+duZ7PLZkG10vpl1H+8g4jUx6f44d7ZNH8+y+Zwfyfd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ZvQG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15F28" w:rsidRDefault="00115F28" w:rsidP="00115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G9CMUA&#10;AADeAAAADwAAAGRycy9kb3ducmV2LnhtbERPS2sCMRC+C/0PYQq9abbWWtluFFsQpNJDVcTjuJl9&#10;sJvJkkRd/30jFHqbj+852aI3rbiQ87VlBc+jBARxbnXNpYL9bjWcgfABWWNrmRTcyMNi/jDIMNX2&#10;yj902YZSxBD2KSqoQuhSKX1ekUE/sh1x5ArrDIYIXSm1w2sMN60cJ8lUGqw5NlTY0WdFebM9GwXH&#10;84aL75evpfsIB9vvfDM+zRqlnh775TuIQH34F/+51zrOf528TeH+TrxB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ob0I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15F28" w:rsidRDefault="00115F28" w:rsidP="00115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DN4cUA&#10;AADeAAAADwAAAGRycy9kb3ducmV2LnhtbERPS2sCMRC+F/ofwgjealbxuRqlFgq9FHwd9DZuxt3F&#10;zWSbRN321zeC4G0+vufMFo2pxJWcLy0r6HYSEMSZ1SXnCnbbz7cxCB+QNVaWScEveVjMX19mmGp7&#10;4zVdNyEXMYR9igqKEOpUSp8VZNB3bE0cuZN1BkOELpfa4S2Gm0r2kmQoDZYcGwqs6aOg7Ly5GAXL&#10;yXj5s+rz99/6eKDD/nge9FyiVLvVvE9BBGrCU/xwf+k4f9AfjeD+Trx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MM3hxQAAAN4AAAAPAAAAAAAAAAAAAAAAAJgCAABkcnMv&#10;ZG93bnJldi54bWxQSwUGAAAAAAQABAD1AAAAigMAAAAA&#10;" fillcolor="black" stroked="f">
                  <v:textbox>
                    <w:txbxContent>
                      <w:p w:rsidR="00115F28" w:rsidRDefault="00115F28" w:rsidP="00115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lSOcYA&#10;AADeAAAADwAAAGRycy9kb3ducmV2LnhtbESPT0/DMAzF70h8h8hI3FjKf1SWTdUkBOLUDRBXrzFN&#10;ReNUScjKt8cHpN1svef3fl6uZz+qQjENgQ1cLipQxF2wA/cG3t+eLh5ApYxscQxMBn4pwXp1erLE&#10;2oYDb6nscq8khFONBlzOU6116hx5TIswEYv2FaLHLGvstY14kHA/6ququtMeB5YGhxNtHHXfux9v&#10;oOw3bXNdPovbvsamj6F9/ti3xpyfzc0jqExzPpr/r1+s4N/e3AuvvCMz6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hlSO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15F28" w:rsidRDefault="00115F28" w:rsidP="00115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mzq8YA&#10;AADeAAAADwAAAGRycy9kb3ducmV2LnhtbERPTWvCQBC9C/0PyxR6MxtLtTV1lSJVqhfbtNAeh+w0&#10;G5qdDdk1Rn99VxC8zeN9zmzR21p01PrKsYJRkoIgLpyuuFTw9bkaPoHwAVlj7ZgUHMnDYn4zmGGm&#10;3YE/qMtDKWII+wwVmBCaTEpfGLLoE9cQR+7XtRZDhG0pdYuHGG5reZ+mE2mx4thgsKGloeIv31sF&#10;frR8/d7a07T7WRve5RszeS+NUne3/csziEB9uIov7jcd548fHqdwfifeI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fmzq8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15F28" w:rsidRDefault="00115F28" w:rsidP="00115F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15F28" w:rsidRDefault="00115F28" w:rsidP="00115F2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15F28" w:rsidRDefault="00115F28" w:rsidP="00115F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15F28" w:rsidRDefault="00115F28" w:rsidP="00115F28">
      <w:pPr>
        <w:tabs>
          <w:tab w:val="left" w:pos="5857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ab/>
      </w:r>
    </w:p>
    <w:p w:rsidR="00115F28" w:rsidRDefault="00115F28" w:rsidP="00115F28">
      <w:pPr>
        <w:tabs>
          <w:tab w:val="left" w:pos="5857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15F28" w:rsidRDefault="00115F28" w:rsidP="00115F28">
      <w:pPr>
        <w:tabs>
          <w:tab w:val="left" w:pos="5857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15F28" w:rsidRDefault="00115F28" w:rsidP="00115F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115F28" w:rsidRDefault="00115F28" w:rsidP="00115F2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115F28" w:rsidRDefault="00115F28" w:rsidP="00115F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115F28" w:rsidRDefault="00115F28" w:rsidP="00115F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115F28" w:rsidRDefault="00115F28" w:rsidP="00115F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15F28" w:rsidRDefault="00115F28" w:rsidP="00115F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115F28" w:rsidRDefault="00115F28" w:rsidP="00115F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15F28" w:rsidRDefault="00115F28" w:rsidP="00115F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115F28" w:rsidRDefault="00115F28" w:rsidP="00115F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115F28" w:rsidRDefault="00115F28" w:rsidP="00115F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__.07.2021 року                                            Крупець                                                 №___</w:t>
      </w:r>
    </w:p>
    <w:p w:rsidR="00115F28" w:rsidRDefault="00115F28" w:rsidP="00115F2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115F28" w:rsidRDefault="00115F28" w:rsidP="00115F28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115F28" w:rsidRDefault="00115F28" w:rsidP="00115F2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115F28" w:rsidRDefault="00115F28" w:rsidP="00115F2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115F28" w:rsidRDefault="00115F28" w:rsidP="00115F2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Радчук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О.М</w:t>
      </w:r>
    </w:p>
    <w:p w:rsidR="00115F28" w:rsidRDefault="00115F28" w:rsidP="00115F2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115F28" w:rsidRDefault="00115F28" w:rsidP="00115F2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Радчук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О.М.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115F28" w:rsidRDefault="00115F28" w:rsidP="00115F2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115F28" w:rsidRDefault="00115F28" w:rsidP="00115F2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15F28" w:rsidRDefault="00115F28" w:rsidP="00115F2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Радчук Ользі Миколаївні,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F92CED" w:rsidRPr="00F92CED">
        <w:rPr>
          <w:rFonts w:ascii="Times New Roman" w:eastAsia="Calibri" w:hAnsi="Times New Roman" w:cs="Times New Roman"/>
          <w:sz w:val="24"/>
          <w:lang w:eastAsia="en-US"/>
        </w:rPr>
        <w:t>_</w:t>
      </w:r>
      <w:r w:rsidR="00F92CED">
        <w:rPr>
          <w:rFonts w:ascii="Times New Roman" w:eastAsia="Calibri" w:hAnsi="Times New Roman" w:cs="Times New Roman"/>
          <w:sz w:val="24"/>
          <w:lang w:val="ru-RU" w:eastAsia="en-US"/>
        </w:rPr>
        <w:t>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0,5000 га,</w:t>
      </w:r>
      <w:r w:rsidRPr="007F432A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для  ведення особистого селянського господарства, яка розташована в Хмельницька область, Шепетівський район, село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Головлі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115F28" w:rsidRDefault="00115F28" w:rsidP="00115F2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Радчук О.М,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115F28" w:rsidRDefault="00115F28" w:rsidP="00115F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115F28" w:rsidRDefault="00115F28" w:rsidP="00115F2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15F28" w:rsidRDefault="00115F28" w:rsidP="00115F2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15F28" w:rsidRPr="00115F28" w:rsidRDefault="00115F28" w:rsidP="00115F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115F28" w:rsidRDefault="00115F28" w:rsidP="00115F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15F28" w:rsidRPr="00115F28" w:rsidRDefault="00115F28" w:rsidP="00115F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115F28" w:rsidRDefault="00115F28" w:rsidP="00115F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4139E" w:rsidRPr="00115F28" w:rsidRDefault="00115F28" w:rsidP="00115F2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    Валерій   МИХАЛЮК</w:t>
      </w:r>
    </w:p>
    <w:sectPr w:rsidR="0044139E" w:rsidRPr="00115F2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F28"/>
    <w:rsid w:val="00115F28"/>
    <w:rsid w:val="0044139E"/>
    <w:rsid w:val="00F9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F2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F2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240</Words>
  <Characters>1369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2021-07-19T06:05:00Z</dcterms:created>
  <dcterms:modified xsi:type="dcterms:W3CDTF">2021-07-19T06:37:00Z</dcterms:modified>
</cp:coreProperties>
</file>