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A7E" w:rsidRDefault="009A3A7E" w:rsidP="009A3A7E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28AD7C8" wp14:editId="6384E03B">
                <wp:simplePos x="0" y="0"/>
                <wp:positionH relativeFrom="margin">
                  <wp:posOffset>2733675</wp:posOffset>
                </wp:positionH>
                <wp:positionV relativeFrom="paragraph">
                  <wp:posOffset>121920</wp:posOffset>
                </wp:positionV>
                <wp:extent cx="431800" cy="612140"/>
                <wp:effectExtent l="0" t="0" r="0" b="0"/>
                <wp:wrapNone/>
                <wp:docPr id="5094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5095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3A7E" w:rsidRDefault="009A3A7E" w:rsidP="009A3A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96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A3A7E" w:rsidRDefault="009A3A7E" w:rsidP="009A3A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97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3A7E" w:rsidRDefault="009A3A7E" w:rsidP="009A3A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98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A3A7E" w:rsidRDefault="009A3A7E" w:rsidP="009A3A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99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3A7E" w:rsidRDefault="009A3A7E" w:rsidP="009A3A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00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A3A7E" w:rsidRDefault="009A3A7E" w:rsidP="009A3A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01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3A7E" w:rsidRDefault="009A3A7E" w:rsidP="009A3A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02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A3A7E" w:rsidRDefault="009A3A7E" w:rsidP="009A3A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03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3A7E" w:rsidRDefault="009A3A7E" w:rsidP="009A3A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04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A3A7E" w:rsidRDefault="009A3A7E" w:rsidP="009A3A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05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3A7E" w:rsidRDefault="009A3A7E" w:rsidP="009A3A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06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A3A7E" w:rsidRDefault="009A3A7E" w:rsidP="009A3A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07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3A7E" w:rsidRDefault="009A3A7E" w:rsidP="009A3A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08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A3A7E" w:rsidRDefault="009A3A7E" w:rsidP="009A3A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09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3A7E" w:rsidRDefault="009A3A7E" w:rsidP="009A3A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10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A3A7E" w:rsidRDefault="009A3A7E" w:rsidP="009A3A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11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3A7E" w:rsidRDefault="009A3A7E" w:rsidP="009A3A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12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A3A7E" w:rsidRDefault="009A3A7E" w:rsidP="009A3A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13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3A7E" w:rsidRDefault="009A3A7E" w:rsidP="009A3A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14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A3A7E" w:rsidRDefault="009A3A7E" w:rsidP="009A3A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15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3A7E" w:rsidRDefault="009A3A7E" w:rsidP="009A3A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16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3A7E" w:rsidRDefault="009A3A7E" w:rsidP="009A3A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17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3A7E" w:rsidRDefault="009A3A7E" w:rsidP="009A3A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18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3A7E" w:rsidRDefault="009A3A7E" w:rsidP="009A3A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19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3A7E" w:rsidRDefault="009A3A7E" w:rsidP="009A3A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20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3A7E" w:rsidRDefault="009A3A7E" w:rsidP="009A3A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21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3A7E" w:rsidRDefault="009A3A7E" w:rsidP="009A3A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22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3A7E" w:rsidRDefault="009A3A7E" w:rsidP="009A3A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23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3A7E" w:rsidRDefault="009A3A7E" w:rsidP="009A3A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24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3A7E" w:rsidRDefault="009A3A7E" w:rsidP="009A3A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25pt;margin-top:9.6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Vjy8IA&#10;AADdAAAADwAAAGRycy9kb3ducmV2LnhtbESPzarCMBSE94LvEI7g7pqqeNVqFBEVF4L4tz80x7bY&#10;nJQman17Iwguh5n5hpnOa1OIB1Uut6yg24lAECdW55wqOJ/WfyMQziNrLCyTghc5mM+ajSnG2j75&#10;QI+jT0WAsItRQeZ9GUvpkowMuo4tiYN3tZVBH2SVSl3hM8BNIXtR9C8N5hwWMixpmVFyO96NAtvf&#10;bHeXtHfor3joebEfXS/1Tql2q15MQHiq/S/8bW+1gkE0HsDnTXgCcvY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ZWPLwgAAAN0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A3A7E" w:rsidRDefault="009A3A7E" w:rsidP="009A3A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E5ssgA&#10;AADdAAAADwAAAGRycy9kb3ducmV2LnhtbESPS2vDMBCE74X+B7GFXEIiN1AncaOEEnD6OBTygFwX&#10;a2u5tVZGUhI3v74qFHocZuYbZrHqbSvO5EPjWMH9OANBXDndcK3gsC9HMxAhImtsHZOCbwqwWt7e&#10;LLDQ7sJbOu9iLRKEQ4EKTIxdIWWoDFkMY9cRJ+/DeYsxSV9L7fGS4LaVkyzLpcWG04LBjtaGqq/d&#10;ySr4LN/NcT29bvxwvqXrsHx7bl9zpQZ3/dMjiEh9/A//tV+0godsnsPvm/QE5PIH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DoTmy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A3A7E" w:rsidRDefault="009A3A7E" w:rsidP="009A3A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X+VsMA&#10;AADdAAAADwAAAGRycy9kb3ducmV2LnhtbESP3YrCMBCF74V9hzAL3oimq7irXaOIqIg34s8DDM3Y&#10;lG0mpcna+vZGELw8nJ+PM1u0thQ3qn3hWMHXIAFBnDldcK7gct70JyB8QNZYOiYFd/KwmH90Zphq&#10;1/CRbqeQizjCPkUFJoQqldJnhiz6gauIo3d1tcUQZZ1LXWMTx20ph0nyLS0WHAkGK1oZyv5O/zZC&#10;DiM87K/NebNtscH13nBveVSq+9kuf0EEasM7/GrvtIJxMv2B55v4BOT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TX+Vs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A3A7E" w:rsidRDefault="009A3A7E" w:rsidP="009A3A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G/hMMA&#10;AADdAAAADwAAAGRycy9kb3ducmV2LnhtbERPTWsCMRC9F/wPYQRvNatU226NIlahFDzUFkpvw2bc&#10;XbqZhGR0t/++ORR6fLzv1WZwnbpSTK1nA7NpAYq48rbl2sDH++H2AVQSZIudZzLwQwk269HNCkvr&#10;e36j60lqlUM4lWigEQml1qlqyGGa+kCcubOPDiXDWGsbsc/hrtPzolhqhy3nhgYD7Rqqvk8XZ+DY&#10;78Pr/XJxDl/xbq7Ts5XPnRgzGQ/bJ1BCg/yL/9wv1sCieMxz85v8BP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RG/hM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A3A7E" w:rsidRDefault="009A3A7E" w:rsidP="009A3A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+bPv8UA&#10;AADdAAAADwAAAGRycy9kb3ducmV2LnhtbESP3WrCQBCF7wu+wzJCb4putFQ0uoZQTCneiD8PMGTH&#10;bDA7G7LbJH37bqHQy8P5+Ti7bLSN6KnztWMFi3kCgrh0uuZKwe1azNYgfEDW2DgmBd/kIdtPnnaY&#10;ajfwmfpLqEQcYZ+iAhNCm0rpS0MW/dy1xNG7u85iiLKrpO5wiOO2kcskWUmLNUeCwZbeDZWPy5eN&#10;kNMrno734Vp8jDjg4Wj4JT8r9Twd8y2IQGP4D/+1P7WCt2Szgd838QnI/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5s+/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A3A7E" w:rsidRDefault="009A3A7E" w:rsidP="009A3A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wpmMMA&#10;AADdAAAADwAAAGRycy9kb3ducmV2LnhtbERPTWsCMRC9C/0PYQq9aVaptqxGKbaFUvCgLYi3YTPu&#10;Lm4mIZm623/fHAoeH+97tRlcp64UU+vZwHRSgCKuvG25NvD99T5+BpUE2WLnmQz8UoLN+m60wtL6&#10;nvd0PUitcginEg00IqHUOlUNOUwTH4gzd/bRoWQYa20j9jncdXpWFAvtsOXc0GCgbUPV5fDjDOz6&#10;t/D5tJifwyk+znR6tXLcijEP98PLEpTQIDfxv/vDGphPi7w/v8lPQK/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YwpmM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A3A7E" w:rsidRDefault="009A3A7E" w:rsidP="009A3A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AsfcYA&#10;AADdAAAADwAAAGRycy9kb3ducmV2LnhtbESPUWvCMBSF3wX/Q7iDvYyZdsMxOqOoEBw4kLnBXi/N&#10;tS1rbkoSbf33RhB8PJxzvsOZLQbbihP50DhWkE8yEMSlMw1XCn5/9PM7iBCRDbaOScGZAizm49EM&#10;C+N6/qbTPlYiQTgUqKCOsSukDGVNFsPEdcTJOzhvMSbpK2k89gluW/mSZW/SYsNpocaO1jWV//uj&#10;VbDa9dWrfypXg9seNn9TrY3+0ko9PgzLDxCRhngP39qfRsE0z3K4vklPQM4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EAsfc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A3A7E" w:rsidRDefault="009A3A7E" w:rsidP="009A3A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roT8QA&#10;AADdAAAADwAAAGRycy9kb3ducmV2LnhtbESP3YrCMBSE7xf2HcJZ8G5NLSpSjSJKQZa98ecBDs3Z&#10;pmtzUpJY69tvFgQvh5n5hlltBtuKnnxoHCuYjDMQxJXTDdcKLufycwEiRGSNrWNS8KAAm/X72woL&#10;7e58pP4Ua5EgHApUYGLsCilDZchiGLuOOHk/zluMSfpaao/3BLetzLNsLi02nBYMdrQzVF1PN6ug&#10;/Mq/++tN+9Jth6mlmfld7I1So49huwQRaYiv8LN90ApmkyyH/zfpCcj1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0q6E/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A3A7E" w:rsidRDefault="009A3A7E" w:rsidP="009A3A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94XkcYA&#10;AADdAAAADwAAAGRycy9kb3ducmV2LnhtbESPQWsCMRSE74X+h/AKXqRmVSxlaxQVggUF0QpeH5vn&#10;7tLNy5JEd/vvTaHQ4zAz3zDzZW8bcScfascKxqMMBHHhTM2lgvOXfn0HESKywcYxKfihAMvF89Mc&#10;c+M6PtL9FEuRIBxyVFDF2OZShqIii2HkWuLkXZ23GJP0pTQeuwS3jZxk2Zu0WHNaqLClTUXF9+lm&#10;FawPXTn1w2Ldu911e5lpbfReKzV46VcfICL18T/81/40CmbjbAq/b9ITkI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94Xkc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A3A7E" w:rsidRDefault="009A3A7E" w:rsidP="009A3A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/VoMMA&#10;AADdAAAADwAAAGRycy9kb3ducmV2LnhtbESP0YrCMBRE3xf8h3AF39ZU0UWqUUQpyOLLuvsBl+ba&#10;VJubksRa/34jCD4OM3OGWW1624iOfKgdK5iMMxDEpdM1Vwr+fovPBYgQkTU2jknBgwJs1oOPFeba&#10;3fmHulOsRIJwyFGBibHNpQylIYth7Fri5J2dtxiT9JXUHu8Jbhs5zbIvabHmtGCwpZ2h8nq6WQXF&#10;9/TYXW/aF27bzyzNzWWxN0qNhv12CSJSH9/hV/ugFcwn2Qyeb9ITkO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Y/VoM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A3A7E" w:rsidRDefault="009A3A7E" w:rsidP="009A3A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ZqHcIA&#10;AADdAAAADwAAAGRycy9kb3ducmV2LnhtbESP0YrCMBRE3xf8h3AXfFuTqpWla5RlQdFHqx9wae62&#10;xeamNtHWvzeC4OMwM2eY5XqwjbhR52vHGpKJAkFcOFNzqeF03Hx9g/AB2WDjmDTcycN6NfpYYmZc&#10;zwe65aEUEcI+Qw1VCG0mpS8qsugnriWO3r/rLIYou1KaDvsIt42cKrWQFmuOCxW29FdRcc6vVsP8&#10;3m8veXpWG2Mp2c/aPYci1Xr8Ofz+gAg0hHf41d4ZDWmiUni+iU9Ar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hmod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A3A7E" w:rsidRDefault="009A3A7E" w:rsidP="009A3A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btdsMA&#10;AADdAAAADwAAAGRycy9kb3ducmV2LnhtbESPzarCMBSE9xd8h3AEd9dUwXKtRhFFEVfe+rM+NMe2&#10;2JyUJmp9eyMILoeZ+YaZzltTiTs1rrSsYNCPQBBnVpecKzge1r9/IJxH1lhZJgVPcjCfdX6mmGj7&#10;4H+6pz4XAcIuQQWF93UipcsKMuj6tiYO3sU2Bn2QTS51g48AN5UcRlEsDZYcFgqsaVlQdk1vRsEt&#10;Pg+PfNnpfbp6bsar9cLJU65Ur9suJiA8tf4b/rS3WsFoEMXwfhOegJy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Mbtds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A3A7E" w:rsidRDefault="009A3A7E" w:rsidP="009A3A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k36sgA&#10;AADdAAAADwAAAGRycy9kb3ducmV2LnhtbESPQWvCQBSE7wX/w/KE3upG26YaXUULhdaDUqsHb8/s&#10;M4lm38bsVuO/dwtCj8PMfMOMJo0pxZlqV1hW0O1EIIhTqwvOFKx/Pp76IJxH1lhaJgVXcjAZtx5G&#10;mGh74W86r3wmAoRdggpy76tESpfmZNB1bEUcvL2tDfog60zqGi8BbkrZi6JYGiw4LORY0XtO6XH1&#10;axRslv14sJx9vRzmix0+G33a6iJW6rHdTIcgPDX+P3xvf2oFr93oDf7ehCcgxz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zKTfq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A3A7E" w:rsidRDefault="009A3A7E" w:rsidP="009A3A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5ha8MA&#10;AADdAAAADwAAAGRycy9kb3ducmV2LnhtbERPy2rCQBTdF/oPwxXc1YlWQ4iZSB9oi6vUFrq9ZK5J&#10;MHMnZEZN+vWdheDycN7ZZjCtuFDvGssK5rMIBHFpdcOVgp/v7VMCwnlkja1lUjCSg03++JBhqu2V&#10;v+hy8JUIIexSVFB736VSurImg25mO+LAHW1v0AfYV1L3eA3hppWLKIqlwYZDQ40dvdVUng5no+Av&#10;/sXCfSxe35+1p3GZ7Oy+2Ck1nQwvaxCeBn8X39yfWsFqHoW54U14AjL/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85ha8MAAADd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A3A7E" w:rsidRDefault="009A3A7E" w:rsidP="009A3A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qXSMQA&#10;AADdAAAADwAAAGRycy9kb3ducmV2LnhtbESP0YrCMBRE34X9h3CFfdNUUbHVKIu4sG9q3Q+4NHfT&#10;YnNTm6hdv94Igo/DzJxhluvO1uJKra8cKxgNExDEhdMVGwW/x+/BHIQPyBprx6TgnzysVx+9JWba&#10;3fhA1zwYESHsM1RQhtBkUvqiJIt+6Bri6P251mKIsjVSt3iLcFvLcZLMpMWK40KJDW1KKk75xSo4&#10;u/FUd/kWd6dtuq+MmZzvh4lSn/3uawEiUBfe4Vf7RyuYjpIUnm/iE5C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al0j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A3A7E" w:rsidRDefault="009A3A7E" w:rsidP="009A3A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giYMIA&#10;AADdAAAADwAAAGRycy9kb3ducmV2LnhtbERPyU7DMBC9V+o/WFOJG3UCSpc0blWQkHLtcuA42JMF&#10;4nEamzbw9fiA1OPT24vdaDtxpcG3jhWk8wQEsXam5VrB+fT2uALhA7LBzjEp+CEPu+10UmBu3I0P&#10;dD2GWsQQ9jkqaELocym9bsiin7ueOHKVGyyGCIdamgFvMdx28ilJFtJiy7GhwZ5eG9Jfx2+roGw/&#10;KFvoam1XL/rw/nsJz8tPo9TDbNxvQAQaw1387y6NgixN4/74Jj4Bu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mCJg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A3A7E" w:rsidRDefault="009A3A7E" w:rsidP="009A3A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10D8IA&#10;AADdAAAADwAAAGRycy9kb3ducmV2LnhtbERPXWvCMBR9H/gfwhV8m2kFx6zGYoXBZFOYjvl6ae6a&#10;suamNLHWf78Igz2eb84qH2wjeup87VhBOk1AEJdO11wp+Dy9PD6D8AFZY+OYFNzIQ74ePaww0+7K&#10;H9QfQyViCfsMFZgQ2kxKXxqy6KeuJY7at+sshgi7SuoOr7HcNnKWJE/SYs1xwWBLW0Plz/FiFfR4&#10;uCVnU+wXu/q9nB2KrzcdeTUZD5sliEBD+Df/pV+1gnmapnB/E5+AX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3XQP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A3A7E" w:rsidRDefault="009A3A7E" w:rsidP="009A3A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RUGMQA&#10;AADdAAAADwAAAGRycy9kb3ducmV2LnhtbESPQUvDQBSE70L/w/IK3uwmAUVit0UKLR41eujxmX3N&#10;pmbfC7trE/31riB4HGbmG2a9nf2gLhRiL2ygXBWgiFuxPXcG3l73N/egYkK2OAiTgS+KsN0srtZY&#10;W5n4hS5N6lSGcKzRgEtprLWOrSOPcSUjcfZOEjymLEOnbcApw/2gq6K40x57zgsOR9o5aj+aT29g&#10;OrTv5+p0tO47jLJvnuVcDWLM9XJ+fACVaE7/4b/2kzVwW5YV/L7JT0Bv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I0VB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A3A7E" w:rsidRDefault="009A3A7E" w:rsidP="009A3A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O3JMcA&#10;AADdAAAADwAAAGRycy9kb3ducmV2LnhtbESPW2sCMRSE3wv9D+EIfavZtbTKahQvFaS0iLf34+a4&#10;uzU5WTaprv++KRR8HGbmG2Y0aa0RF2p85VhB2k1AEOdOV1wo2O+WzwMQPiBrNI5JwY08TMaPDyPM&#10;tLvyhi7bUIgIYZ+hgjKEOpPS5yVZ9F1XE0fv5BqLIcqmkLrBa4RbI3tJ8iYtVhwXSqxpXlJ+3v5Y&#10;Bcv1wnz3vjbTgwzz9/7RDD5mi0+lnjrtdAgiUBvu4f/2Sit4TdMX+HsTn4Ac/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MTty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A3A7E" w:rsidRDefault="009A3A7E" w:rsidP="009A3A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3i6ccA&#10;AADdAAAADwAAAGRycy9kb3ducmV2LnhtbESP3WrCQBSE74W+w3IKvRHdxFaRmFVKQbRQwT/w9iR7&#10;TILZsyG7jenbdwsFL4eZ+YZJV72pRUetqywriMcRCOLc6ooLBefTejQH4TyyxtoyKfghB6vl0yDF&#10;RNs7H6g7+kIECLsEFZTeN4mULi/JoBvbhjh4V9sa9EG2hdQt3gPc1HISRTNpsOKwUGJDHyXlt+O3&#10;UdDtv7Ji27nm8zYfuulrttns9EWpl+f+fQHCU+8f4f/2ViuYxvEb/L0JT0Au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Vd4un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A3A7E" w:rsidRDefault="009A3A7E" w:rsidP="009A3A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A7u8cA&#10;AADdAAAADwAAAGRycy9kb3ducmV2LnhtbESPT2vCQBTE74LfYXmF3nQTaYpGV9FCwYvgnx7q7Zl9&#10;TYLZt+nuVtN++q4geBxm5jfMbNGZRlzI+dqygnSYgCAurK65VPBxeB+MQfiArLGxTAp+ycNi3u/N&#10;MNf2yju67EMpIoR9jgqqENpcSl9UZNAPbUscvS/rDIYoXSm1w2uEm0aOkuRVGqw5LlTY0ltFxXn/&#10;YxSsJuPV9/aFN3+705GOn6dzNnKJUs9P3XIKIlAXHuF7e60VZGmawe1NfAJy/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qwO7vHAAAA3QAAAA8AAAAAAAAAAAAAAAAAmAIAAGRy&#10;cy9kb3ducmV2LnhtbFBLBQYAAAAABAAEAPUAAACMAwAAAAA=&#10;" fillcolor="black" stroked="f">
                  <v:textbox>
                    <w:txbxContent>
                      <w:p w:rsidR="009A3A7E" w:rsidRDefault="009A3A7E" w:rsidP="009A3A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tmwsgA&#10;AADdAAAADwAAAGRycy9kb3ducmV2LnhtbESPS2vDMBCE74X8B7GF3BrZgZjgRgnNoxBIcsjj0OPW&#10;2trC1spYauL011eBQo/DzHzDzBa9bcSVOm8cK0hHCQjiwmnDpYLL+f1lCsIHZI2NY1JwJw+L+eBp&#10;hrl2Nz7S9RRKESHsc1RQhdDmUvqiIot+5Fri6H25zmKIsiul7vAW4baR4yTJpEXDcaHCllYVFfXp&#10;2yr42GVmejQ0/tz/LDd6P6mXh3Wt1PC5f3sFEagP/+G/9lYrmKRpBo838QnI+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aS2bC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A3A7E" w:rsidRDefault="009A3A7E" w:rsidP="009A3A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eL97MYA&#10;AADdAAAADwAAAGRycy9kb3ducmV2LnhtbESPT2sCMRTE7wW/Q3gFbzW7gq1sjSIW0UsP9Q9eH5vX&#10;zXY3L9sk6uqnbwqFHoeZ+Q0zW/S2FRfyoXasIB9lIIhLp2uuFBz266cpiBCRNbaOScGNAizmg4cZ&#10;Ftpd+YMuu1iJBOFQoAITY1dIGUpDFsPIdcTJ+3TeYkzSV1J7vCa4beU4y56lxZrTgsGOVobKZne2&#10;Cvzy9Nbc+Xxssvv7LWy++u8pGqWGj/3yFUSkPv6H/9pbrWCS5y/w+yY9ATn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eL97M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A3A7E" w:rsidRDefault="009A3A7E" w:rsidP="009A3A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nMLMMA&#10;AADdAAAADwAAAGRycy9kb3ducmV2LnhtbERP22rCQBB9L/gPywi+lLqJ4KWpq4hQECqClw+YZqdJ&#10;6O5syE419uvdh0IfD+e+XPfeqSt1sQlsIB9noIjLYBuuDFzO7y8LUFGQLbrAZOBOEdarwdMSCxtu&#10;fKTrSSqVQjgWaKAWaQutY1mTxzgOLXHivkLnURLsKm07vKVw7/Qky2baY8OpocaWtjWV36cfb8BN&#10;Pt3rxzzu5X7R++zXy/H5YI0ZDfvNGyihXv7Ff+6dNTDN8zQ3vUlPQK8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SnMLMMAAADdAAAADwAAAAAAAAAAAAAAAACYAgAAZHJzL2Rv&#10;d25yZXYueG1sUEsFBgAAAAAEAAQA9QAAAIg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A3A7E" w:rsidRDefault="009A3A7E" w:rsidP="009A3A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lm88YA&#10;AADdAAAADwAAAGRycy9kb3ducmV2LnhtbESPQWsCMRSE74X+h/AKvdXsCi3tapS2IuylB7eK1+fm&#10;uVlMXpZNqqu/3ghCj8PMfMNM54Oz4kh9aD0ryEcZCOLa65YbBevf5cs7iBCRNVrPpOBMAeazx4cp&#10;FtqfeEXHKjYiQTgUqMDE2BVShtqQwzDyHXHy9r53GJPsG6l7PCW4s3KcZW/SYctpwWBH34bqQ/Xn&#10;FCyqzo7XpfkK283PbmfLy5K2C6Wen4bPCYhIQ/wP39ulVvCa5x9we5OegJ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Olm88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A3A7E" w:rsidRDefault="009A3A7E" w:rsidP="009A3A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hKYsAA&#10;AADdAAAADwAAAGRycy9kb3ducmV2LnhtbERPTYvCMBC9C/sfwizsTROFVekaZVkUBE9qPXgbktm2&#10;2kxKE2399+YgeHy878Wqd7W4UxsqzxrGIwWC2HhbcaEhP26GcxAhIlusPZOGBwVYLT8GC8ys73hP&#10;90MsRArhkKGGMsYmkzKYkhyGkW+IE/fvW4cxwbaQtsUuhbtaTpSaSocVp4YSG/oryVwPN6fhspE7&#10;bxSaU37qtnZ2Xk+pVlp/ffa/PyAi9fEtfrm3VsP3eJL2pzfpCcjl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ShKYsAAAADdAAAADwAAAAAAAAAAAAAAAACYAgAAZHJzL2Rvd25y&#10;ZXYueG1sUEsFBgAAAAAEAAQA9QAAAIU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A3A7E" w:rsidRDefault="009A3A7E" w:rsidP="009A3A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1N18YA&#10;AADdAAAADwAAAGRycy9kb3ducmV2LnhtbESPT2vCQBTE70K/w/IK3nSTiCLRVVQolEoP/qH0+Mw+&#10;k5Ds27C7avrtu4WCx2FmfsMs171pxZ2cry0rSMcJCOLC6ppLBefT22gOwgdkja1lUvBDHtarl8ES&#10;c20ffKD7MZQiQtjnqKAKocul9EVFBv3YdsTRu1pnMETpSqkdPiLctDJLkpk0WHNcqLCjXUVFc7wZ&#10;Bd+3PV8/Jx8btw1ftj/5JrvMG6WGr/1mASJQH57h//a7VjBNsxT+3sQnIF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X1N18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A3A7E" w:rsidRDefault="009A3A7E" w:rsidP="009A3A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VpcscA&#10;AADdAAAADwAAAGRycy9kb3ducmV2LnhtbESPT2sCMRTE74LfITyhN8261KKrUbRQ8CL4p4d6e26e&#10;u4ubl22S6rafvhEEj8PM/IaZLVpTiys5X1lWMBwkIIhzqysuFHwePvpjED4ga6wtk4Jf8rCYdzsz&#10;zLS98Y6u+1CICGGfoYIyhCaT0uclGfQD2xBH72ydwRClK6R2eItwU8s0Sd6kwYrjQokNvZeUX/Y/&#10;RsFqMl59b19587c7Hen4dbqMUpco9dJrl1MQgdrwDD/aa61gNExTuL+JT0DO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s1aXLHAAAA3QAAAA8AAAAAAAAAAAAAAAAAmAIAAGRy&#10;cy9kb3ducmV2LnhtbFBLBQYAAAAABAAEAPUAAACMAwAAAAA=&#10;" fillcolor="black" stroked="f">
                  <v:textbox>
                    <w:txbxContent>
                      <w:p w:rsidR="009A3A7E" w:rsidRDefault="009A3A7E" w:rsidP="009A3A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U26MUA&#10;AADdAAAADwAAAGRycy9kb3ducmV2LnhtbESPzWrDMBCE74W8g9hCb42chJbgRAkmEFp6cn5Krxtr&#10;Y5laKyOpivv2VaHQ4zAz3zDr7Wh7kciHzrGC2bQAQdw43XGr4HzaPy5BhIissXdMCr4pwHYzuVtj&#10;qd2ND5SOsRUZwqFEBSbGoZQyNIYshqkbiLN3dd5izNK3Unu8Zbjt5bwonqXFjvOCwYF2hprP45dV&#10;kC67ulqkj2QOb75qvatf3i+1Ug/3Y7UCEWmM/+G/9qtW8DSbL+D3TX4CcvM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BTbo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A3A7E" w:rsidRDefault="009A3A7E" w:rsidP="009A3A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tObscA&#10;AADdAAAADwAAAGRycy9kb3ducmV2LnhtbESPQWvCQBSE7wX/w/KE3uom0kqNrlKkLbUXaxT0+Mg+&#10;s6HZtyG7jdFf7xYKPQ4z8w0zX/a2Fh21vnKsIB0lIIgLpysuFex3bw/PIHxA1lg7JgUX8rBcDO7m&#10;mGl35i11eShFhLDPUIEJocmk9IUhi37kGuLonVxrMUTZllK3eI5wW8txkkykxYrjgsGGVoaK7/zH&#10;KvDp6vXwaa/T7vhueJOvzeSrNErdD/uXGYhAffgP/7U/tIKndPwIv2/iE5CL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lrTm7HAAAA3Q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A3A7E" w:rsidRDefault="009A3A7E" w:rsidP="009A3A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A3A7E" w:rsidRDefault="009A3A7E" w:rsidP="009A3A7E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9A3A7E" w:rsidRDefault="009A3A7E" w:rsidP="009A3A7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A3A7E" w:rsidRDefault="009A3A7E" w:rsidP="009A3A7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A3A7E" w:rsidRDefault="009A3A7E" w:rsidP="009A3A7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9A3A7E" w:rsidRDefault="009A3A7E" w:rsidP="009A3A7E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9A3A7E" w:rsidRDefault="009A3A7E" w:rsidP="009A3A7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9A3A7E" w:rsidRDefault="009A3A7E" w:rsidP="009A3A7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9A3A7E" w:rsidRDefault="009A3A7E" w:rsidP="009A3A7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A3A7E" w:rsidRDefault="009A3A7E" w:rsidP="009A3A7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9A3A7E" w:rsidRDefault="009A3A7E" w:rsidP="009A3A7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A3A7E" w:rsidRDefault="009A3A7E" w:rsidP="009A3A7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9A3A7E" w:rsidRDefault="009A3A7E" w:rsidP="009A3A7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A3A7E" w:rsidRPr="008D4D0B" w:rsidRDefault="009A3A7E" w:rsidP="009A3A7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8D4D0B">
        <w:rPr>
          <w:rFonts w:ascii="Times New Roman" w:eastAsia="Arial Unicode MS" w:hAnsi="Times New Roman"/>
          <w:color w:val="000000"/>
          <w:sz w:val="24"/>
          <w:szCs w:val="24"/>
        </w:rPr>
        <w:t>07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</w:t>
      </w:r>
      <w:r w:rsidRPr="008D4D0B">
        <w:rPr>
          <w:rFonts w:ascii="Times New Roman" w:eastAsia="Arial Unicode MS" w:hAnsi="Times New Roman"/>
          <w:color w:val="000000"/>
          <w:sz w:val="24"/>
          <w:szCs w:val="24"/>
        </w:rPr>
        <w:t>9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№77</w:t>
      </w:r>
    </w:p>
    <w:p w:rsidR="009A3A7E" w:rsidRDefault="009A3A7E" w:rsidP="009A3A7E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</w:p>
    <w:p w:rsidR="009A3A7E" w:rsidRPr="008376CE" w:rsidRDefault="009A3A7E" w:rsidP="009A3A7E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 xml:space="preserve">Про </w:t>
      </w:r>
      <w:proofErr w:type="spellStart"/>
      <w:r>
        <w:rPr>
          <w:rFonts w:ascii="Times New Roman" w:eastAsia="Calibri" w:hAnsi="Times New Roman" w:cs="Times New Roman"/>
          <w:b/>
          <w:sz w:val="24"/>
        </w:rPr>
        <w:t>внесення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</w:rPr>
        <w:t>змін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до </w:t>
      </w:r>
      <w:proofErr w:type="spellStart"/>
      <w:proofErr w:type="gramStart"/>
      <w:r>
        <w:rPr>
          <w:rFonts w:ascii="Times New Roman" w:eastAsia="Calibri" w:hAnsi="Times New Roman" w:cs="Times New Roman"/>
          <w:b/>
          <w:sz w:val="24"/>
        </w:rPr>
        <w:t>р</w:t>
      </w:r>
      <w:proofErr w:type="gramEnd"/>
      <w:r>
        <w:rPr>
          <w:rFonts w:ascii="Times New Roman" w:eastAsia="Calibri" w:hAnsi="Times New Roman" w:cs="Times New Roman"/>
          <w:b/>
          <w:sz w:val="24"/>
        </w:rPr>
        <w:t>ішення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ХХХІХ</w:t>
      </w:r>
      <w:r w:rsidRPr="008376CE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8376CE">
        <w:rPr>
          <w:rFonts w:ascii="Times New Roman" w:eastAsia="Calibri" w:hAnsi="Times New Roman" w:cs="Times New Roman"/>
          <w:b/>
          <w:sz w:val="24"/>
        </w:rPr>
        <w:t>сесії</w:t>
      </w:r>
      <w:proofErr w:type="spellEnd"/>
      <w:r w:rsidRPr="008376CE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8376CE">
        <w:rPr>
          <w:rFonts w:ascii="Times New Roman" w:eastAsia="Calibri" w:hAnsi="Times New Roman" w:cs="Times New Roman"/>
          <w:b/>
          <w:sz w:val="24"/>
        </w:rPr>
        <w:t>сільської</w:t>
      </w:r>
      <w:proofErr w:type="spellEnd"/>
      <w:r w:rsidRPr="008376CE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9A3A7E" w:rsidRPr="008376CE" w:rsidRDefault="009A3A7E" w:rsidP="009A3A7E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8376CE">
        <w:rPr>
          <w:rFonts w:ascii="Times New Roman" w:eastAsia="Calibri" w:hAnsi="Times New Roman" w:cs="Times New Roman"/>
          <w:b/>
          <w:sz w:val="24"/>
        </w:rPr>
        <w:t xml:space="preserve">ради </w:t>
      </w:r>
      <w:r>
        <w:rPr>
          <w:rFonts w:ascii="Times New Roman" w:eastAsia="Calibri" w:hAnsi="Times New Roman" w:cs="Times New Roman"/>
          <w:b/>
          <w:sz w:val="24"/>
          <w:lang w:val="en-US"/>
        </w:rPr>
        <w:t>VII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</w:rPr>
        <w:t>скликання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№47 </w:t>
      </w:r>
      <w:proofErr w:type="spellStart"/>
      <w:r>
        <w:rPr>
          <w:rFonts w:ascii="Times New Roman" w:eastAsia="Calibri" w:hAnsi="Times New Roman" w:cs="Times New Roman"/>
          <w:b/>
          <w:sz w:val="24"/>
        </w:rPr>
        <w:t>від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24.07.2020</w:t>
      </w:r>
      <w:r w:rsidRPr="008376CE">
        <w:rPr>
          <w:rFonts w:ascii="Times New Roman" w:eastAsia="Calibri" w:hAnsi="Times New Roman" w:cs="Times New Roman"/>
          <w:b/>
          <w:sz w:val="24"/>
        </w:rPr>
        <w:t xml:space="preserve"> року </w:t>
      </w:r>
    </w:p>
    <w:p w:rsidR="009A3A7E" w:rsidRPr="008376CE" w:rsidRDefault="009A3A7E" w:rsidP="009A3A7E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8376CE">
        <w:rPr>
          <w:rFonts w:ascii="Times New Roman" w:eastAsia="Calibri" w:hAnsi="Times New Roman" w:cs="Times New Roman"/>
          <w:b/>
          <w:sz w:val="24"/>
        </w:rPr>
        <w:t xml:space="preserve">«Про </w:t>
      </w:r>
      <w:proofErr w:type="spellStart"/>
      <w:r w:rsidRPr="008376CE">
        <w:rPr>
          <w:rFonts w:ascii="Times New Roman" w:eastAsia="Calibri" w:hAnsi="Times New Roman" w:cs="Times New Roman"/>
          <w:b/>
          <w:sz w:val="24"/>
        </w:rPr>
        <w:t>надання</w:t>
      </w:r>
      <w:proofErr w:type="spellEnd"/>
      <w:r w:rsidRPr="008376CE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8376CE">
        <w:rPr>
          <w:rFonts w:ascii="Times New Roman" w:eastAsia="Calibri" w:hAnsi="Times New Roman" w:cs="Times New Roman"/>
          <w:b/>
          <w:sz w:val="24"/>
        </w:rPr>
        <w:t>дозволу</w:t>
      </w:r>
      <w:proofErr w:type="spellEnd"/>
      <w:r w:rsidRPr="008376CE">
        <w:rPr>
          <w:rFonts w:ascii="Times New Roman" w:eastAsia="Calibri" w:hAnsi="Times New Roman" w:cs="Times New Roman"/>
          <w:b/>
          <w:sz w:val="24"/>
        </w:rPr>
        <w:t xml:space="preserve"> на </w:t>
      </w:r>
      <w:proofErr w:type="spellStart"/>
      <w:r w:rsidRPr="008376CE">
        <w:rPr>
          <w:rFonts w:ascii="Times New Roman" w:eastAsia="Calibri" w:hAnsi="Times New Roman" w:cs="Times New Roman"/>
          <w:b/>
          <w:sz w:val="24"/>
        </w:rPr>
        <w:t>розробку</w:t>
      </w:r>
      <w:proofErr w:type="spellEnd"/>
      <w:r w:rsidRPr="008376CE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8376CE"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 w:rsidRPr="008376CE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8376CE">
        <w:rPr>
          <w:rFonts w:ascii="Times New Roman" w:eastAsia="Calibri" w:hAnsi="Times New Roman" w:cs="Times New Roman"/>
          <w:b/>
          <w:sz w:val="24"/>
        </w:rPr>
        <w:t>із</w:t>
      </w:r>
      <w:proofErr w:type="spellEnd"/>
      <w:r w:rsidRPr="008376CE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9A3A7E" w:rsidRPr="008376CE" w:rsidRDefault="009A3A7E" w:rsidP="009A3A7E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8376CE">
        <w:rPr>
          <w:rFonts w:ascii="Times New Roman" w:eastAsia="Calibri" w:hAnsi="Times New Roman" w:cs="Times New Roman"/>
          <w:b/>
          <w:sz w:val="24"/>
        </w:rPr>
        <w:t>землеустрою</w:t>
      </w:r>
      <w:proofErr w:type="spellEnd"/>
      <w:r w:rsidRPr="008376CE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8376CE">
        <w:rPr>
          <w:rFonts w:ascii="Times New Roman" w:eastAsia="Calibri" w:hAnsi="Times New Roman" w:cs="Times New Roman"/>
          <w:b/>
          <w:sz w:val="24"/>
        </w:rPr>
        <w:t>щодо</w:t>
      </w:r>
      <w:proofErr w:type="spellEnd"/>
      <w:r w:rsidRPr="008376CE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8376CE">
        <w:rPr>
          <w:rFonts w:ascii="Times New Roman" w:eastAsia="Calibri" w:hAnsi="Times New Roman" w:cs="Times New Roman"/>
          <w:b/>
          <w:sz w:val="24"/>
        </w:rPr>
        <w:t>відведення</w:t>
      </w:r>
      <w:proofErr w:type="spellEnd"/>
      <w:r w:rsidRPr="008376CE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8376CE">
        <w:rPr>
          <w:rFonts w:ascii="Times New Roman" w:eastAsia="Calibri" w:hAnsi="Times New Roman" w:cs="Times New Roman"/>
          <w:b/>
          <w:sz w:val="24"/>
        </w:rPr>
        <w:t>земельної</w:t>
      </w:r>
      <w:proofErr w:type="spellEnd"/>
      <w:r w:rsidRPr="008376CE">
        <w:rPr>
          <w:rFonts w:ascii="Times New Roman" w:eastAsia="Calibri" w:hAnsi="Times New Roman" w:cs="Times New Roman"/>
          <w:b/>
          <w:sz w:val="24"/>
        </w:rPr>
        <w:t xml:space="preserve">  </w:t>
      </w:r>
    </w:p>
    <w:p w:rsidR="009A3A7E" w:rsidRPr="008376CE" w:rsidRDefault="009A3A7E" w:rsidP="009A3A7E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ділянки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</w:rPr>
        <w:t>Слівінській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Н.В.</w:t>
      </w:r>
      <w:r w:rsidRPr="008376CE">
        <w:rPr>
          <w:rFonts w:ascii="Times New Roman" w:eastAsia="Calibri" w:hAnsi="Times New Roman" w:cs="Times New Roman"/>
          <w:b/>
          <w:sz w:val="24"/>
        </w:rPr>
        <w:t>»</w:t>
      </w:r>
    </w:p>
    <w:p w:rsidR="009A3A7E" w:rsidRPr="008376CE" w:rsidRDefault="009A3A7E" w:rsidP="009A3A7E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</w:p>
    <w:p w:rsidR="009A3A7E" w:rsidRPr="008376CE" w:rsidRDefault="009A3A7E" w:rsidP="009A3A7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8376CE">
        <w:rPr>
          <w:rFonts w:ascii="Times New Roman" w:eastAsia="Calibri" w:hAnsi="Times New Roman" w:cs="Times New Roman"/>
          <w:sz w:val="24"/>
        </w:rPr>
        <w:t xml:space="preserve">          </w:t>
      </w:r>
      <w:proofErr w:type="spellStart"/>
      <w:r w:rsidRPr="008376CE">
        <w:rPr>
          <w:rFonts w:ascii="Times New Roman" w:eastAsia="Calibri" w:hAnsi="Times New Roman" w:cs="Times New Roman"/>
          <w:sz w:val="24"/>
        </w:rPr>
        <w:t>Відповідно</w:t>
      </w:r>
      <w:proofErr w:type="spellEnd"/>
      <w:r w:rsidRPr="008376CE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8376CE">
        <w:rPr>
          <w:rFonts w:ascii="Times New Roman" w:eastAsia="Calibri" w:hAnsi="Times New Roman" w:cs="Times New Roman"/>
          <w:sz w:val="24"/>
        </w:rPr>
        <w:t>до</w:t>
      </w:r>
      <w:proofErr w:type="gramEnd"/>
      <w:r w:rsidRPr="008376CE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8376CE">
        <w:rPr>
          <w:rFonts w:ascii="Times New Roman" w:eastAsia="Calibri" w:hAnsi="Times New Roman" w:cs="Times New Roman"/>
          <w:sz w:val="24"/>
        </w:rPr>
        <w:t>пункту</w:t>
      </w:r>
      <w:proofErr w:type="gramEnd"/>
      <w:r w:rsidRPr="008376CE">
        <w:rPr>
          <w:rFonts w:ascii="Times New Roman" w:eastAsia="Calibri" w:hAnsi="Times New Roman" w:cs="Times New Roman"/>
          <w:sz w:val="24"/>
        </w:rPr>
        <w:t xml:space="preserve"> 34 </w:t>
      </w:r>
      <w:proofErr w:type="spellStart"/>
      <w:r w:rsidRPr="008376CE">
        <w:rPr>
          <w:rFonts w:ascii="Times New Roman" w:eastAsia="Calibri" w:hAnsi="Times New Roman" w:cs="Times New Roman"/>
          <w:sz w:val="24"/>
        </w:rPr>
        <w:t>частини</w:t>
      </w:r>
      <w:proofErr w:type="spellEnd"/>
      <w:r w:rsidRPr="008376CE">
        <w:rPr>
          <w:rFonts w:ascii="Times New Roman" w:eastAsia="Calibri" w:hAnsi="Times New Roman" w:cs="Times New Roman"/>
          <w:sz w:val="24"/>
        </w:rPr>
        <w:t xml:space="preserve"> 1 </w:t>
      </w:r>
      <w:proofErr w:type="spellStart"/>
      <w:r w:rsidRPr="008376CE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8376CE">
        <w:rPr>
          <w:rFonts w:ascii="Times New Roman" w:eastAsia="Calibri" w:hAnsi="Times New Roman" w:cs="Times New Roman"/>
          <w:sz w:val="24"/>
        </w:rPr>
        <w:t xml:space="preserve"> 26,  </w:t>
      </w:r>
      <w:proofErr w:type="spellStart"/>
      <w:r w:rsidRPr="008376CE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8376CE">
        <w:rPr>
          <w:rFonts w:ascii="Times New Roman" w:eastAsia="Calibri" w:hAnsi="Times New Roman" w:cs="Times New Roman"/>
          <w:sz w:val="24"/>
        </w:rPr>
        <w:t xml:space="preserve"> 42 Закону </w:t>
      </w:r>
      <w:proofErr w:type="spellStart"/>
      <w:r w:rsidRPr="008376CE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8376CE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8376CE">
        <w:rPr>
          <w:rFonts w:ascii="Times New Roman" w:eastAsia="Calibri" w:hAnsi="Times New Roman" w:cs="Times New Roman"/>
          <w:sz w:val="24"/>
        </w:rPr>
        <w:t>місцеве</w:t>
      </w:r>
      <w:proofErr w:type="spellEnd"/>
      <w:r w:rsidRPr="008376CE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8376CE">
        <w:rPr>
          <w:rFonts w:ascii="Times New Roman" w:eastAsia="Calibri" w:hAnsi="Times New Roman" w:cs="Times New Roman"/>
          <w:sz w:val="24"/>
        </w:rPr>
        <w:t>самоврядування</w:t>
      </w:r>
      <w:proofErr w:type="spellEnd"/>
      <w:r w:rsidRPr="008376CE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8376CE">
        <w:rPr>
          <w:rFonts w:ascii="Times New Roman" w:eastAsia="Calibri" w:hAnsi="Times New Roman" w:cs="Times New Roman"/>
          <w:sz w:val="24"/>
        </w:rPr>
        <w:t>Україні</w:t>
      </w:r>
      <w:proofErr w:type="spellEnd"/>
      <w:r w:rsidRPr="008376CE">
        <w:rPr>
          <w:rFonts w:ascii="Times New Roman" w:eastAsia="Calibri" w:hAnsi="Times New Roman" w:cs="Times New Roman"/>
          <w:sz w:val="24"/>
        </w:rPr>
        <w:t>», статей 12,</w:t>
      </w:r>
      <w:r>
        <w:rPr>
          <w:rFonts w:ascii="Times New Roman" w:eastAsia="Calibri" w:hAnsi="Times New Roman" w:cs="Times New Roman"/>
          <w:sz w:val="24"/>
        </w:rPr>
        <w:t>116,  118, 121,186</w:t>
      </w:r>
      <w:r w:rsidRPr="008376CE">
        <w:rPr>
          <w:rFonts w:ascii="Times New Roman" w:eastAsia="Calibri" w:hAnsi="Times New Roman" w:cs="Times New Roman"/>
          <w:sz w:val="24"/>
        </w:rPr>
        <w:t xml:space="preserve"> Земельного кодексу </w:t>
      </w:r>
      <w:proofErr w:type="spellStart"/>
      <w:r w:rsidRPr="008376CE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8376CE">
        <w:rPr>
          <w:rFonts w:ascii="Times New Roman" w:eastAsia="Calibri" w:hAnsi="Times New Roman" w:cs="Times New Roman"/>
          <w:sz w:val="24"/>
        </w:rPr>
        <w:t xml:space="preserve">, Закону </w:t>
      </w:r>
      <w:proofErr w:type="spellStart"/>
      <w:r w:rsidRPr="008376CE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8376CE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8376CE">
        <w:rPr>
          <w:rFonts w:ascii="Times New Roman" w:eastAsia="Calibri" w:hAnsi="Times New Roman" w:cs="Times New Roman"/>
          <w:sz w:val="24"/>
        </w:rPr>
        <w:t>землеустрій</w:t>
      </w:r>
      <w:proofErr w:type="spellEnd"/>
      <w:r w:rsidRPr="008376CE">
        <w:rPr>
          <w:rFonts w:ascii="Times New Roman" w:eastAsia="Calibri" w:hAnsi="Times New Roman" w:cs="Times New Roman"/>
          <w:sz w:val="24"/>
        </w:rPr>
        <w:t xml:space="preserve">»,   </w:t>
      </w:r>
      <w:proofErr w:type="spellStart"/>
      <w:r>
        <w:rPr>
          <w:rFonts w:ascii="Times New Roman" w:eastAsia="Calibri" w:hAnsi="Times New Roman" w:cs="Times New Roman"/>
          <w:sz w:val="24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</w:rPr>
        <w:t>Слівінської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Н.В.</w:t>
      </w:r>
      <w:r w:rsidRPr="008376CE">
        <w:rPr>
          <w:rFonts w:ascii="Times New Roman" w:eastAsia="Calibri" w:hAnsi="Times New Roman" w:cs="Times New Roman"/>
          <w:sz w:val="24"/>
        </w:rPr>
        <w:t xml:space="preserve">,  </w:t>
      </w:r>
      <w:proofErr w:type="spellStart"/>
      <w:r w:rsidRPr="008376CE">
        <w:rPr>
          <w:rFonts w:ascii="Times New Roman" w:eastAsia="Calibri" w:hAnsi="Times New Roman" w:cs="Times New Roman"/>
          <w:sz w:val="24"/>
        </w:rPr>
        <w:t>сільська</w:t>
      </w:r>
      <w:proofErr w:type="spellEnd"/>
      <w:r w:rsidRPr="008376CE">
        <w:rPr>
          <w:rFonts w:ascii="Times New Roman" w:eastAsia="Calibri" w:hAnsi="Times New Roman" w:cs="Times New Roman"/>
          <w:sz w:val="24"/>
        </w:rPr>
        <w:t xml:space="preserve"> рада </w:t>
      </w:r>
    </w:p>
    <w:p w:rsidR="009A3A7E" w:rsidRPr="008376CE" w:rsidRDefault="009A3A7E" w:rsidP="009A3A7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8376CE">
        <w:rPr>
          <w:rFonts w:ascii="Times New Roman" w:eastAsia="Calibri" w:hAnsi="Times New Roman" w:cs="Times New Roman"/>
          <w:sz w:val="24"/>
        </w:rPr>
        <w:t>ВИРІШИЛА:</w:t>
      </w:r>
    </w:p>
    <w:p w:rsidR="009A3A7E" w:rsidRPr="008376CE" w:rsidRDefault="009A3A7E" w:rsidP="009A3A7E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1.Внести  </w:t>
      </w:r>
      <w:proofErr w:type="spellStart"/>
      <w:r>
        <w:rPr>
          <w:rFonts w:ascii="Times New Roman" w:eastAsia="Calibri" w:hAnsi="Times New Roman" w:cs="Times New Roman"/>
          <w:sz w:val="24"/>
        </w:rPr>
        <w:t>зміни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до </w:t>
      </w:r>
      <w:proofErr w:type="spellStart"/>
      <w:proofErr w:type="gramStart"/>
      <w:r>
        <w:rPr>
          <w:rFonts w:ascii="Times New Roman" w:eastAsia="Calibri" w:hAnsi="Times New Roman" w:cs="Times New Roman"/>
          <w:sz w:val="24"/>
        </w:rPr>
        <w:t>р</w:t>
      </w:r>
      <w:proofErr w:type="gramEnd"/>
      <w:r>
        <w:rPr>
          <w:rFonts w:ascii="Times New Roman" w:eastAsia="Calibri" w:hAnsi="Times New Roman" w:cs="Times New Roman"/>
          <w:sz w:val="24"/>
        </w:rPr>
        <w:t>ішення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ХХХІХ </w:t>
      </w:r>
      <w:proofErr w:type="spellStart"/>
      <w:r w:rsidRPr="008376CE">
        <w:rPr>
          <w:rFonts w:ascii="Times New Roman" w:eastAsia="Calibri" w:hAnsi="Times New Roman" w:cs="Times New Roman"/>
          <w:sz w:val="24"/>
        </w:rPr>
        <w:t>сесії</w:t>
      </w:r>
      <w:proofErr w:type="spellEnd"/>
      <w:r w:rsidRPr="008376CE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8376CE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8376CE">
        <w:rPr>
          <w:rFonts w:ascii="Times New Roman" w:eastAsia="Calibri" w:hAnsi="Times New Roman" w:cs="Times New Roman"/>
          <w:sz w:val="24"/>
        </w:rPr>
        <w:t xml:space="preserve"> ради </w:t>
      </w:r>
      <w:r>
        <w:rPr>
          <w:rFonts w:ascii="Times New Roman" w:eastAsia="Calibri" w:hAnsi="Times New Roman" w:cs="Times New Roman"/>
          <w:sz w:val="24"/>
          <w:lang w:val="en-US"/>
        </w:rPr>
        <w:t>VII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скликання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№47 </w:t>
      </w:r>
      <w:proofErr w:type="spellStart"/>
      <w:r>
        <w:rPr>
          <w:rFonts w:ascii="Times New Roman" w:eastAsia="Calibri" w:hAnsi="Times New Roman" w:cs="Times New Roman"/>
          <w:sz w:val="24"/>
        </w:rPr>
        <w:t>від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24.07.2020</w:t>
      </w:r>
      <w:r w:rsidRPr="008376CE">
        <w:rPr>
          <w:rFonts w:ascii="Times New Roman" w:eastAsia="Calibri" w:hAnsi="Times New Roman" w:cs="Times New Roman"/>
          <w:sz w:val="24"/>
        </w:rPr>
        <w:t xml:space="preserve"> року «Про </w:t>
      </w:r>
      <w:proofErr w:type="spellStart"/>
      <w:r w:rsidRPr="008376CE">
        <w:rPr>
          <w:rFonts w:ascii="Times New Roman" w:eastAsia="Calibri" w:hAnsi="Times New Roman" w:cs="Times New Roman"/>
          <w:sz w:val="24"/>
        </w:rPr>
        <w:t>надання</w:t>
      </w:r>
      <w:proofErr w:type="spellEnd"/>
      <w:r w:rsidRPr="008376CE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8376CE">
        <w:rPr>
          <w:rFonts w:ascii="Times New Roman" w:eastAsia="Calibri" w:hAnsi="Times New Roman" w:cs="Times New Roman"/>
          <w:sz w:val="24"/>
        </w:rPr>
        <w:t>дозволу</w:t>
      </w:r>
      <w:proofErr w:type="spellEnd"/>
      <w:r w:rsidRPr="008376CE">
        <w:rPr>
          <w:rFonts w:ascii="Times New Roman" w:eastAsia="Calibri" w:hAnsi="Times New Roman" w:cs="Times New Roman"/>
          <w:sz w:val="24"/>
        </w:rPr>
        <w:t xml:space="preserve"> на </w:t>
      </w:r>
      <w:proofErr w:type="spellStart"/>
      <w:r w:rsidRPr="008376CE">
        <w:rPr>
          <w:rFonts w:ascii="Times New Roman" w:eastAsia="Calibri" w:hAnsi="Times New Roman" w:cs="Times New Roman"/>
          <w:sz w:val="24"/>
        </w:rPr>
        <w:t>розробку</w:t>
      </w:r>
      <w:proofErr w:type="spellEnd"/>
      <w:r w:rsidRPr="008376CE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8376CE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8376CE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8376CE">
        <w:rPr>
          <w:rFonts w:ascii="Times New Roman" w:eastAsia="Calibri" w:hAnsi="Times New Roman" w:cs="Times New Roman"/>
          <w:sz w:val="24"/>
        </w:rPr>
        <w:t>із</w:t>
      </w:r>
      <w:proofErr w:type="spellEnd"/>
      <w:r w:rsidRPr="008376CE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8376CE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8376CE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8376CE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8376CE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8376CE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 w:rsidRPr="008376CE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8376CE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8376CE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8376CE">
        <w:rPr>
          <w:rFonts w:ascii="Times New Roman" w:eastAsia="Calibri" w:hAnsi="Times New Roman" w:cs="Times New Roman"/>
          <w:sz w:val="24"/>
        </w:rPr>
        <w:t>діл</w:t>
      </w:r>
      <w:r>
        <w:rPr>
          <w:rFonts w:ascii="Times New Roman" w:eastAsia="Calibri" w:hAnsi="Times New Roman" w:cs="Times New Roman"/>
          <w:sz w:val="24"/>
        </w:rPr>
        <w:t>янки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Слівінській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Н.В.</w:t>
      </w:r>
      <w:r w:rsidRPr="008376CE">
        <w:rPr>
          <w:rFonts w:ascii="Times New Roman" w:eastAsia="Calibri" w:hAnsi="Times New Roman" w:cs="Times New Roman"/>
          <w:sz w:val="24"/>
        </w:rPr>
        <w:t>» слова т</w:t>
      </w:r>
      <w:r>
        <w:rPr>
          <w:rFonts w:ascii="Times New Roman" w:eastAsia="Calibri" w:hAnsi="Times New Roman" w:cs="Times New Roman"/>
          <w:sz w:val="24"/>
        </w:rPr>
        <w:t xml:space="preserve">а </w:t>
      </w:r>
      <w:proofErr w:type="spellStart"/>
      <w:r>
        <w:rPr>
          <w:rFonts w:ascii="Times New Roman" w:eastAsia="Calibri" w:hAnsi="Times New Roman" w:cs="Times New Roman"/>
          <w:sz w:val="24"/>
        </w:rPr>
        <w:t>цифри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«</w:t>
      </w:r>
      <w:proofErr w:type="spellStart"/>
      <w:r>
        <w:rPr>
          <w:rFonts w:ascii="Times New Roman" w:eastAsia="Calibri" w:hAnsi="Times New Roman" w:cs="Times New Roman"/>
          <w:sz w:val="24"/>
        </w:rPr>
        <w:t>кадастровий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номер 682398400:03:012:0021»</w:t>
      </w:r>
      <w:r w:rsidRPr="008376CE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8376CE">
        <w:rPr>
          <w:rFonts w:ascii="Times New Roman" w:eastAsia="Calibri" w:hAnsi="Times New Roman" w:cs="Times New Roman"/>
          <w:sz w:val="24"/>
        </w:rPr>
        <w:t>замінити</w:t>
      </w:r>
      <w:proofErr w:type="spellEnd"/>
      <w:r w:rsidRPr="008376CE">
        <w:rPr>
          <w:rFonts w:ascii="Times New Roman" w:eastAsia="Calibri" w:hAnsi="Times New Roman" w:cs="Times New Roman"/>
          <w:sz w:val="24"/>
        </w:rPr>
        <w:t xml:space="preserve"> на слова т</w:t>
      </w:r>
      <w:r>
        <w:rPr>
          <w:rFonts w:ascii="Times New Roman" w:eastAsia="Calibri" w:hAnsi="Times New Roman" w:cs="Times New Roman"/>
          <w:sz w:val="24"/>
        </w:rPr>
        <w:t xml:space="preserve">а </w:t>
      </w:r>
      <w:proofErr w:type="spellStart"/>
      <w:r>
        <w:rPr>
          <w:rFonts w:ascii="Times New Roman" w:eastAsia="Calibri" w:hAnsi="Times New Roman" w:cs="Times New Roman"/>
          <w:sz w:val="24"/>
        </w:rPr>
        <w:t>цифри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«</w:t>
      </w:r>
      <w:proofErr w:type="spellStart"/>
      <w:r>
        <w:rPr>
          <w:rFonts w:ascii="Times New Roman" w:eastAsia="Calibri" w:hAnsi="Times New Roman" w:cs="Times New Roman"/>
          <w:sz w:val="24"/>
        </w:rPr>
        <w:t>кадастровий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номер 682398400:03:012:0214</w:t>
      </w:r>
      <w:r w:rsidRPr="008376CE">
        <w:rPr>
          <w:rFonts w:ascii="Times New Roman" w:eastAsia="Calibri" w:hAnsi="Times New Roman" w:cs="Times New Roman"/>
          <w:sz w:val="24"/>
        </w:rPr>
        <w:t>»</w:t>
      </w:r>
      <w:r>
        <w:rPr>
          <w:rFonts w:ascii="Times New Roman" w:eastAsia="Calibri" w:hAnsi="Times New Roman" w:cs="Times New Roman"/>
          <w:sz w:val="24"/>
        </w:rPr>
        <w:t>.</w:t>
      </w:r>
    </w:p>
    <w:p w:rsidR="009A3A7E" w:rsidRPr="008376CE" w:rsidRDefault="009A3A7E" w:rsidP="009A3A7E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8376CE">
        <w:rPr>
          <w:rFonts w:ascii="Times New Roman" w:eastAsia="Calibri" w:hAnsi="Times New Roman" w:cs="Times New Roman"/>
          <w:sz w:val="24"/>
          <w:szCs w:val="24"/>
        </w:rPr>
        <w:t xml:space="preserve">         2. Даний </w:t>
      </w:r>
      <w:proofErr w:type="spellStart"/>
      <w:r w:rsidRPr="008376CE">
        <w:rPr>
          <w:rFonts w:ascii="Times New Roman" w:eastAsia="Calibri" w:hAnsi="Times New Roman" w:cs="Times New Roman"/>
          <w:sz w:val="24"/>
          <w:szCs w:val="24"/>
        </w:rPr>
        <w:t>дозвіл</w:t>
      </w:r>
      <w:proofErr w:type="spellEnd"/>
      <w:r w:rsidRPr="008376C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376CE">
        <w:rPr>
          <w:rFonts w:ascii="Times New Roman" w:eastAsia="Calibri" w:hAnsi="Times New Roman" w:cs="Times New Roman"/>
          <w:sz w:val="24"/>
          <w:szCs w:val="24"/>
        </w:rPr>
        <w:t>дійсний</w:t>
      </w:r>
      <w:proofErr w:type="spellEnd"/>
      <w:r w:rsidRPr="008376CE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8376CE">
        <w:rPr>
          <w:rFonts w:ascii="Times New Roman" w:eastAsia="Calibri" w:hAnsi="Times New Roman" w:cs="Times New Roman"/>
          <w:sz w:val="24"/>
          <w:szCs w:val="24"/>
        </w:rPr>
        <w:t>протязі</w:t>
      </w:r>
      <w:proofErr w:type="spellEnd"/>
      <w:r w:rsidRPr="008376CE">
        <w:rPr>
          <w:rFonts w:ascii="Times New Roman" w:eastAsia="Calibri" w:hAnsi="Times New Roman" w:cs="Times New Roman"/>
          <w:sz w:val="24"/>
          <w:szCs w:val="24"/>
        </w:rPr>
        <w:t xml:space="preserve"> року з дня </w:t>
      </w:r>
      <w:proofErr w:type="spellStart"/>
      <w:r w:rsidRPr="008376CE">
        <w:rPr>
          <w:rFonts w:ascii="Times New Roman" w:eastAsia="Calibri" w:hAnsi="Times New Roman" w:cs="Times New Roman"/>
          <w:sz w:val="24"/>
          <w:szCs w:val="24"/>
        </w:rPr>
        <w:t>прийняття</w:t>
      </w:r>
      <w:proofErr w:type="spellEnd"/>
      <w:r w:rsidRPr="008376C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376CE">
        <w:rPr>
          <w:rFonts w:ascii="Times New Roman" w:eastAsia="Calibri" w:hAnsi="Times New Roman" w:cs="Times New Roman"/>
          <w:sz w:val="24"/>
          <w:szCs w:val="24"/>
        </w:rPr>
        <w:t>даного</w:t>
      </w:r>
      <w:proofErr w:type="spellEnd"/>
      <w:r w:rsidRPr="008376C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376CE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8376CE">
        <w:rPr>
          <w:rFonts w:ascii="Times New Roman" w:eastAsia="Calibri" w:hAnsi="Times New Roman" w:cs="Times New Roman"/>
          <w:sz w:val="24"/>
          <w:szCs w:val="24"/>
        </w:rPr>
        <w:t>ішення</w:t>
      </w:r>
      <w:proofErr w:type="spellEnd"/>
      <w:r w:rsidRPr="008376C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A3A7E" w:rsidRPr="008376CE" w:rsidRDefault="009A3A7E" w:rsidP="009A3A7E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8376CE">
        <w:rPr>
          <w:rFonts w:ascii="Times New Roman" w:eastAsia="Arial Unicode MS" w:hAnsi="Times New Roman" w:cs="Times New Roman"/>
          <w:sz w:val="24"/>
          <w:szCs w:val="24"/>
        </w:rPr>
        <w:t xml:space="preserve">         3. Контроль за </w:t>
      </w:r>
      <w:proofErr w:type="spellStart"/>
      <w:r w:rsidRPr="008376CE">
        <w:rPr>
          <w:rFonts w:ascii="Times New Roman" w:eastAsia="Arial Unicode MS" w:hAnsi="Times New Roman" w:cs="Times New Roman"/>
          <w:sz w:val="24"/>
          <w:szCs w:val="24"/>
        </w:rPr>
        <w:t>виконанням</w:t>
      </w:r>
      <w:proofErr w:type="spellEnd"/>
      <w:r w:rsidRPr="008376CE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8376CE">
        <w:rPr>
          <w:rFonts w:ascii="Times New Roman" w:eastAsia="Arial Unicode MS" w:hAnsi="Times New Roman" w:cs="Times New Roman"/>
          <w:sz w:val="24"/>
          <w:szCs w:val="24"/>
        </w:rPr>
        <w:t>цього</w:t>
      </w:r>
      <w:proofErr w:type="spellEnd"/>
      <w:r w:rsidRPr="008376CE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376CE">
        <w:rPr>
          <w:rFonts w:ascii="Times New Roman" w:eastAsia="Arial Unicode MS" w:hAnsi="Times New Roman" w:cs="Times New Roman"/>
          <w:sz w:val="24"/>
          <w:szCs w:val="24"/>
        </w:rPr>
        <w:t>р</w:t>
      </w:r>
      <w:proofErr w:type="gramEnd"/>
      <w:r w:rsidRPr="008376CE">
        <w:rPr>
          <w:rFonts w:ascii="Times New Roman" w:eastAsia="Arial Unicode MS" w:hAnsi="Times New Roman" w:cs="Times New Roman"/>
          <w:sz w:val="24"/>
          <w:szCs w:val="24"/>
        </w:rPr>
        <w:t>ішення</w:t>
      </w:r>
      <w:proofErr w:type="spellEnd"/>
      <w:r w:rsidRPr="008376CE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8376CE">
        <w:rPr>
          <w:rFonts w:ascii="Times New Roman" w:eastAsia="Arial Unicode MS" w:hAnsi="Times New Roman" w:cs="Times New Roman"/>
          <w:sz w:val="24"/>
          <w:szCs w:val="24"/>
        </w:rPr>
        <w:t>покласти</w:t>
      </w:r>
      <w:proofErr w:type="spellEnd"/>
      <w:r w:rsidRPr="008376CE">
        <w:rPr>
          <w:rFonts w:ascii="Times New Roman" w:eastAsia="Arial Unicode MS" w:hAnsi="Times New Roman" w:cs="Times New Roman"/>
          <w:sz w:val="24"/>
          <w:szCs w:val="24"/>
        </w:rPr>
        <w:t xml:space="preserve"> на </w:t>
      </w:r>
      <w:proofErr w:type="spellStart"/>
      <w:r w:rsidRPr="008376CE">
        <w:rPr>
          <w:rFonts w:ascii="Times New Roman" w:eastAsia="Arial Unicode MS" w:hAnsi="Times New Roman" w:cs="Times New Roman"/>
          <w:sz w:val="24"/>
          <w:szCs w:val="24"/>
        </w:rPr>
        <w:t>постійну</w:t>
      </w:r>
      <w:proofErr w:type="spellEnd"/>
      <w:r w:rsidRPr="008376CE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8376CE">
        <w:rPr>
          <w:rFonts w:ascii="Times New Roman" w:eastAsia="Arial Unicode MS" w:hAnsi="Times New Roman" w:cs="Times New Roman"/>
          <w:sz w:val="24"/>
          <w:szCs w:val="24"/>
        </w:rPr>
        <w:t>комісію</w:t>
      </w:r>
      <w:proofErr w:type="spellEnd"/>
      <w:r w:rsidRPr="008376CE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8376CE">
        <w:rPr>
          <w:rFonts w:ascii="Times New Roman" w:eastAsia="Arial Unicode MS" w:hAnsi="Times New Roman" w:cs="Times New Roman"/>
          <w:sz w:val="24"/>
          <w:szCs w:val="24"/>
        </w:rPr>
        <w:t>сільської</w:t>
      </w:r>
      <w:proofErr w:type="spellEnd"/>
      <w:r w:rsidRPr="008376CE">
        <w:rPr>
          <w:rFonts w:ascii="Times New Roman" w:eastAsia="Arial Unicode MS" w:hAnsi="Times New Roman" w:cs="Times New Roman"/>
          <w:sz w:val="24"/>
          <w:szCs w:val="24"/>
        </w:rPr>
        <w:t xml:space="preserve"> ради з </w:t>
      </w:r>
      <w:proofErr w:type="spellStart"/>
      <w:r w:rsidRPr="008376CE">
        <w:rPr>
          <w:rFonts w:ascii="Times New Roman" w:eastAsia="Arial Unicode MS" w:hAnsi="Times New Roman" w:cs="Times New Roman"/>
          <w:sz w:val="24"/>
          <w:szCs w:val="24"/>
        </w:rPr>
        <w:t>питань</w:t>
      </w:r>
      <w:proofErr w:type="spellEnd"/>
      <w:r w:rsidRPr="008376CE">
        <w:rPr>
          <w:rFonts w:ascii="Times New Roman" w:eastAsia="Arial Unicode MS" w:hAnsi="Times New Roman" w:cs="Times New Roman"/>
          <w:sz w:val="24"/>
          <w:szCs w:val="24"/>
        </w:rPr>
        <w:t xml:space="preserve">  </w:t>
      </w:r>
      <w:proofErr w:type="spellStart"/>
      <w:r w:rsidRPr="008376CE">
        <w:rPr>
          <w:rFonts w:ascii="Times New Roman" w:eastAsia="Arial Unicode MS" w:hAnsi="Times New Roman" w:cs="Times New Roman"/>
          <w:sz w:val="24"/>
          <w:szCs w:val="24"/>
        </w:rPr>
        <w:t>земельних</w:t>
      </w:r>
      <w:proofErr w:type="spellEnd"/>
      <w:r w:rsidRPr="008376CE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8376CE">
        <w:rPr>
          <w:rFonts w:ascii="Times New Roman" w:eastAsia="Arial Unicode MS" w:hAnsi="Times New Roman" w:cs="Times New Roman"/>
          <w:sz w:val="24"/>
          <w:szCs w:val="24"/>
        </w:rPr>
        <w:t>відносин</w:t>
      </w:r>
      <w:proofErr w:type="spellEnd"/>
      <w:r w:rsidRPr="008376CE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8376CE">
        <w:rPr>
          <w:rFonts w:ascii="Times New Roman" w:eastAsia="Arial Unicode MS" w:hAnsi="Times New Roman" w:cs="Times New Roman"/>
          <w:sz w:val="24"/>
          <w:szCs w:val="24"/>
        </w:rPr>
        <w:t>природокористування</w:t>
      </w:r>
      <w:proofErr w:type="spellEnd"/>
      <w:r w:rsidRPr="008376CE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8376CE">
        <w:rPr>
          <w:rFonts w:ascii="Times New Roman" w:eastAsia="Arial Unicode MS" w:hAnsi="Times New Roman" w:cs="Times New Roman"/>
          <w:sz w:val="24"/>
          <w:szCs w:val="24"/>
        </w:rPr>
        <w:t>планування</w:t>
      </w:r>
      <w:proofErr w:type="spellEnd"/>
      <w:r w:rsidRPr="008376CE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8376CE">
        <w:rPr>
          <w:rFonts w:ascii="Times New Roman" w:eastAsia="Arial Unicode MS" w:hAnsi="Times New Roman" w:cs="Times New Roman"/>
          <w:sz w:val="24"/>
          <w:szCs w:val="24"/>
        </w:rPr>
        <w:t>території</w:t>
      </w:r>
      <w:proofErr w:type="spellEnd"/>
      <w:r w:rsidRPr="008376CE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8376CE">
        <w:rPr>
          <w:rFonts w:ascii="Times New Roman" w:eastAsia="Arial Unicode MS" w:hAnsi="Times New Roman" w:cs="Times New Roman"/>
          <w:sz w:val="24"/>
          <w:szCs w:val="24"/>
        </w:rPr>
        <w:t>будівництва</w:t>
      </w:r>
      <w:proofErr w:type="spellEnd"/>
      <w:r w:rsidRPr="008376CE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8376CE">
        <w:rPr>
          <w:rFonts w:ascii="Times New Roman" w:eastAsia="Arial Unicode MS" w:hAnsi="Times New Roman" w:cs="Times New Roman"/>
          <w:sz w:val="24"/>
          <w:szCs w:val="24"/>
        </w:rPr>
        <w:t>архітектури</w:t>
      </w:r>
      <w:proofErr w:type="spellEnd"/>
      <w:r w:rsidRPr="008376CE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8376CE">
        <w:rPr>
          <w:rFonts w:ascii="Times New Roman" w:eastAsia="Arial Unicode MS" w:hAnsi="Times New Roman" w:cs="Times New Roman"/>
          <w:sz w:val="24"/>
          <w:szCs w:val="24"/>
        </w:rPr>
        <w:t>охорони</w:t>
      </w:r>
      <w:proofErr w:type="spellEnd"/>
      <w:r w:rsidRPr="008376CE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8376CE">
        <w:rPr>
          <w:rFonts w:ascii="Times New Roman" w:eastAsia="Arial Unicode MS" w:hAnsi="Times New Roman" w:cs="Times New Roman"/>
          <w:sz w:val="24"/>
          <w:szCs w:val="24"/>
        </w:rPr>
        <w:t>пам’яток</w:t>
      </w:r>
      <w:proofErr w:type="spellEnd"/>
      <w:r w:rsidRPr="008376CE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8376CE">
        <w:rPr>
          <w:rFonts w:ascii="Times New Roman" w:eastAsia="Arial Unicode MS" w:hAnsi="Times New Roman" w:cs="Times New Roman"/>
          <w:sz w:val="24"/>
          <w:szCs w:val="24"/>
        </w:rPr>
        <w:t>історичного</w:t>
      </w:r>
      <w:proofErr w:type="spellEnd"/>
      <w:r w:rsidRPr="008376CE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8376CE">
        <w:rPr>
          <w:rFonts w:ascii="Times New Roman" w:eastAsia="Arial Unicode MS" w:hAnsi="Times New Roman" w:cs="Times New Roman"/>
          <w:sz w:val="24"/>
          <w:szCs w:val="24"/>
        </w:rPr>
        <w:t>середовища</w:t>
      </w:r>
      <w:proofErr w:type="spellEnd"/>
      <w:r w:rsidRPr="008376CE">
        <w:rPr>
          <w:rFonts w:ascii="Times New Roman" w:eastAsia="Arial Unicode MS" w:hAnsi="Times New Roman" w:cs="Times New Roman"/>
          <w:sz w:val="24"/>
          <w:szCs w:val="24"/>
        </w:rPr>
        <w:t xml:space="preserve"> та благоустрою (Денисюк </w:t>
      </w:r>
      <w:r w:rsidRPr="008376CE">
        <w:rPr>
          <w:rFonts w:ascii="Times New Roman" w:eastAsia="Arial Unicode MS" w:hAnsi="Times New Roman" w:cs="Times New Roman"/>
          <w:color w:val="000000"/>
          <w:sz w:val="24"/>
          <w:szCs w:val="24"/>
        </w:rPr>
        <w:t>Т.В.).</w:t>
      </w:r>
    </w:p>
    <w:p w:rsidR="009A3A7E" w:rsidRPr="008376CE" w:rsidRDefault="009A3A7E" w:rsidP="009A3A7E">
      <w:pPr>
        <w:tabs>
          <w:tab w:val="left" w:pos="4424"/>
        </w:tabs>
        <w:spacing w:after="0"/>
        <w:ind w:left="720"/>
        <w:contextualSpacing/>
        <w:jc w:val="both"/>
        <w:rPr>
          <w:rFonts w:ascii="Times New Roman" w:eastAsia="Calibri" w:hAnsi="Times New Roman" w:cs="Times New Roman"/>
          <w:sz w:val="24"/>
        </w:rPr>
      </w:pPr>
    </w:p>
    <w:p w:rsidR="009A3A7E" w:rsidRPr="008376CE" w:rsidRDefault="009A3A7E" w:rsidP="009A3A7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9A3A7E" w:rsidRPr="008376CE" w:rsidRDefault="009A3A7E" w:rsidP="009A3A7E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</w:p>
    <w:p w:rsidR="009A3A7E" w:rsidRPr="008376CE" w:rsidRDefault="009A3A7E" w:rsidP="009A3A7E">
      <w:pPr>
        <w:rPr>
          <w:rFonts w:ascii="Calibri" w:eastAsia="Times New Roman" w:hAnsi="Calibri" w:cs="Times New Roman"/>
          <w:b/>
        </w:rPr>
      </w:pPr>
    </w:p>
    <w:p w:rsidR="000D0475" w:rsidRPr="009A3A7E" w:rsidRDefault="009A3A7E">
      <w:pPr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8376CE">
        <w:rPr>
          <w:rFonts w:ascii="Times New Roman" w:eastAsia="Times New Roman" w:hAnsi="Times New Roman" w:cs="Times New Roman"/>
          <w:sz w:val="24"/>
          <w:szCs w:val="24"/>
        </w:rPr>
        <w:t>Сільський</w:t>
      </w:r>
      <w:proofErr w:type="spellEnd"/>
      <w:r w:rsidRPr="008376CE">
        <w:rPr>
          <w:rFonts w:ascii="Times New Roman" w:eastAsia="Times New Roman" w:hAnsi="Times New Roman" w:cs="Times New Roman"/>
          <w:sz w:val="24"/>
          <w:szCs w:val="24"/>
        </w:rPr>
        <w:t xml:space="preserve">   голова                                                                            </w:t>
      </w:r>
      <w:proofErr w:type="spellStart"/>
      <w:r w:rsidRPr="008376CE">
        <w:rPr>
          <w:rFonts w:ascii="Times New Roman" w:eastAsia="Times New Roman" w:hAnsi="Times New Roman" w:cs="Times New Roman"/>
          <w:sz w:val="24"/>
          <w:szCs w:val="24"/>
        </w:rPr>
        <w:t>Валерій</w:t>
      </w:r>
      <w:proofErr w:type="spellEnd"/>
      <w:r w:rsidRPr="008376CE">
        <w:rPr>
          <w:rFonts w:ascii="Times New Roman" w:eastAsia="Times New Roman" w:hAnsi="Times New Roman" w:cs="Times New Roman"/>
          <w:sz w:val="24"/>
          <w:szCs w:val="24"/>
        </w:rPr>
        <w:t xml:space="preserve">   МИХАЛЮК</w:t>
      </w:r>
      <w:bookmarkStart w:id="0" w:name="_GoBack"/>
      <w:bookmarkEnd w:id="0"/>
    </w:p>
    <w:sectPr w:rsidR="000D0475" w:rsidRPr="009A3A7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A7E"/>
    <w:rsid w:val="000D0475"/>
    <w:rsid w:val="009A3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A7E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9A3A7E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9A3A7E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9A3A7E"/>
    <w:rPr>
      <w:rFonts w:ascii="Consolas" w:hAnsi="Consolas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A7E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9A3A7E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9A3A7E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9A3A7E"/>
    <w:rPr>
      <w:rFonts w:ascii="Consolas" w:hAnsi="Consolas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231</Words>
  <Characters>1322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dcterms:created xsi:type="dcterms:W3CDTF">2021-09-13T10:41:00Z</dcterms:created>
  <dcterms:modified xsi:type="dcterms:W3CDTF">2021-09-13T10:41:00Z</dcterms:modified>
</cp:coreProperties>
</file>