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45" w:rsidRPr="00694EED" w:rsidRDefault="00544245" w:rsidP="00544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544245" w:rsidRPr="00694EED" w:rsidRDefault="00544245" w:rsidP="00544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A77372" wp14:editId="7A04E3F5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267" name="Группа 16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2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245" w:rsidRDefault="00544245" w:rsidP="005442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6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RccUA&#10;AADeAAAADwAAAGRycy9kb3ducmV2LnhtbESPT4vCQAzF7wt+hyGCt3Vqha5URxFR8SAs/ruHTmyL&#10;nUzpjNr99pvDwt4S3st7vyxWvWvUi7pQezYwGSegiAtvay4NXC+7zxmoEJEtNp7JwA8FWC0HHwvM&#10;rX/ziV7nWCoJ4ZCjgSrGNtc6FBU5DGPfEot2953DKGtXatvhW8Jdo9MkybTDmqWhwpY2FRWP89MZ&#10;8NP94Xgr09N0y1+R19+z+60/GjMa9us5qEh9/Df/XR+s4GdpJrzyjs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BFx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GScYA&#10;AADeAAAADwAAAGRycy9kb3ducmV2LnhtbERPS2sCMRC+C/0PYQpeRLP1sNbVKEXYvg4FreB12Ew3&#10;224mSxJ16683QqG3+fies1z3thUn8qFxrOBhkoEgrpxuuFaw/yzHjyBCRNbYOiYFvxRgvbobLLHQ&#10;7sxbOu1iLVIIhwIVmBi7QspQGbIYJq4jTtyX8xZjgr6W2uM5hdtWTrMslxYbTg0GO9oYqn52R6vg&#10;u/wwh83s8uxH8y1dRuX7S/uWKzW8758WICL18V/8537VaX4+zedweyfd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gGS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idCMUA&#10;AADeAAAADwAAAGRycy9kb3ducmV2LnhtbESP3WrCQBCF7wu+wzKCN0U3KqikriJSi3gj/jzAkB2z&#10;odnZkN2a+Padi0LvZphzzjdnve19rZ7UxiqwgekkA0VcBFtxaeB+O4xXoGJCtlgHJgMvirDdDN7W&#10;mNvQ8YWe11QqCeGYowGXUpNrHQtHHuMkNMRye4TWY5K1LbVtsZNwX+tZli20x4qF4LChvaPi+/rj&#10;BXKe4/n06G6Hrx47/Dw5ft9djBkN+90HqER9+hf/uY9W3l/MllJA6sg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2J0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AtqcQA&#10;AADeAAAADwAAAGRycy9kb3ducmV2LnhtbERPTUvDQBC9C/0Pywje7KahphK7LaVWEMGDVRBvQ3aa&#10;BLOzy+7YxH/vCoK3ebzPWW8nN6gzxdR7NrCYF6CIG297bg28vT5c34JKgmxx8EwGvinBdjO7WGNt&#10;/cgvdD5Kq3IIpxoNdCKh1jo1HTlMcx+IM3fy0aFkGFttI4453A26LIpKO+w5N3QYaN9R83n8cgae&#10;x0N4WlU3p/ARl6VO91be92LM1eW0uwMlNMm/+M/9aPP8qlwt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QLa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m5MYA&#10;AADeAAAADwAAAGRycy9kb3ducmV2LnhtbESPzWrDMBCE74W8g9hCLqWR60IS3CjGhCQUX0x+HmCx&#10;NpaptTKWGjtvXxUKve0ys/PNbvLJduJOg28dK3hbJCCIa6dbbhRcL4fXNQgfkDV2jknBgzzk29nT&#10;BjPtRj7R/RwaEUPYZ6jAhNBnUvrakEW/cD1x1G5usBjiOjRSDzjGcNvJNEmW0mLLkWCwp52h+uv8&#10;bSOkeseqvI2Xw3HCEfel4ZfipNT8eSo+QASawr/57/pTx/rLdJXC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am5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WRcQA&#10;AADeAAAADwAAAGRycy9kb3ducmV2LnhtbERPTUvDQBC9C/0PyxS82Y1RU4ndltIqiODBKoi3ITtN&#10;gtnZZXds4r93BcHbPN7nrDaTG9SJYuo9G7hcFKCIG297bg28vT5c3IJKgmxx8EwGvinBZj07W2Ft&#10;/cgvdDpIq3IIpxoNdCKh1jo1HTlMCx+IM3f00aFkGFttI4453A26LIpKO+w5N3QYaNdR83n4cgae&#10;x/vwtKxujuEjXpc67a2878SY8/m0vQMlNMm/+M/9aPP8qlxe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OFk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KT2MUA&#10;AADeAAAADwAAAGRycy9kb3ducmV2LnhtbERP32vCMBB+H/g/hBvsRWY63Zx0RplCUHAw5ga+Hs3Z&#10;FptLSTJb/3szEPZ2H9/Pmy9724gz+VA7VvA0ykAQF87UXCr4+daPMxAhIhtsHJOCCwVYLgZ3c8yN&#10;6/iLzvtYihTCIUcFVYxtLmUoKrIYRq4lTtzReYsxQV9K47FL4baR4yybSos1p4YKW1pXVJz2v1bB&#10;6rMrJ35YrHq3O24OL1ob/aGVerjv399AROrjv/jm3po0fzp+fYa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pP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58vMIA&#10;AADeAAAADwAAAGRycy9kb3ducmV2LnhtbERP3WrCMBS+H/gO4QjezdQynVSjiKMgYzdzPsChOTbV&#10;5qQksda3N4PB7s7H93vW28G2oicfGscKZtMMBHHldMO1gtNP+boEESKyxtYxKXhQgO1m9LLGQrs7&#10;f1N/jLVIIRwKVGBi7AopQ2XIYpi6jjhxZ+ctxgR9LbXHewq3rcyzbCEtNpwaDHa0N1RdjzeroPzM&#10;v/rrTfvS7YY3S3NzWX4YpSbjYbcCEWmI/+I/90Gn+Yv8fQ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Hny8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yoNMUA&#10;AADeAAAADwAAAGRycy9kb3ducmV2LnhtbERP32vCMBB+H/g/hBN8kZnOsTqqUXQQNthg6Aa+Hs3Z&#10;FptLSaLt/vtlIOztPr6ft9oMthVX8qFxrOBhloEgLp1puFLw/aXvn0GEiGywdUwKfijAZj26W2Fh&#10;XM97uh5iJVIIhwIV1DF2hZShrMlimLmOOHEn5y3GBH0ljcc+hdtWzrMslxYbTg01dvRSU3k+XKyC&#10;3WdfPfppuRvc++n1+KS10R9aqcl42C5BRBriv/jmfjNpfj5f5P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/Kg0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BHUMMA&#10;AADeAAAADwAAAGRycy9kb3ducmV2LnhtbERP3WrCMBS+H/gO4Qi7m+nKptI1iiiFIbvR7QEOzVnT&#10;tTkpSazd25vBwLvz8f2ecjvZXozkQ+tYwfMiA0FcO91yo+Drs3pagwgRWWPvmBT8UoDtZvZQYqHd&#10;lU80nmMjUgiHAhWYGIdCylAbshgWbiBO3LfzFmOCvpHa4zWF217mWbaUFltODQYH2huqu/PFKqiO&#10;+cfYXbSv3G56sfRqftYHo9TjfNq9gYg0xbv43/2u0/xlvlrB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BHU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FNysMA&#10;AADeAAAADwAAAGRycy9kb3ducmV2LnhtbESPzW7CQAyE75V4h5WReisb/lFgQRUSVTkSeAAra5KI&#10;rDdktyS8fX1A4mZrxjOfN7ve1epBbag8GxiPElDEubcVFwYu58PXClSIyBZrz2TgSQF228HHBlPr&#10;Oz7RI4uFkhAOKRooY2xSrUNeksMw8g2xaFffOoyytoW2LXYS7mo9SZKFdlixNJTY0L6k/Jb9OQOz&#10;Z/dzz+a35GAdjY/T5sgxnxvzOey/16Ai9fFtfl3/WsFfTJbCK+/IDHr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FNy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+/sQA&#10;AADeAAAADwAAAGRycy9kb3ducmV2LnhtbERPTWvCQBC9F/oflil4q5vmEDV1ldCgFE812p6H7JiE&#10;ZmdDdk3iv+8WBG/zeJ+z3k6mFQP1rrGs4G0egSAurW64UnA+7V6XIJxH1thaJgU3crDdPD+tMdV2&#10;5CMNha9ECGGXooLa+y6V0pU1GXRz2xEH7mJ7gz7AvpK6xzGEm1bGUZRIgw2Hhho7+qip/C2uRsE1&#10;+YnPfDnoryK/7Vf5LnPyu1Jq9jJl7yA8Tf4hvrs/dZifxIsV/L8Tb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f/v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+XWcgA&#10;AADeAAAADwAAAGRycy9kb3ducmV2LnhtbESPQU/CQBCF7yT+h82QeIMtaJpaWYiQmCgHiKgHb0N3&#10;aKvd2dpdofx75kDibSbz5r33zRa9a9SRulB7NjAZJ6CIC29rLg18vD+PMlAhIltsPJOBMwVYzG8G&#10;M8ytP/EbHXexVGLCIUcDVYxtrnUoKnIYxr4lltvBdw6jrF2pbYcnMXeNniZJqh3WLAkVtrSqqPjZ&#10;/TkDn9ssfdguX++/15s93jn7+2Xr1JjbYf/0CCpSH//F1+8XK/XTaSYAgiMz6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H5dZ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lVs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OTOB3B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qlV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Sj8QA&#10;AADeAAAADwAAAGRycy9kb3ducmV2LnhtbERPzWrCQBC+C32HZQq9mU1DKmnqKkUs9NYm9gGG7HQT&#10;zM7G7KqpT+8WBG/z8f3Ocj3ZXpxo9J1jBc9JCoK4cbpjo+Bn9zEvQPiArLF3TAr+yMN69TBbYqnd&#10;mSs61cGIGMK+RAVtCEMppW9asugTNxBH7teNFkOEo5F6xHMMt73M0nQhLXYcG1ocaNNSs6+PVsHB&#10;ZS96qrf4td++fnfG5IdLlSv19Di9v4EINIW7+Ob+1HH+Iisy+H8n3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Uo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/8MA&#10;AADeAAAADwAAAGRycy9kb3ducmV2LnhtbERPyW7CMBC9V+IfrEHiVhxADWmKQYBUiSvLgePUHpKU&#10;eBxiA2m/HiNV6m2e3jqzRWdrcaPWV44VjIYJCGLtTMWFgsP+8zUD4QOywdoxKfghD4t572WGuXF3&#10;3tJtFwoRQ9jnqKAMocml9Loki37oGuLInVxrMUTYFtK0eI/htpbjJEmlxYpjQ4kNrUvS593VKthU&#10;X/SW6tO7zVZ6e/y9hMn02yg16HfLDxCBuvAv/nNvTJyfjrMJ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/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nwXMYA&#10;AADeAAAADwAAAGRycy9kb3ducmV2LnhtbERPXWvCQBB8L/Q/HCv0rV4MRTR6ihYKLVrBD/R1ya25&#10;YG4v5K4x/ntPKPg2u7MzszOdd7YSLTW+dKxg0E9AEOdOl1woOOy/3kcgfEDWWDkmBTfyMJ+9vkwx&#10;0+7KW2p3oRDRhH2GCkwIdSalzw1Z9H1XE0fu7BqLIY5NIXWD12huK5kmyVBaLDkmGKzp01B+2f1Z&#10;BS1ubsnJLH/HP+U6TzfL40rHvXrrdYsJiEBdeB7/q791fH+Yjj7gUSdi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nwX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KXcMA&#10;AADeAAAADwAAAGRycy9kb3ducmV2LnhtbERPTUvDQBC9C/0Pywje7MZAS4ndllJo8VijB49jdppN&#10;zc6E3bWJ/npXELzN433Oejv5Xl0pxE7YwMO8AEXciO24NfD6crhfgYoJ2WIvTAa+KMJ2M7tZY2Vl&#10;5Ge61qlVOYRjhQZcSkOldWwceYxzGYgzd5bgMWUYWm0Djjnc97osiqX22HFucDjQ3lHzUX96A+Ox&#10;eb+U5zfrvsMgh/okl7IXY+5up90jqERT+hf/uZ9snr8sVw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iKX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EPcUA&#10;AADeAAAADwAAAGRycy9kb3ducmV2LnhtbERPyWrDMBC9F/IPYgq9NXJ9cI0TJWRpIJSWku0+sSa2&#10;E2lkLCVx/74qFHqbx1tnPO2tETfqfONYwcswAUFcOt1wpWC/Wz3nIHxA1mgck4Jv8jCdDB7GWGh3&#10;5w3dtqESMYR9gQrqENpCSl/WZNEPXUscuZPrLIYIu0rqDu8x3BqZJkkmLTYcG2psaVFTedlerYLV&#10;19Kc08/N7CDD4u31aPL3+fJDqafHfjYCEagP/+I/91rH+VmaZ/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EgQ9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8MsUA&#10;AADeAAAADwAAAGRycy9kb3ducmV2LnhtbERPTWvCQBC9F/wPywheim5UakPMRqRQtFDBaqHXMTsm&#10;wexsyK4x/vtuoeBtHu9z0lVvatFR6yrLCqaTCARxbnXFhYLv4/s4BuE8ssbaMim4k4NVNnhKMdH2&#10;xl/UHXwhQgi7BBWU3jeJlC4vyaCb2IY4cGfbGvQBtoXULd5CuKnlLIoW0mDFoaHEht5Kyi+Hq1HQ&#10;7T9PxbZzzcclfnYv89Nms9M/So2G/XoJwlPvH+J/91aH+YtZ/Ap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Hwy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4245" w:rsidRDefault="00544245" w:rsidP="0054424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uWXckA&#10;AADeAAAADwAAAGRycy9kb3ducmV2LnhtbESPT0/DMAzF70j7DpGRuLGUCqbSLZs2JCQuSOzPgd28&#10;xmurNU5Jwlb49PiAtJut9/zez7PF4Dp1phBbzwYexhko4srblmsDu+3rfQEqJmSLnWcy8EMRFvPR&#10;zQxL6y+8pvMm1UpCOJZooEmpL7WOVUMO49j3xKIdfXCYZA21tgEvEu46nWfZRDtsWRoa7Omloeq0&#10;+XYGVs/F6uvjkd9/14c97T8Pp6c8ZMbc3Q7LKahEQ7qa/6/frOBP8kJ45R2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1uWXckAAADeAAAADwAAAAAAAAAAAAAAAACYAgAA&#10;ZHJzL2Rvd25yZXYueG1sUEsFBgAAAAAEAAQA9QAAAI4DAAAAAA==&#10;" fillcolor="black" stroked="f">
                  <v:textbox>
                    <w:txbxContent>
                      <w:p w:rsidR="00544245" w:rsidRDefault="00544245" w:rsidP="0054424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9xsYA&#10;AADeAAAADwAAAGRycy9kb3ducmV2LnhtbERPS0vDQBC+C/6HZQRvdtNAQ0y7LX0Jgu2hj0OPY3ZM&#10;lmRnQ3Zto7/eFQRv8/E9Z7YYbCuu1HvjWMF4lIAgLp02XCk4n16echA+IGtsHZOCL/KwmN/fzbDQ&#10;7sYHuh5DJWII+wIV1CF0hZS+rMmiH7mOOHIfrrcYIuwrqXu8xXDbyjRJMmnRcGyosaN1TWVz/LQK&#10;Lm+ZyQ+G0vfd92qrd5Nmtd80Sj0+DMspiEBD+Bf/uV91nJ+l+TP8vhNv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Q9x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VvtMcA&#10;AADeAAAADwAAAGRycy9kb3ducmV2LnhtbESPQW/CMAyF75P4D5En7TbScUCsIyAEmrbLDmNMu1qN&#10;15Q2TpcEKPz6+YDEzZaf33vffDn4Th0ppiawgadxAYq4Crbh2sDu6/VxBiplZItdYDJwpgTLxehu&#10;jqUNJ/6k4zbXSkw4lWjA5dyXWqfKkcc0Dj2x3H5D9JhljbW2EU9i7js9KYqp9tiwJDjsae2oarcH&#10;byCufjbthQ/fbXH5OKe3/fA3Q2fMw/2wegGVacg38fX73Ur96eRZAARHZ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lb7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8ZMQA&#10;AADeAAAADwAAAGRycy9kb3ducmV2LnhtbERP22rCQBB9F/oPyxR8kboxD1pTVymFglARvHzANDsm&#10;wd3ZkJ1q7Nd3C4JvczjXWax679SFutgENjAZZ6CIy2AbrgwcD58vr6CiIFt0gcnAjSKslk+DBRY2&#10;XHlHl71UKoVwLNBALdIWWseyJo9xHFrixJ1C51ES7CptO7ymcO90nmVT7bHh1FBjSx81lef9jzfg&#10;8m83/5rFjdyOepP9etmNttaY4XP//gZKqJeH+O5e2zR/ms8n8P9OukE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YfG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jScQA&#10;AADeAAAADwAAAGRycy9kb3ducmV2LnhtbERPPW/CMBDdK/EfrEPqVpxmQCXFIApCytKhIYj1iK9x&#10;hH2OYgNpf31dqVK3e3qft1yPzoobDaHzrOB5loEgbrzuuFVQH/ZPLyBCRNZoPZOCLwqwXk0ellho&#10;f+cPulWxFSmEQ4EKTIx9IWVoDDkMM98TJ+7TDw5jgkMr9YD3FO6szLNsLh12nBoM9rQ11Fyqq1Ow&#10;q3qb16V5C6fj+/lsy+89nXZKPU7HzSuISGP8F/+5S53mz/NF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ao0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05MMA&#10;AADeAAAADwAAAGRycy9kb3ducmV2LnhtbERPS2sCMRC+F/wPYQRvNVFhq6tRRCoIPdXHwduQjLur&#10;m8mySd3tv28Khd7m43vOatO7WjypDZVnDZOxAkFsvK240HA+7V/nIEJEtlh7Jg3fFGCzHrysMLe+&#10;4096HmMhUgiHHDWUMTa5lMGU5DCMfUOcuJtvHcYE20LaFrsU7mo5VSqTDitODSU2tCvJPI5fTsN9&#10;Lz+8UWgu50t3sG/X94xqpfVo2G+XICL18V/85z7YND+bLmbw+066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O05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f98QA&#10;AADeAAAADwAAAGRycy9kb3ducmV2LnhtbERPS2vCQBC+F/wPywi91Y2xiEZXUUEoLT34QDyO2TEJ&#10;yc6G3VXTf98tFLzNx/ec+bIzjbiT85VlBcNBAoI4t7riQsHxsH2bgPABWWNjmRT8kIflovcyx0zb&#10;B+/ovg+FiCHsM1RQhtBmUvq8JIN+YFviyF2tMxgidIXUDh8x3DQyTZKxNFhxbCixpU1Jeb2/GQXn&#10;2xdfv0efK7cOJ9sdfJ1eJrVSr/1uNQMRqAtP8b/7Q8f543T6D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S3/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44245" w:rsidRDefault="00544245" w:rsidP="0054424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OvHsUA&#10;AADeAAAADwAAAGRycy9kb3ducmV2LnhtbERPTWsCMRC9C/6HMEJvmnWpoqtRVBB6KajtQW/jZtxd&#10;3EzWJNVtf70pFHqbx/uc+bI1tbiT85VlBcNBAoI4t7riQsHnx7Y/AeEDssbaMin4Jg/LRbczx0zb&#10;B+/pfgiFiCHsM1RQhtBkUvq8JIN+YBviyF2sMxgidIXUDh8x3NQyTZKxNFhxbCixoU1J+fXwZRSs&#10;p5P1bffK7z/784lOx/N1lLpEqZdeu5qBCNSGf/Gf+03H+eN0OoLfd+IN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68exQAAAN4AAAAPAAAAAAAAAAAAAAAAAJgCAABkcnMv&#10;ZG93bnJldi54bWxQSwUGAAAAAAQABAD1AAAAigMAAAAA&#10;" fillcolor="black" stroked="f">
                  <v:textbox>
                    <w:txbxContent>
                      <w:p w:rsidR="00544245" w:rsidRDefault="00544245" w:rsidP="0054424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c6w8MA&#10;AADeAAAADwAAAGRycy9kb3ducmV2LnhtbERP30vDMBB+H+x/CCf4tqVOKFqXjTIYik/dVHy9Nbem&#10;rLmUJGb1vzeC4Nt9fD9vvZ3sIBL50DtWcLcsQBC3TvfcKXh/2y8eQISIrHFwTAq+KcB2M5+tsdLu&#10;ygdKx9iJHMKhQgUmxrGSMrSGLIalG4kzd3beYszQd1J7vOZwO8hVUZTSYs+5weBIO0Pt5fhlFaTT&#10;rqnv02cyh1dfd941zx+nRqnbm6l+AhFpiv/iP/eLzvPL1WM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c6w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44245" w:rsidRDefault="00544245" w:rsidP="0054424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fbUcUA&#10;AADeAAAADwAAAGRycy9kb3ducmV2LnhtbERPTWvCQBC9C/6HZYTedKOHtEZXEWlL66U2CnocsmM2&#10;mJ0N2W1M++vdQqG3ebzPWa57W4uOWl85VjCdJCCIC6crLhUcDy/jJxA+IGusHZOCb/KwXg0HS8y0&#10;u/EndXkoRQxhn6ECE0KTSekLQxb9xDXEkbu41mKIsC2lbvEWw20tZ0mSSosVxwaDDW0NFdf8yyrw&#10;0+3zaWd/5t351fBH/m7SfWmUehj1mwWIQH34F/+533Scn87mj/D7TrxB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B9t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44245" w:rsidRDefault="00544245" w:rsidP="0054424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44245" w:rsidRPr="00694EED" w:rsidRDefault="00544245" w:rsidP="0054424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44245" w:rsidRPr="00694EED" w:rsidRDefault="00544245" w:rsidP="0054424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544245" w:rsidRPr="00694EED" w:rsidRDefault="00544245" w:rsidP="0054424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44245" w:rsidRPr="00694EED" w:rsidRDefault="00544245" w:rsidP="0054424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44245" w:rsidRPr="00694EED" w:rsidRDefault="00544245" w:rsidP="005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44245" w:rsidRPr="00694EED" w:rsidRDefault="00544245" w:rsidP="005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44245" w:rsidRPr="00694EED" w:rsidRDefault="00544245" w:rsidP="0054424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44245" w:rsidRPr="00694EED" w:rsidRDefault="00544245" w:rsidP="005442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Л.М</w:t>
      </w: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2,0000 га,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44245" w:rsidRPr="00694EED" w:rsidRDefault="00544245" w:rsidP="005442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07CF5"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207CF5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6823984700:05:003:0024,  для ведення особистого селянського господарства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544245" w:rsidRPr="00694EED" w:rsidRDefault="00544245" w:rsidP="005442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544245" w:rsidRPr="00694EED" w:rsidRDefault="00544245" w:rsidP="005442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44245" w:rsidRPr="00694EED" w:rsidRDefault="00544245" w:rsidP="005442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4245" w:rsidRPr="00694EED" w:rsidRDefault="00544245" w:rsidP="005442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4245" w:rsidRPr="00694EED" w:rsidRDefault="00544245" w:rsidP="005442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2164" w:rsidRPr="00544245" w:rsidRDefault="00544245" w:rsidP="0054424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</w:t>
      </w:r>
      <w:r>
        <w:rPr>
          <w:rFonts w:ascii="Times New Roman" w:eastAsia="Arial Unicode MS" w:hAnsi="Times New Roman" w:cs="Times New Roman"/>
          <w:sz w:val="24"/>
          <w:szCs w:val="24"/>
        </w:rPr>
        <w:t>ій   МИХАЛЮК</w:t>
      </w:r>
    </w:p>
    <w:sectPr w:rsidR="00DC2164" w:rsidRPr="005442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45"/>
    <w:rsid w:val="00207CF5"/>
    <w:rsid w:val="00544245"/>
    <w:rsid w:val="00DC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270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2021-06-22T10:29:00Z</dcterms:created>
  <dcterms:modified xsi:type="dcterms:W3CDTF">2021-06-22T13:24:00Z</dcterms:modified>
</cp:coreProperties>
</file>