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F0" w:rsidRDefault="00AF72F0" w:rsidP="00AF72F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F72F0" w:rsidRPr="00C92EA5" w:rsidRDefault="00AF72F0" w:rsidP="00AF72F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AF72F0" w:rsidRPr="00C92EA5" w:rsidRDefault="00AF72F0" w:rsidP="00AF7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Pr="00E77963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0" w:rsidRDefault="00AF72F0" w:rsidP="00AF72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9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xW27dPd5AAD6WAQADgAAAAAAAAAAAAAAAAAuAgAAZHJz&#10;L2Uyb0RvYy54bWxQSwECLQAUAAYACAAAACEAntNkbd0AAAAGAQAADwAAAAAAAAAAAAAAAABRfAAA&#10;ZHJzL2Rvd25yZXYueG1sUEsFBgAAAAAEAAQA8wAAAFt9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F0" w:rsidRPr="00E77963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72F0" w:rsidRDefault="00AF72F0" w:rsidP="00AF72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2F0" w:rsidRPr="00C92EA5" w:rsidRDefault="00AF72F0" w:rsidP="00AF72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2F0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F72F0" w:rsidRPr="00C92EA5" w:rsidRDefault="00AF72F0" w:rsidP="00AF72F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2F0" w:rsidRPr="00C92EA5" w:rsidRDefault="00AF72F0" w:rsidP="00AF72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F72F0" w:rsidRPr="00C92EA5" w:rsidRDefault="00AF72F0" w:rsidP="00AF72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72F0" w:rsidRPr="00C92EA5" w:rsidRDefault="00AF72F0" w:rsidP="00AF72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AF72F0" w:rsidRPr="00C92EA5" w:rsidRDefault="00AF72F0" w:rsidP="00AF72F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F72F0" w:rsidRPr="00C92EA5" w:rsidRDefault="00AF72F0" w:rsidP="00AF72F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F72F0" w:rsidRPr="0040408C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AF72F0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Бершеди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Н.В.,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F72F0" w:rsidRPr="00C92EA5" w:rsidRDefault="00AF72F0" w:rsidP="00AF72F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F72F0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21329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с.Крупець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AF72F0" w:rsidRPr="00C92EA5" w:rsidRDefault="00AF72F0" w:rsidP="00AF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F72F0" w:rsidRPr="00C92EA5" w:rsidRDefault="00AF72F0" w:rsidP="00AF72F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F72F0" w:rsidRPr="00C92EA5" w:rsidRDefault="00AF72F0" w:rsidP="00AF72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41DBE" w:rsidRPr="00AF72F0" w:rsidRDefault="00AF72F0" w:rsidP="00AF72F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241DBE" w:rsidRPr="00AF72F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F0"/>
    <w:rsid w:val="00171A2E"/>
    <w:rsid w:val="00241DBE"/>
    <w:rsid w:val="00304C90"/>
    <w:rsid w:val="00421329"/>
    <w:rsid w:val="00505B6D"/>
    <w:rsid w:val="006D3977"/>
    <w:rsid w:val="007D6C18"/>
    <w:rsid w:val="00AF72F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A6FB"/>
  <w15:docId w15:val="{D802B648-692E-4BFC-B593-2A982DF3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2F0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2021-04-14T12:08:00Z</dcterms:created>
  <dcterms:modified xsi:type="dcterms:W3CDTF">2021-04-15T12:19:00Z</dcterms:modified>
</cp:coreProperties>
</file>