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4B9" w:rsidRPr="00D815F3" w:rsidRDefault="000914B9" w:rsidP="000914B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0914B9" w:rsidRPr="001869AA" w:rsidRDefault="000914B9" w:rsidP="000914B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475" name="Группа 114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4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41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bFxCC/51AABgWQQADgAAAAAAAAAAAAAA&#10;AAAuAgAAZHJzL2Uyb0RvYy54bWxQSwECLQAUAAYACAAAACEAntNkbd0AAAAGAQAADwAAAAAAAAAA&#10;AAAAAABYeAAAZHJzL2Rvd25yZXYueG1sUEsFBgAAAAAEAAQA8wAAAGJ5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51Jr8A&#10;AADeAAAADwAAAGRycy9kb3ducmV2LnhtbERPyQrCMBC9C/5DGMGbpi6oVKOIqHgQxO0+NGNbbCal&#10;iVr/3giCt3m8dWaL2hTiSZXLLSvodSMQxInVOacKLudNZwLCeWSNhWVS8CYHi3mzMcNY2xcf6Xny&#10;qQgh7GJUkHlfxlK6JCODrmtL4sDdbGXQB1ilUlf4CuGmkP0oGkmDOYeGDEtaZZTcTw+jwA62u/01&#10;7R8Hax57Xh4mt2u9V6rdqpdTEJ5q/xf/3Dsd5veG4xF83wk3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7nUm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ZiHscA&#10;AADeAAAADwAAAGRycy9kb3ducmV2LnhtbERPTWsCMRC9C/0PYYRepGYtxW23RinCttWDoC30Omym&#10;m7WbyZKkuvXXm4LgbR7vc2aL3rbiQD40jhVMxhkI4srphmsFnx/l3SOIEJE1to5JwR8FWMxvBjMs&#10;tDvylg67WIsUwqFABSbGrpAyVIYshrHriBP37bzFmKCvpfZ4TOG2lfdZNpUWG04NBjtaGqp+dr9W&#10;wb7cmK9lfnr1o6ctnUbl+q1dTZW6HfYvzyAi9fEqvrjfdZo/echz+H8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mYh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pSbcUA&#10;AADeAAAADwAAAGRycy9kb3ducmV2LnhtbESPzWrCQBDH7wXfYZmCl6IbrbQldRWRWsSL+PEAQ3bM&#10;hmZnQ3Zr4ts7B8HbDPP/+M182ftaXamNVWADk3EGirgItuLSwPm0GX2BignZYh2YDNwownIxeJlj&#10;bkPHB7oeU6kkhGOOBlxKTa51LBx5jOPQEMvtElqPSda21LbFTsJ9radZ9qE9ViwNDhtaOyr+jv9e&#10;SvbvuN9dutPmt8cOf3aO31YHY4av/eobVKI+PcUP99YK/mT2Kb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6lJ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LizMUA&#10;AADeAAAADwAAAGRycy9kb3ducmV2LnhtbERPTUsDMRC9C/6HMII3m22prW6bltIqiODBWijehs10&#10;d+lmEpKxu/57Iwje5vE+Z7keXKcuFFPr2cB4VIAirrxtuTZw+Hi+ewCVBNli55kMfFOC9er6aoml&#10;9T2/02UvtcohnEo00IiEUutUNeQwjXwgztzJR4eSYay1jdjncNfpSVHMtMOWc0ODgbYNVef9lzPw&#10;1j+F1/ns/hQ+43Si087KcSvG3N4MmwUooUH+xX/uF5vnj6fzR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IuL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kuTMUA&#10;AADeAAAADwAAAGRycy9kb3ducmV2LnhtbESP3WrCQBCF7wu+wzIFb0rd+EOR1FVEqog3ovYBhuyY&#10;Dc3OhuzWxLd3LgTvZphzzjdnsep9rW7UxiqwgfEoA0VcBFtxaeD3sv2cg4oJ2WIdmAzcKcJqOXhb&#10;YG5Dxye6nVOpJIRjjgZcSk2udSwceYyj0BDL7Rpaj0nWttS2xU7Cfa0nWfalPVYsBIcNbRwVf+d/&#10;L5DjFI+Ha3fZ7nrs8Ofg+GN9Mmb43q+/QSXq00v8dO+tvD+ezaWA1JEZ9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S5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Ge7cQA&#10;AADeAAAADwAAAGRycy9kb3ducmV2LnhtbERPTUsDMRC9C/6HMII3m91S27I2LVIVpOChrSDehs10&#10;d3EzCcnYXf99Iwje5vE+Z7UZXa/OFFPn2UA5KUAR19523Bh4P77cLUElQbbYeyYDP5Rgs76+WmFl&#10;/cB7Oh+kUTmEU4UGWpFQaZ3qlhymiQ/EmTv56FAyjI22EYcc7no9LYq5dthxbmgx0Lal+uvw7Qy8&#10;Dc9ht5jfn8JnnE11erLysRVjbm/GxwdQQqP8i//crzbPL2fLEn7fyTfo9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Bnu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Ydc8UA&#10;AADeAAAADwAAAGRycy9kb3ducmV2LnhtbERP32vCMBB+H/g/hBP2IjPVzSGdUVQIEybI3GCvR3O2&#10;Zc2lJJmt/70RhL3dx/fzFqveNuJMPtSOFUzGGQjiwpmaSwXfX/ppDiJEZIONY1JwoQCr5eBhgblx&#10;HX/S+RhLkUI45KigirHNpQxFRRbD2LXEiTs5bzEm6EtpPHYp3DZymmWv0mLNqaHClrYVFb/HP6tg&#10;c+jKZz8qNr37OL3/zLQ2eq+Vehz26zcQkfr4L767dybNn7zMp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Vh1z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ryF8MA&#10;AADeAAAADwAAAGRycy9kb3ducmV2LnhtbERP3WrCMBS+H/gO4QjezdSfjVKNIkpBxm7mfIBDc2yq&#10;zUlJYq1vvwwGuzsf3+9Zbwfbip58aBwrmE0zEMSV0w3XCs7f5WsOIkRkja1jUvCkANvN6GWNhXYP&#10;/qL+FGuRQjgUqMDE2BVShsqQxTB1HXHiLs5bjAn6WmqPjxRuWznPsndpseHUYLCjvaHqdrpbBeXH&#10;/LO/3bUv3W5YWnoz1/xglJqMh90KRKQh/ov/3Eed5s+W+QJ+30k3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ryF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MgnMUA&#10;AADeAAAADwAAAGRycy9kb3ducmV2LnhtbERP32vCMBB+F/Y/hBvsZWjqpkM6o6gQJkyQqeDr0Zxt&#10;WXMpSWa7/94MBr7dx/fz5sveNuJKPtSOFYxHGQjiwpmaSwWnox7OQISIbLBxTAp+KcBy8TCYY25c&#10;x190PcRSpBAOOSqoYmxzKUNRkcUwci1x4i7OW4wJ+lIaj10Kt418ybI3abHm1FBhS5uKiu/Dj1Ww&#10;3nflq38u1r37vHycp1obvdNKPT32q3cQkfp4F/+7tybNH09mE/h7J9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yC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/P+MIA&#10;AADeAAAADwAAAGRycy9kb3ducmV2LnhtbERPzYrCMBC+L/gOYYS9ramiUqpRxKWwLF509wGGZmyq&#10;zaQksXbffiMI3ubj+531drCt6MmHxrGC6SQDQVw53XCt4Pen/MhBhIissXVMCv4owHYzeltjod2d&#10;j9SfYi1SCIcCFZgYu0LKUBmyGCauI07c2XmLMUFfS+3xnsJtK2dZtpQWG04NBjvaG6qup5tVUH7P&#10;Dv31pn3pdsPc0sJc8k+j1Pt42K1ARBriS/x0f+k0fzrPF/B4J90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j8/4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PPZ8IA&#10;AADeAAAADwAAAGRycy9kb3ducmV2LnhtbERPzWrCQBC+C32HZQredJOqIaRughQUPTbtAwzZaRLM&#10;zsbsauLbu4LQ23x8v7MtJtOJGw2utawgXkYgiCurW64V/P7sFykI55E1dpZJwZ0cFPnbbIuZtiN/&#10;0630tQgh7DJU0HjfZ1K6qiGDbml74sD92cGgD3CopR5wDOGmkx9RlEiDLYeGBnv6aqg6l1ejYH0f&#10;D5dyc4722lB8WvUn9tVGqfn7tPsE4Wny/+KX+6jD/HidJvB8J9wg8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89n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8U8QA&#10;AADeAAAADwAAAGRycy9kb3ducmV2LnhtbERPTWvCQBC9F/wPywi91Y1SrI2uIoaI9FSj9TxkxySY&#10;nQ3ZjYn/vlsoeJvH+5zVZjC1uFPrKssKppMIBHFudcWFgvMpfVuAcB5ZY22ZFDzIwWY9ellhrG3P&#10;R7pnvhAhhF2MCkrvm1hKl5dk0E1sQxy4q20N+gDbQuoW+xBuajmLork0WHFoKLGhXUn5LeuMgm5+&#10;mZ35+qW/s+Sx/0zSrZM/hVKv42G7BOFp8E/xv/ugw/zp++ID/t4JN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dfF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Y0bsYA&#10;AADeAAAADwAAAGRycy9kb3ducmV2LnhtbERPTWvCQBC9C/6HZQRvulFL0DQbaQuC7aGi1UNvY3ZM&#10;0mZn0+yq6b93C0Jv83ifky47U4sLta6yrGAyjkAQ51ZXXCjYf6xGcxDOI2usLZOCX3KwzPq9FBNt&#10;r7yly84XIoSwS1BB6X2TSOnykgy6sW2IA3eyrUEfYFtI3eI1hJtaTqMolgYrDg0lNvRSUv69OxsF&#10;h808XmyeXx++3t6PODP651NXsVLDQff0CMJT5//Fd/dah/mT2WIKf++EG2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7Y0b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GYcUA&#10;AADeAAAADwAAAGRycy9kb3ducmV2LnhtbERPTWvCQBC9F/oflil4qxtNCZpmlVaplp5iWuh1yI5J&#10;MDsbsqtGf70rFHqbx/ucbDmYVpyod41lBZNxBIK4tLrhSsHP98fzDITzyBpby6TgQg6Wi8eHDFNt&#10;z7yjU+ErEULYpaig9r5LpXRlTQbd2HbEgdvb3qAPsK+k7vEcwk0rp1GUSIMNh4YaO1rVVB6Ko1Fw&#10;TX4xd9vp+zrWni4vs439yjdKjZ6Gt1cQngb/L/5zf+owfxLPY7i/E26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AwZh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P3u8MA&#10;AADeAAAADwAAAGRycy9kb3ducmV2LnhtbERPzYrCMBC+L/gOYQRva6p2F61GkUVhb67VBxiaMS02&#10;k9pkte7TG0HY23x8v7NYdbYWV2p95VjBaJiAIC6crtgoOB6271MQPiBrrB2Tgjt5WC17bwvMtLvx&#10;nq55MCKGsM9QQRlCk0npi5Is+qFriCN3cq3FEGFrpG7xFsNtLcdJ8iktVhwbSmzoq6TinP9aBRc3&#10;/tBdvsHdeTP7qYxJL3/7VKlBv1vPQQTqwr/45f7Wcf5oMkvh+U68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P3u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0y8MA&#10;AADeAAAADwAAAGRycy9kb3ducmV2LnhtbERPS4vCMBC+C/sfwix401RFV6tRdEHw6uOwxzEZ22oz&#10;qU1Wq79+syB4m4/vObNFY0txo9oXjhX0ugkIYu1MwZmCw37dGYPwAdlg6ZgUPMjDYv7RmmFq3J23&#10;dNuFTMQQ9ikqyEOoUim9zsmi77qKOHInV1sMEdaZNDXeY7gtZT9JRtJiwbEhx4q+c9KX3a9VsCmO&#10;NBzp08SOV3r787yGwdfZKNX+bJZTEIGa8Ba/3BsT5/cGkyH8vxNvkP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M0y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BTa8YA&#10;AADeAAAADwAAAGRycy9kb3ducmV2LnhtbERP0WrCQBB8L/gPxwp9qxcVpIm5SBUES61QFfu65La5&#10;0NxeyF1j/HuvUOjb7M7OzE6+Gmwjeup87VjBdJKAIC6drrlScD5tn55B+ICssXFMCm7kYVWMHnLM&#10;tLvyB/XHUIlowj5DBSaENpPSl4Ys+olriSP35TqLIY5dJXWH12huGzlLkoW0WHNMMNjSxlD5ffyx&#10;Cno83JJPs35PX+t9OTusL2867tXjeHhZggg0hP/jP/VOx/en83QBv3UiBln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9BTa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EpasMA&#10;AADeAAAADwAAAGRycy9kb3ducmV2LnhtbERPTUvDQBC9C/0Pywje7KYRtMZuSxEqHjXtweOYnWZT&#10;szNhd22iv94VBG/zeJ+z2ky+V2cKsRM2sJgXoIgbsR23Bg773fUSVEzIFnthMvBFETbr2cUKKysj&#10;v9K5Tq3KIRwrNOBSGiqtY+PIY5zLQJy5owSPKcPQahtwzOG+12VR3GqPHecGhwM9Omo+6k9vYHxq&#10;3k/l8c267zDIrn6RU9mLMVeX0/YBVKIp/Yv/3M82z1/c3N/B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Epa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atD8kA&#10;AADeAAAADwAAAGRycy9kb3ducmV2LnhtbESPT08CQQzF7yZ+h0lNuMksmCCuDAT5kxiCMaDe607d&#10;XZjpbHYGWL69PZh4a/Ne3/t1Muu8U2dqYx3YwKCfgSIugq25NPD5sb4fg4oJ2aILTAauFGE2vb2Z&#10;YG7DhXd03qdSSQjHHA1UKTW51rGoyGPsh4ZYtJ/QekyytqW2LV4k3Ds9zLKR9lizNFTY0KKi4rg/&#10;eQPr96U7DN928y+dFqvHbzfevCy3xvTuuvkzqERd+jf/Xb9awR88PAmvvCMz6O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PatD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zVAMQA&#10;AADeAAAADwAAAGRycy9kb3ducmV2LnhtbERPTYvCMBC9C/6HMIIXWVMVRatRRBAVdmF1F/Y6NmNb&#10;bCalibX++40geJvH+5zFqjGFqKlyuWUFg34EgjixOudUwe/P9mMKwnlkjYVlUvAgB6tlu7XAWNs7&#10;H6k++VSEEHYxKsi8L2MpXZKRQde3JXHgLrYy6AOsUqkrvIdwU8hhFE2kwZxDQ4YlbTJKrqebUVB/&#10;f57Tfe3Kw3Xac+PRebf70n9KdTvNeg7CU+Pf4pd7r8P8wWg2g+c74Qa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M1Q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aYsgA&#10;AADeAAAADwAAAGRycy9kb3ducmV2LnhtbESPQU8CMRCF7yb8h2ZMvEkLQQMLhYCJiRcTQQ9yG7bj&#10;7obtdG0rLPx652DibSbz5r33LVa9b9WJYmoCWxgNDSjiMriGKwsf78/3U1ApIztsA5OFCyVYLQc3&#10;CyxcOPOWTrtcKTHhVKCFOueu0DqVNXlMw9ARy+0rRI9Z1lhpF/Es5r7VY2MetceGJaHGjp5qKo+7&#10;H29hM5tuvt8m/HrdHva0/zwcH8bRWHt326/noDL1+V/89/3ipP5oYgRAcGQGv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ulpiyAAAAN4AAAAPAAAAAAAAAAAAAAAAAJgCAABk&#10;cnMvZG93bnJldi54bWxQSwUGAAAAAAQABAD1AAAAjQMAAAAA&#10;" fillcolor="black" stroked="f"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Xx+cYA&#10;AADeAAAADwAAAGRycy9kb3ducmV2LnhtbERPS2vCQBC+C/6HZYTedBNpRaKrqG2hUHvwcfA4Zsdk&#10;SXY2ZLea9te7BaG3+fieM192thZXar1xrCAdJSCIc6cNFwqOh/fhFIQPyBprx6TghzwsF/3eHDPt&#10;bryj6z4UIoawz1BBGUKTSenzkiz6kWuII3dxrcUQYVtI3eIthttajpNkIi0ajg0lNrQpKa/231bB&#10;6XNipjtD4/P2d/2mty/V+uu1Uupp0K1mIAJ14V/8cH/oOD99TlL4eyfe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Xx+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UCvMQA&#10;AADeAAAADwAAAGRycy9kb3ducmV2LnhtbERPTWsCMRC9C/0PYYTeaqKUIqtRxFLaSw+1itdhM27W&#10;3Uy2SdTVX98UCt7m8T5nvuxdK84UYu1Zw3ikQBCX3tRcadh+vz1NQcSEbLD1TBquFGG5eBjMsTD+&#10;wl903qRK5BCOBWqwKXWFlLG05DCOfEecuYMPDlOGoZIm4CWHu1ZOlHqRDmvODRY7Wlsqm83JaQir&#10;/Wtz49OuUbfPa3w/9j9TtFo/DvvVDESiPt3F/+4Pk+ePn9UE/t7JN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1Ar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gRbMQA&#10;AADeAAAADwAAAGRycy9kb3ducmV2LnhtbERP20oDMRB9F/yHMIIvxSatUnVtWopQKFgKvXzAuBl3&#10;F5PJspm2W7/eCAXf5nCuM533wasTdamJbGE0NKCIy+gariwc9suHF1BJkB36yGThQgnms9ubKRYu&#10;nnlLp51UKodwKtBCLdIWWqeypoBpGFvizH3FLqBk2FXadXjO4cHrsTETHbDh3FBjS+81ld+7Y7Dg&#10;x5/+9eM5reVy0GvzE2Q72Dhr7+/6xRsooV7+xVf3yuX5oyfzCH/v5Bv0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IEW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HIQsQA&#10;AADeAAAADwAAAGRycy9kb3ducmV2LnhtbERPTWvCQBC9F/wPywje6kYRKWk20ipCLj00tXgds9Ns&#10;6O5syK4a++u7QqG3ebzPKTajs+JCQ+g8K1jMMxDEjdcdtwoOH/vHJxAhImu0nknBjQJsyslDgbn2&#10;V36nSx1bkUI45KjAxNjnUobGkMMw9z1x4r784DAmOLRSD3hN4c7KZZatpcOOU4PBnraGmu/67BTs&#10;6t4uD5V5DcfPt9PJVj97Ou6Umk3Hl2cQkcb4L/5zVzrNX6yyFdzfSTf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xyE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jf78MA&#10;AADeAAAADwAAAGRycy9kb3ducmV2LnhtbERPS2sCMRC+C/0PYQq9aWKpVlajlNIFwZOvQ29DMu6u&#10;3UyWTbq7/feNIHibj+85q83gatFRGyrPGqYTBYLYeFtxoeF0zMcLECEiW6w9k4Y/CrBZP41WmFnf&#10;8566QyxECuGQoYYyxiaTMpiSHIaJb4gTd/Gtw5hgW0jbYp/CXS1flZpLhxWnhhIb+izJ/Bx+nYZr&#10;LnfeKDTn07nf2vfvrznVSuuX5+FjCSLSEB/iu3tr0/zpm5rB7Z10g1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jf7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Ky/8UA&#10;AADeAAAADwAAAGRycy9kb3ducmV2LnhtbERPTWvCQBC9F/oflhF6qxttCRJdQyoIpaUHtRSPY3ZM&#10;QrKzYXc16b/vFgRv83ifs8pH04krOd9YVjCbJiCIS6sbrhR8H7bPCxA+IGvsLJOCX/KQrx8fVphp&#10;O/COrvtQiRjCPkMFdQh9JqUvazLop7YnjtzZOoMhQldJ7XCI4aaT8yRJpcGGY0ONPW1qKtv9xSg4&#10;Xj75/PXyUbi38GPHg2/np0Wr1NNkLJYgAo3hLr6533WcP3tNUvh/J94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rL/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PCFsUA&#10;AADeAAAADwAAAGRycy9kb3ducmV2LnhtbERPTWsCMRC9F/wPYQq91URRq6tRtFDoRajWg97GzXR3&#10;cTPZJqmu/vqmIPQ2j/c5s0Vra3EmHyrHGnpdBYI4d6biQsPu8+15DCJEZIO1Y9JwpQCLeedhhplx&#10;F97QeRsLkUI4ZKihjLHJpAx5SRZD1zXEifty3mJM0BfSeLykcFvLvlIjabHi1FBiQ68l5aftj9Ww&#10;moxX3x8DXt82xwMd9sfTsO+V1k+P7XIKIlIb/8V397tJ83sD9QJ/76Qb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U8IWxQAAAN4AAAAPAAAAAAAAAAAAAAAAAJgCAABkcnMv&#10;ZG93bnJldi54bWxQSwUGAAAAAAQABAD1AAAAigMAAAAA&#10;" fillcolor="black" stroked="f"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pdzsYA&#10;AADeAAAADwAAAGRycy9kb3ducmV2LnhtbESPQUsDMRCF74L/IYzgzWarIrI2LUtBFE/bqnidbqab&#10;pZvJksR0/ffOQfA2w3vz3jerzexHVSimIbCB5aICRdwFO3Bv4OP9+eYRVMrIFsfAZOCHEmzWlxcr&#10;rG04847KPvdKQjjVaMDlPNVap86Rx7QIE7FoxxA9Zlljr23Es4T7Ud9W1YP2OLA0OJxo66g77b+9&#10;gXLYts1d+Spu9xabPob25fPQGnN9NTdPoDLN+d/8d/1qBX95Xwm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pdz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q8XMUA&#10;AADeAAAADwAAAGRycy9kb3ducmV2LnhtbERPTWvCQBC9C/0PyxS86SZFpEZXKdJK68U2FfQ4ZKfZ&#10;0OxsyK4x+utdodDbPN7nLFa9rUVHra8cK0jHCQjiwumKSwX777fRMwgfkDXWjknBhTyslg+DBWba&#10;nfmLujyUIoawz1CBCaHJpPSFIYt+7BriyP241mKIsC2lbvEcw20tn5JkKi1WHBsMNrQ2VPzmJ6vA&#10;p+vXw9ZeZ91xY3iXf5jpZ2mUGj72L3MQgfrwL/5zv+s4P50kM7i/E2+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mrxc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14B9" w:rsidRPr="00D815F3" w:rsidRDefault="000914B9" w:rsidP="000914B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0914B9" w:rsidRPr="001869AA" w:rsidRDefault="000914B9" w:rsidP="000914B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914B9" w:rsidRPr="001869AA" w:rsidRDefault="000914B9" w:rsidP="000914B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914B9" w:rsidRPr="001869AA" w:rsidRDefault="000914B9" w:rsidP="000914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914B9" w:rsidRPr="00D815F3" w:rsidRDefault="000914B9" w:rsidP="000914B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0914B9" w:rsidRPr="001869AA" w:rsidRDefault="000914B9" w:rsidP="000914B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0914B9" w:rsidRPr="001869AA" w:rsidRDefault="000914B9" w:rsidP="000914B9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914B9" w:rsidRPr="001869AA" w:rsidRDefault="000914B9" w:rsidP="000914B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914B9" w:rsidRPr="001869AA" w:rsidRDefault="000914B9" w:rsidP="000914B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914B9" w:rsidRPr="001869AA" w:rsidRDefault="000914B9" w:rsidP="000914B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4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14B9" w:rsidRDefault="000914B9" w:rsidP="00091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44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CdqX7/engAABJZ&#10;BAAOAAAAAAAAAAAAAAAAAC4CAABkcnMvZTJvRG9jLnhtbFBLAQItABQABgAIAAAAIQDfzpAw4gAA&#10;AA0BAAAPAAAAAAAAAAAAAAAAANR6AABkcnMvZG93bnJldi54bWxQSwUGAAAAAAQABADzAAAA43sA&#10;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14B9" w:rsidRDefault="000914B9" w:rsidP="00091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914B9" w:rsidRDefault="000914B9" w:rsidP="000914B9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0914B9" w:rsidRPr="001869AA" w:rsidRDefault="000914B9" w:rsidP="000914B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914B9" w:rsidRDefault="000914B9" w:rsidP="000914B9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0914B9" w:rsidRPr="001869AA" w:rsidRDefault="000914B9" w:rsidP="000914B9">
      <w:pPr>
        <w:spacing w:after="0" w:line="240" w:lineRule="auto"/>
        <w:jc w:val="center"/>
        <w:rPr>
          <w:rFonts w:ascii="Times New Roman" w:hAnsi="Times New Roman"/>
        </w:rPr>
      </w:pPr>
    </w:p>
    <w:p w:rsidR="000914B9" w:rsidRPr="004C78CD" w:rsidRDefault="000914B9" w:rsidP="000914B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0914B9" w:rsidRPr="008E2C07" w:rsidRDefault="000914B9" w:rsidP="000914B9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Гаврилюк А.С.</w:t>
      </w: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Гаврилюк А.С.,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914B9" w:rsidRPr="008E2C07" w:rsidRDefault="000914B9" w:rsidP="000914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Гаврилюк Анні Сергіївні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зареєстрована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442182">
        <w:rPr>
          <w:rFonts w:ascii="Times New Roman" w:hAnsi="Times New Roman"/>
          <w:sz w:val="24"/>
          <w:lang w:val="en-US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0,27</w:t>
      </w:r>
      <w:r w:rsidRPr="008E2C07">
        <w:rPr>
          <w:rFonts w:ascii="Times New Roman" w:hAnsi="Times New Roman"/>
          <w:sz w:val="24"/>
          <w:lang w:val="ru-RU"/>
        </w:rPr>
        <w:t xml:space="preserve">00га,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 в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Лисиче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Гаврилюк А.С.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0914B9" w:rsidRPr="008E2C07" w:rsidRDefault="000914B9" w:rsidP="000914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914B9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914B9" w:rsidRPr="000914B9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914B9" w:rsidRPr="008E2C07" w:rsidRDefault="000914B9" w:rsidP="000914B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E0364" w:rsidRPr="000914B9" w:rsidRDefault="000914B9" w:rsidP="000914B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0E0364" w:rsidRPr="000914B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4B9"/>
    <w:rsid w:val="000914B9"/>
    <w:rsid w:val="000E0364"/>
    <w:rsid w:val="00171A2E"/>
    <w:rsid w:val="00304C90"/>
    <w:rsid w:val="00442182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B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4B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223</Words>
  <Characters>1273</Characters>
  <Application>Microsoft Office Word</Application>
  <DocSecurity>0</DocSecurity>
  <Lines>10</Lines>
  <Paragraphs>2</Paragraphs>
  <ScaleCrop>false</ScaleCrop>
  <Company>Microsoft</Company>
  <LinksUpToDate>false</LinksUpToDate>
  <CharactersWithSpaces>1494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2020-11-17T16:16:00Z</dcterms:created>
  <dcterms:modified xsi:type="dcterms:W3CDTF">2020-11-18T07:01:00Z</dcterms:modified>
</cp:coreProperties>
</file>