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DEB" w:rsidRDefault="00740DEB" w:rsidP="00740DE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40DEB" w:rsidRDefault="00740DEB" w:rsidP="00740DEB"/>
    <w:p w:rsidR="00740DEB" w:rsidRDefault="00740DEB" w:rsidP="00740DEB"/>
    <w:p w:rsidR="00740DEB" w:rsidRDefault="00740DEB" w:rsidP="00740D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0DEB" w:rsidRDefault="00740DEB" w:rsidP="00740D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0DEB" w:rsidRDefault="00740DEB" w:rsidP="00740D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0DEB" w:rsidRDefault="00740DEB" w:rsidP="00740D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0DEB" w:rsidRDefault="00740DEB" w:rsidP="00740D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DEB" w:rsidRDefault="00740DEB" w:rsidP="00740D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740DEB" w:rsidRPr="004C14F1" w:rsidRDefault="00740DEB" w:rsidP="00740DE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0DEB" w:rsidRDefault="00740DEB" w:rsidP="00740DE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0DEB" w:rsidRDefault="00740DEB" w:rsidP="00740DE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28.08.2020  року                                        Крупець                                                   №9</w:t>
      </w:r>
    </w:p>
    <w:p w:rsidR="00740DEB" w:rsidRDefault="00740DEB" w:rsidP="00740DE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40DEB" w:rsidRPr="000A4F3E" w:rsidRDefault="00740DEB" w:rsidP="00740DE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40DEB" w:rsidRPr="000A4F3E" w:rsidRDefault="00740DEB" w:rsidP="00740DEB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40DEB" w:rsidRPr="000A4F3E" w:rsidRDefault="00740DEB" w:rsidP="00740DEB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740DEB" w:rsidRPr="000A4F3E" w:rsidRDefault="00740DEB" w:rsidP="00740DEB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40DEB" w:rsidRPr="000A4F3E" w:rsidRDefault="00740DEB" w:rsidP="00740DE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вання в Україні», статей 12, 122, 123, 124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740DEB" w:rsidRPr="000A4F3E" w:rsidRDefault="00740DEB" w:rsidP="00740DE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740DEB" w:rsidRPr="000A4F3E" w:rsidRDefault="00740DEB" w:rsidP="00740DE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740DEB" w:rsidRDefault="00740DEB" w:rsidP="00740DEB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6823986800:03:008:000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6,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740DEB" w:rsidRPr="00B64AF5" w:rsidRDefault="00740DEB" w:rsidP="00740DEB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3 ( три ) роки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740DEB" w:rsidRDefault="00740DEB" w:rsidP="00740DE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40DEB" w:rsidRPr="00740DEB" w:rsidRDefault="00740DEB" w:rsidP="00740DEB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CE35FE" w:rsidRPr="00740DEB" w:rsidRDefault="00740DEB" w:rsidP="00740DEB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Валерій МИХАЛЮК</w:t>
      </w:r>
      <w:bookmarkStart w:id="0" w:name="_GoBack"/>
      <w:bookmarkEnd w:id="0"/>
    </w:p>
    <w:sectPr w:rsidR="00CE35FE" w:rsidRPr="00740DEB" w:rsidSect="00740DEB">
      <w:pgSz w:w="12240" w:h="15840"/>
      <w:pgMar w:top="1440" w:right="1440" w:bottom="568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0DEB"/>
    <w:rsid w:val="00171A2E"/>
    <w:rsid w:val="00304C90"/>
    <w:rsid w:val="00505B6D"/>
    <w:rsid w:val="006D3977"/>
    <w:rsid w:val="00740DEB"/>
    <w:rsid w:val="007D6C18"/>
    <w:rsid w:val="00CE35F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309</Words>
  <Characters>1763</Characters>
  <Application>Microsoft Office Word</Application>
  <DocSecurity>0</DocSecurity>
  <Lines>14</Lines>
  <Paragraphs>4</Paragraphs>
  <ScaleCrop>false</ScaleCrop>
  <Company>Microsoft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2020-09-01T13:33:00Z</dcterms:created>
  <dcterms:modified xsi:type="dcterms:W3CDTF">2020-09-01T13:34:00Z</dcterms:modified>
</cp:coreProperties>
</file>