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225" w:rsidRPr="003B50D1" w:rsidRDefault="00C63225" w:rsidP="00C63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C63225" w:rsidRPr="003B50D1" w:rsidRDefault="00C63225" w:rsidP="00C63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C63225" w:rsidRPr="003B50D1" w:rsidRDefault="00C63225" w:rsidP="00C63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6D22BEA" wp14:editId="17EB7877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389" name="Группа 12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3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7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63225" w:rsidRDefault="00C63225" w:rsidP="00C6322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38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P7ZI65gdwAAPVkE&#10;AA4AAAAAAAAAAAAAAAAALgIAAGRycy9lMm9Eb2MueG1sUEsBAi0AFAAGAAgAAAAhAClDnfPeAAAA&#10;BwEAAA8AAAAAAAAAAAAAAAAAunkAAGRycy9kb3ducmV2LnhtbFBLBQYAAAAABAAEAPMAAADFeg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ceR8UA&#10;AADeAAAADwAAAGRycy9kb3ducmV2LnhtbESPT2vCQBDF7wW/wzKCt7oxgVajq4hU8SAU/92H7JgE&#10;s7Mhu9X47TuHQm8zzJv33m+x6l2jHtSF2rOByTgBRVx4W3Np4HLevk9BhYhssfFMBl4UYLUcvC0w&#10;t/7JR3qcYqnEhEOOBqoY21zrUFTkMIx9Syy3m+8cRlm7UtsOn2LuGp0myYd2WLMkVNjSpqLifvpx&#10;Bny22x+uZXrMvvgz8vp7erv2B2NGw349BxWpj//iv++9lfppNhMAwZEZ9PI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hx5H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8Jf8cA&#10;AADeAAAADwAAAGRycy9kb3ducmV2LnhtbERPS2sCMRC+F/ofwgi9iGZVsHVrlCJsrT0UfIDXYTPd&#10;rN1MliTVrb++KQi9zcf3nPmys404kw+1YwWjYQaCuHS65krBYV8MnkCEiKyxcUwKfijAcnF/N8dc&#10;uwtv6byLlUghHHJUYGJscylDachiGLqWOHGfzluMCfpKao+XFG4bOc6yqbRYc2ow2NLKUPm1+7YK&#10;TsWHOa4er6++P9vStV+8r5vNVKmHXvfyDCJSF//FN/ebTvPHk9kI/t5JN8jF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8PCX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zCcYA&#10;AADeAAAADwAAAGRycy9kb3ducmV2LnhtbESPzWrDMBCE74W8g9hCLqWRa0NJ3CjGhCQUX0J+HmCx&#10;NpaptTKWGjtvXxUKve0ys/PNrovJduJOg28dK3hbJCCIa6dbbhRcL/vXJQgfkDV2jknBgzwUm9nT&#10;GnPtRj7R/RwaEUPY56jAhNDnUvrakEW/cD1x1G5usBjiOjRSDzjGcNvJNEnepcWWI8FgT1tD9df5&#10;20bIMcNjdRsv+8OEI+4qwy/lSan581R+gAg0hX/z3/WnjvXTbJXC7ztxBrn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c4zC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aDqMUA&#10;AADeAAAADwAAAGRycy9kb3ducmV2LnhtbERPTUsDMRC9C/6HMII3m3Wr1a5NS6kKUvBgFaS3YTPd&#10;XbqZhGTsrv/eCIK3ebzPWaxG16sTxdR5NnA9KUAR19523Bj4eH++ugeVBNli75kMfFOC1fL8bIGV&#10;9QO/0WknjcohnCo00IqESutUt+QwTXwgztzBR4eSYWy0jTjkcNfrsihm2mHHuaHFQJuW6uPuyxl4&#10;HZ7C9m52ewj7eFPq9GjlcyPGXF6M6wdQQqP8i//cLzbPL6fz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bBoOo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O5sUA&#10;AADeAAAADwAAAGRycy9kb3ducmV2LnhtbESP0YrCMBBF34X9hzAL+yJruiqi1Sgiq4gvRd0PGJqx&#10;KdtMShNt/XsjCL7NcO/cc2ex6mwlbtT40rGCn0ECgjh3uuRCwd95+z0F4QOyxsoxKbiTh9Xyo7fA&#10;VLuWj3Q7hULEEPYpKjAh1KmUPjdk0Q9cTRy1i2sshrg2hdQNtjHcVnKYJBNpseRIMFjTxlD+f7ra&#10;CMlGmB0u7Xm767DF34Ph/vqo1Ndnt56DCNSFt/l1vdex/nA0G8PznTiDXD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aw7m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O+R8UA&#10;AADeAAAADwAAAGRycy9kb3ducmV2LnhtbERPTUsDMRC9C/6HMII3m3W11a5NS6kKUvBgFaS3YTPd&#10;XbqZhGTsrv/eCIK3ebzPWaxG16sTxdR5NnA9KUAR19523Bj4eH++ugeVBNli75kMfFOC1fL8bIGV&#10;9QO/0WknjcohnCo00IqESutUt+QwTXwgztzBR4eSYWy0jTjkcNfrsihm2mHHuaHFQJuW6uPuyxl4&#10;HZ7C9m42PYR9vC11erTyuRFjLi/G9QMooVH+xX/uF5vnlzfzKfy+k2/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o75H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Q92cUA&#10;AADeAAAADwAAAGRycy9kb3ducmV2LnhtbERP32vCMBB+H/g/hBP2IjNVmWydUXQQJkwQ3WCvR3O2&#10;Zc2lJJmt/70RhL3dx/fzFqveNuJMPtSOFUzGGQjiwpmaSwXfX/rpBUSIyAYbx6TgQgFWy8HDAnPj&#10;Oj7Q+RhLkUI45KigirHNpQxFRRbD2LXEiTs5bzEm6EtpPHYp3DZymmVzabHm1FBhS+8VFb/HP6tg&#10;s+/KmR8Vm959nj5+nrU2eqeVehz26zcQkfr4L767tybNn85e53B7J90gl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+dD3Z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jSvcMA&#10;AADeAAAADwAAAGRycy9kb3ducmV2LnhtbERP3WrCMBS+H/gO4Qi7m6nd5lw1iiiFMbxR9wCH5qyp&#10;NiclibW+/TIY7O58fL9nuR5sK3ryoXGsYDrJQBBXTjdcK/g6lU9zECEia2wdk4I7BVivRg9LLLS7&#10;8YH6Y6xFCuFQoAITY1dIGSpDFsPEdcSJ+3beYkzQ11J7vKVw28o8y2bSYsOpwWBHW0PV5Xi1CsrP&#10;fN9frtqXbjO8WHo15/nOKPU4HjYLEJGG+C/+c3/oND9/fn+D33fSDXL1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QjSvc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cMMMgA&#10;AADeAAAADwAAAGRycy9kb3ducmV2LnhtbESPQUsDMRCF74L/IUzBi7RZWxTdNi1WCAoWxFboddhM&#10;d5duJksSu+u/dw6Ctxnem/e+WW1G36kLxdQGNnA3K0ARV8G1XBv4OtjpI6iUkR12gcnADyXYrK+v&#10;Vli6MPAnXfa5VhLCqUQDTc59qXWqGvKYZqEnFu0Uoscsa6y1izhIuO/0vCgetMeWpaHBnl4aqs77&#10;b29g+zHUi3hbbcfwfno93lvr7M4aczMZn5egMo353/x3/eYEf754El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pwww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vjVMMA&#10;AADeAAAADwAAAGRycy9kb3ducmV2LnhtbERP3WrCMBS+H/gO4Qi7m6ndJlqNIkphjN348wCH5thU&#10;m5OSxNq9/TIY7O58fL9ntRlsK3ryoXGsYDrJQBBXTjdcKzifypc5iBCRNbaOScE3BdisR08rLLR7&#10;8IH6Y6xFCuFQoAITY1dIGSpDFsPEdcSJuzhvMSboa6k9PlK4bWWeZTNpseHUYLCjnaHqdrxbBeVn&#10;/tXf7tqXbju8WXo31/neKPU8HrZLEJGG+C/+c3/oND9/XSzg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vjV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I+Mw8QA&#10;AADeAAAADwAAAGRycy9kb3ducmV2LnhtbESPQW/CMAyF70j7D5En7UYTGExTR0BoEhMcKfwAq/Ha&#10;isYpTUbLv58PSNxs+fm99602o2/VjfrYBLYwywwo4jK4hisL59Nu+gkqJmSHbWCycKcIm/XLZIW5&#10;CwMf6VakSokJxxwt1Cl1udaxrMljzEJHLLff0HtMsvaVdj0OYu5bPTfmQ3tsWBJq7Oi7pvJS/HkL&#10;i/vwcy2WF7NznmaH9+7AqVxa+/Y6br9AJRrTU/z43jupP18YARAcmUG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iPjMP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E/98IA&#10;AADeAAAADwAAAGRycy9kb3ducmV2LnhtbERPS4vCMBC+C/sfwgh709Qi4tZGkRVl2ZNW1/PQTB/Y&#10;TEoTtf77jSB4m4/vOemqN424Uedqywom4wgEcW51zaWC03E7moNwHlljY5kUPMjBavkxSDHR9s4H&#10;umW+FCGEXYIKKu/bREqXV2TQjW1LHLjCdgZ9gF0pdYf3EG4aGUfRTBqsOTRU2NJ3RfkluxoF19k5&#10;PnHxq/fZ5rH72mzXTv6VSn0O+/UChKfev8Uv948O8+NpNIHnO+EGufw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5wT/3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wRncYA&#10;AADeAAAADwAAAGRycy9kb3ducmV2LnhtbERPTWvCQBC9C/0PyxS8mY2pBI2u0goF24OitYfexuyY&#10;pM3OxuxW4793C0Jv83ifM1t0phZnal1lWcEwikEQ51ZXXCjYf7wOxiCcR9ZYWyYFV3KwmD/0Zphp&#10;e+EtnXe+ECGEXYYKSu+bTEqXl2TQRbYhDtzRtgZ9gG0hdYuXEG5qmcRxKg1WHBpKbGhZUv6z+zUK&#10;PjfjdLJ5eRt9v68P+GT06UtXqVL9x+55CsJT5//Fd/dKh/nJKE7g751wg5z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wRn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kjksQA&#10;AADeAAAADwAAAGRycy9kb3ducmV2LnhtbERPS2vCQBC+F/oflhG81Y0xiERX6QNj6Sk+wOuQHZPQ&#10;7GzIrpr013cLBW/z8T1ntelNI27UudqygukkAkFcWF1zqeB03L4sQDiPrLGxTAoGcrBZPz+tMNX2&#10;znu6HXwpQgi7FBVU3replK6oyKCb2JY4cBfbGfQBdqXUHd5DuGlkHEVzabDm0FBhS+8VFd+Hq1Hw&#10;Mz9j7nbx28dMexqSRWa/8kyp8ah/XYLw1PuH+N/9qcP8OIlm8PdOuEGu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JI5L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nSSMMA&#10;AADeAAAADwAAAGRycy9kb3ducmV2LnhtbERPzWrCQBC+F/oOyxS8NRtDlDa6SikK3qqxDzBkp5tg&#10;djZmV40+fVcQvM3H9zvz5WBbcabeN44VjJMUBHHldMNGwe9+/f4Bwgdkja1jUnAlD8vF68scC+0u&#10;vKNzGYyIIewLVFCH0BVS+qomiz5xHXHk/lxvMUTYG6l7vMRw28osTafSYsOxocaOvmuqDuXJKji6&#10;bKKHcoU/h9XntjEmP952uVKjt+FrBiLQEJ7ih3uj4/wsT3O4vxNvkI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nSS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kROMMA&#10;AADeAAAADwAAAGRycy9kb3ducmV2LnhtbERPyW7CMBC9V+IfrEHqrThQ1oBBUAmJK9BDj4M9JGnj&#10;cYhdCHw9RkLiNk9vndmisaU4U+0Lxwq6nQQEsXam4EzB9379MQbhA7LB0jEpuJKHxbz1NsPUuAtv&#10;6bwLmYgh7FNUkIdQpVJ6nZNF33EVceSOrrYYIqwzaWq8xHBbyl6SDKXFgmNDjhV95aT/dv9WwaY4&#10;0GCojxM7Xuntz+0UPke/Rqn3drOcggjUhJf46d6YOL/XTwbweCfeIO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ekRO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p2mMUA&#10;AADeAAAADwAAAGRycy9kb3ducmV2LnhtbERP0WoCMRB8L/gPYQXfatKjSD2NUguFiq1QFX1dLuvl&#10;8LI5LvE8/74pFPo2u7MzszNf9q4WHbWh8qzhaaxAEBfeVFxqOOzfH19AhIhssPZMGu4UYLkYPMwx&#10;N/7G39TtYimSCYccNdgYm1zKUFhyGMa+IU7c2bcOYxrbUpoWb8nc1TJTaiIdVpwSLDb0Zqm47K5O&#10;Q4fbuzrZ1dd0XX0W2XZ13Ji016Nh/zoDEamP/8d/6g+T3s+e1QR+6yQMcvE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mGnaY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sMmcMA&#10;AADeAAAADwAAAGRycy9kb3ducmV2LnhtbERPTUvDQBC9C/0PyxS82U2DqMRuSylUPGrsweOYnWbT&#10;ZmfC7tpEf70rCN7m8T5ntZl8ry4UYidsYLkoQBE3YjtuDRze9jcPoGJCttgLk4EvirBZz65WWFkZ&#10;+ZUudWpVDuFYoQGX0lBpHRtHHuNCBuLMHSV4TBmGVtuAYw73vS6L4k577Dg3OBxo56g515/ewPjU&#10;fJzK47t132GQff0ip7IXY67n0/YRVKIp/Yv/3M82zy9vi3v4fSffoN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sMm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TyI/MgA&#10;AADeAAAADwAAAGRycy9kb3ducmV2LnhtbESPQU/CQBCF7yb+h82YcJOtjRFSWQiCJIZICKj3sTu2&#10;1d3ZprtA+ffOgYTbTN6b976ZzHrv1JG62AQ28DDMQBGXwTZcGfj8WN2PQcWEbNEFJgNnijCb3t5M&#10;sLDhxDs67lOlJIRjgQbqlNpC61jW5DEOQ0ss2k/oPCZZu0rbDk8S7p3Os+xJe2xYGmpsaVFT+bc/&#10;eAOr7dL95pvd/Eunxevo243XL8t3YwZ3/fwZVKI+Xc2X6zcr+PljJrzyjsygp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dPIj8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bw88UA&#10;AADeAAAADwAAAGRycy9kb3ducmV2LnhtbERP22rCQBB9F/yHZQRfSt1oa7HRVUQQFRS8QV/H7JgE&#10;s7Mhu8b0791Cwbc5nOtMZo0pRE2Vyy0r6PciEMSJ1TmnCs6n5fsIhPPIGgvLpOCXHMym7dYEY20f&#10;fKD66FMRQtjFqCDzvoyldElGBl3PlsSBu9rKoA+wSqWu8BHCTSEHUfQlDeYcGjIsaZFRcjvejYJ6&#10;v72k69qVm9vozQ0/LqvVTv8o1e008zEIT41/if/dax3mDz6jb/h7J9wgp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hvDz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63225" w:rsidRDefault="00C63225" w:rsidP="00C6322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mxrskA&#10;AADeAAAADwAAAGRycy9kb3ducmV2LnhtbESPT2/CMAzF75P2HSJP2m2kVAyxjoDGpElcJvFnh3Ez&#10;jddWNE6XBOj26fEBiZstP7/3ftN571p1ohAbzwaGgwwUceltw5WBr+3H0wRUTMgWW89k4I8izGf3&#10;d1MsrD/zmk6bVCkx4ViggTqlrtA6ljU5jAPfEcvtxweHSdZQaRvwLOau1XmWjbXDhiWhxo7eayoP&#10;m6MzsHiZLH5XI/78X+93tPveH57zkBnz+NC/vYJK1Keb+Pq9tFI/Hw0FQHBkBj27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AmxrskAAADeAAAADwAAAAAAAAAAAAAAAACYAgAA&#10;ZHJzL2Rvd25yZXYueG1sUEsFBgAAAAAEAAQA9QAAAI4DAAAAAA==&#10;" fillcolor="black" stroked="f">
                  <v:textbox>
                    <w:txbxContent>
                      <w:p w:rsidR="00C63225" w:rsidRDefault="00C63225" w:rsidP="00C6322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aNcYA&#10;AADeAAAADwAAAGRycy9kb3ducmV2LnhtbERPS2vCQBC+F/oflhF6q5uEViS6ilYLhdqDj4PHMTsm&#10;S7KzIbvVtL/eLQi9zcf3nOm8t424UOeNYwXpMAFBXDhtuFRw2L8/j0H4gKyxcUwKfsjDfPb4MMVc&#10;uytv6bILpYgh7HNUUIXQ5lL6oiKLfuha4sidXWcxRNiVUnd4jeG2kVmSjKRFw7GhwpbeKirq3bdV&#10;cPwcmfHWUHba/C7XevNaL79WtVJPg34xARGoD//iu/tDx/nZS5rC3zvxBjm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oYaNc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bpcMQA&#10;AADeAAAADwAAAGRycy9kb3ducmV2LnhtbERPTWsCMRC9F/ofwgjeNOsiIlujiKW0lx6qLb0Om3Gz&#10;7mayTaKu/nojCL3N433OYtXbVpzIh9qxgsk4A0FcOl1zpeB79zaagwgRWWPrmBRcKMBq+fy0wEK7&#10;M3/RaRsrkUI4FKjAxNgVUobSkMUwdh1x4vbOW4wJ+kpqj+cUbluZZ9lMWqw5NRjsaGOobLZHq8Cv&#10;f1+bKx9/muz6eQnvh/5vjkap4aBfv4CI1Md/8cP9odP8fDrJ4f5OukEu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G6XD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Dv6oMUA&#10;AADeAAAADwAAAGRycy9kb3ducmV2LnhtbERP22rCQBB9L/gPywh9KboxLVVTV5FCoVARtH7AmB2T&#10;0N3ZkB019uu7hULf5nCus1j13qkLdbEJbGAyzkARl8E2XBk4fL6NZqCiIFt0gcnAjSKsloO7BRY2&#10;XHlHl71UKoVwLNBALdIWWseyJo9xHFrixJ1C51ES7CptO7ymcO90nmXP2mPDqaHGll5rKr/2Z2/A&#10;5Uc3/5jGjdwOepN9e9k9bK0x98N+/QJKqJd/8Z/73ab5+dPkEX7fSTfo5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O/qg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IjjsQA&#10;AADeAAAADwAAAGRycy9kb3ducmV2LnhtbERPTWvCQBC9C/0PyxR6041BiqSu0laEXHowpngds2M2&#10;uDsbsltN++vdQqG3ebzPWW1GZ8WVhtB5VjCfZSCIG687bhXUh910CSJEZI3WMyn4pgCb9cNkhYX2&#10;N97TtYqtSCEcClRgYuwLKUNjyGGY+Z44cWc/OIwJDq3UA95SuLMyz7Jn6bDj1GCwp3dDzaX6cgq2&#10;VW/zujRv4fj5cTrZ8mdHx61ST4/j6wuISGP8F/+5S53m54v5An7fSTfI9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QCI47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s0I8QA&#10;AADeAAAADwAAAGRycy9kb3ducmV2LnhtbERPTWvCQBC9F/oflin0VncN1ZboKiINCJ5q46G3YXdM&#10;otnZkN2a9N93C4K3ebzPWa5H14or9aHxrGE6USCIjbcNVxrKr+LlHUSIyBZbz6ThlwKsV48PS8yt&#10;H/iTrodYiRTCIUcNdYxdLmUwNTkME98RJ+7ke4cxwb6StschhbtWZkrNpcOGU0ONHW1rMpfDj9Nw&#10;LuTeG4XmWB6HnX37/phTq7R+fho3CxCRxngX39w7m+Znr9MZ/L+TbpC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pLNCP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XT98MA&#10;AADdAAAADwAAAGRycy9kb3ducmV2LnhtbERPz2vCMBS+C/4P4Qm7aWoHm1bTosJgbOwwHeLx2Tzb&#10;0ualJFG7/345DDx+fL/XxWA6cSPnG8sK5rMEBHFpdcOVgp/D23QBwgdkjZ1lUvBLHop8PFpjpu2d&#10;v+m2D5WIIewzVFCH0GdS+rImg35me+LIXawzGCJ0ldQO7zHcdDJNkhdpsOHYUGNPu5rKdn81Ck7X&#10;T758PX9s3DYc7XDwbXpetEo9TYbNCkSgITzE/+53rWD5msa58U18Aj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qXT98MAAADdAAAADwAAAAAAAAAAAAAAAACYAgAAZHJzL2Rv&#10;d25yZXYueG1sUEsFBgAAAAAEAAQA9QAAAIg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63225" w:rsidRDefault="00C63225" w:rsidP="00C6322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PMvscA&#10;AADdAAAADwAAAGRycy9kb3ducmV2LnhtbESPQWvCQBSE7wX/w/IEb3VjqNWkrqKFQi+Fanuot2f2&#10;mQSzb+PuqrG/visUPA4z8w0zW3SmEWdyvrasYDRMQBAXVtdcKvj+enucgvABWWNjmRRcycNi3nuY&#10;Ya7thdd03oRSRAj7HBVUIbS5lL6oyKAf2pY4envrDIYoXSm1w0uEm0amSfIsDdYcFyps6bWi4rA5&#10;GQWrbLo6fj7xx+96t6Xtz+4wTl2i1KDfLV9ABOrCPfzfftcKskmawe1NfAJy/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dzzL7HAAAA3QAAAA8AAAAAAAAAAAAAAAAAmAIAAGRy&#10;cy9kb3ducmV2LnhtbFBLBQYAAAAABAAEAPUAAACMAwAAAAA=&#10;" fillcolor="black" stroked="f">
                  <v:textbox>
                    <w:txbxContent>
                      <w:p w:rsidR="00C63225" w:rsidRDefault="00C63225" w:rsidP="00C6322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ewJ/8IA&#10;AADdAAAADwAAAGRycy9kb3ducmV2LnhtbERPy2oCMRTdF/oP4Rbc1Uwr9DEaZRCK0tWoLW6vk+tk&#10;cHIzJGkc/75ZFLo8nPdiNdpeJPKhc6zgaVqAIG6c7rhV8HX4eHwDESKyxt4xKbhRgNXy/m6BpXZX&#10;3lHax1bkEA4lKjAxDqWUoTFkMUzdQJy5s/MWY4a+ldrjNYfbXj4XxYu02HFuMDjQ2lBz2f9YBem0&#10;rqtZOiaz+/RV6129+T7VSk0exmoOItIY/8V/7q1W8P46y/vzm/wE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7An/wgAAAN0AAAAPAAAAAAAAAAAAAAAAAJgCAABkcnMvZG93&#10;bnJldi54bWxQSwUGAAAAAAQABAD1AAAAhw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63225" w:rsidRDefault="00C63225" w:rsidP="00C6322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dMlscA&#10;AADdAAAADwAAAGRycy9kb3ducmV2LnhtbESPQWvCQBSE74X+h+UJ3uomCrZGVxFpi+3FGgU9PrLP&#10;bGj2bchuY+yv7xYKPQ4z8w2zWPW2Fh21vnKsIB0lIIgLpysuFRwPLw9PIHxA1lg7JgU38rBa3t8t&#10;MNPuynvq8lCKCGGfoQITQpNJ6QtDFv3INcTRu7jWYoiyLaVu8RrhtpbjJJlKixXHBYMNbQwVn/mX&#10;VeDTzfPp3X7PuvOr4V3+ZqYfpVFqOOjXcxCB+vAf/mtvtYLZ4ySF3zfxCcjl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4nTJbHAAAA3Q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63225" w:rsidRDefault="00C63225" w:rsidP="00C6322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63225" w:rsidRPr="003B50D1" w:rsidRDefault="00C63225" w:rsidP="00C632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C63225" w:rsidRPr="003B50D1" w:rsidRDefault="00C63225" w:rsidP="00C632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C63225" w:rsidRPr="003B50D1" w:rsidRDefault="00C63225" w:rsidP="00C6322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C63225" w:rsidRPr="003B50D1" w:rsidRDefault="00C63225" w:rsidP="00C632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C63225" w:rsidRPr="003B50D1" w:rsidRDefault="00C63225" w:rsidP="00C6322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C63225" w:rsidRPr="003B50D1" w:rsidRDefault="00C63225" w:rsidP="00C6322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C63225" w:rsidRPr="003B50D1" w:rsidRDefault="00C63225" w:rsidP="00C6322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63225" w:rsidRPr="003B50D1" w:rsidRDefault="00C63225" w:rsidP="00C6322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C63225" w:rsidRPr="0061236C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Калачу В. М.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63225" w:rsidRPr="003B50D1" w:rsidRDefault="00C63225" w:rsidP="00C63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Калача В.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C63225" w:rsidRPr="003B50D1" w:rsidRDefault="00C63225" w:rsidP="00C63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Калачу Василю Михайловичу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E7BDF" w:rsidRPr="00FE7BDF">
        <w:rPr>
          <w:rFonts w:ascii="Times New Roman" w:eastAsia="Calibri" w:hAnsi="Times New Roman" w:cs="Times New Roman"/>
          <w:sz w:val="24"/>
        </w:rPr>
        <w:t>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FE7BDF" w:rsidRPr="00FE7BDF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</w:t>
      </w:r>
      <w:r w:rsidR="00FE7BDF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</w:t>
      </w:r>
      <w:r w:rsidR="00FE7BDF" w:rsidRPr="00FE7BDF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будівництва та обслуговування житлового будинку, господарських будівель і споруд, площею 0,1400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6823984000:01:009:0137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Calibri" w:hAnsi="Times New Roman" w:cs="Times New Roman"/>
          <w:sz w:val="24"/>
        </w:rPr>
        <w:t>с. Крупець.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Калачу В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C63225" w:rsidRPr="00C63225" w:rsidRDefault="00C63225" w:rsidP="00C6322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63225" w:rsidRPr="003B50D1" w:rsidRDefault="00C63225" w:rsidP="00C6322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C63225" w:rsidRDefault="00C63225" w:rsidP="00C63225"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C63225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3225"/>
    <w:rsid w:val="00314CAF"/>
    <w:rsid w:val="00C63225"/>
    <w:rsid w:val="00FE7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2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25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2022-02-11T12:54:00Z</dcterms:created>
  <dcterms:modified xsi:type="dcterms:W3CDTF">2022-02-14T07:27:00Z</dcterms:modified>
</cp:coreProperties>
</file>