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260" w:rsidRDefault="005A1260" w:rsidP="005A12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1260" w:rsidRDefault="005A1260" w:rsidP="005A12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1260" w:rsidRDefault="005A1260" w:rsidP="005A12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260" w:rsidRDefault="005A1260" w:rsidP="005A12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A1260" w:rsidRDefault="005A1260" w:rsidP="005A12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1260" w:rsidRDefault="005A1260" w:rsidP="005A12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A1260" w:rsidRDefault="005A1260" w:rsidP="005A12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A1260" w:rsidRDefault="005A1260" w:rsidP="005A12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№47</w:t>
      </w:r>
    </w:p>
    <w:p w:rsidR="005A1260" w:rsidRPr="00B60227" w:rsidRDefault="005A1260" w:rsidP="005A126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5A1260" w:rsidRPr="00B60227" w:rsidRDefault="005A1260" w:rsidP="005A126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A1260" w:rsidRPr="00B60227" w:rsidRDefault="005A1260" w:rsidP="005A126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5A1260" w:rsidRPr="00B60227" w:rsidRDefault="005A1260" w:rsidP="005A126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5A1260" w:rsidRPr="00B60227" w:rsidRDefault="005A1260" w:rsidP="005A126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5A1260" w:rsidRPr="00B60227" w:rsidRDefault="005A1260" w:rsidP="005A126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Крутій Д.В.</w:t>
      </w:r>
    </w:p>
    <w:p w:rsidR="005A1260" w:rsidRPr="00B60227" w:rsidRDefault="005A1260" w:rsidP="005A1260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5A1260" w:rsidRPr="00B60227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Крутія Д.В., сільська рада</w:t>
      </w:r>
    </w:p>
    <w:p w:rsidR="005A1260" w:rsidRPr="00B60227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5A1260" w:rsidRPr="00B60227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1. Надати Крутію Денису Вікторовичу, який зареєстрований за адресою: </w:t>
      </w:r>
      <w:r w:rsidR="000B6A9B" w:rsidRPr="000B6A9B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B60227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>,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60227">
        <w:rPr>
          <w:rFonts w:ascii="Times New Roman" w:eastAsia="Calibri" w:hAnsi="Times New Roman" w:cs="Times New Roman"/>
          <w:sz w:val="24"/>
        </w:rPr>
        <w:t>Незалежності, 70.</w:t>
      </w:r>
    </w:p>
    <w:p w:rsidR="005A1260" w:rsidRPr="00B60227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2. Крутію Д.В.,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A1260" w:rsidRPr="00B60227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A1260" w:rsidRPr="00B60227" w:rsidRDefault="005A1260" w:rsidP="005A126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A1260" w:rsidRPr="005A1260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6D246B" w:rsidRPr="005A1260" w:rsidRDefault="005A1260" w:rsidP="005A1260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B60227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    В.А.</w:t>
      </w:r>
      <w:proofErr w:type="spellStart"/>
      <w:r w:rsidRPr="00B6022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B60227">
        <w:rPr>
          <w:rFonts w:ascii="Times New Roman" w:eastAsia="Calibri" w:hAnsi="Times New Roman" w:cs="Times New Roman"/>
          <w:sz w:val="24"/>
        </w:rPr>
        <w:t xml:space="preserve"> </w:t>
      </w:r>
    </w:p>
    <w:sectPr w:rsidR="006D246B" w:rsidRPr="005A12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260"/>
    <w:rsid w:val="000B6A9B"/>
    <w:rsid w:val="00171A2E"/>
    <w:rsid w:val="00304C90"/>
    <w:rsid w:val="00505B6D"/>
    <w:rsid w:val="005A1260"/>
    <w:rsid w:val="006D246B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A12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A126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A126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A12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A126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A126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1128</Words>
  <Characters>644</Characters>
  <Application>Microsoft Office Word</Application>
  <DocSecurity>0</DocSecurity>
  <Lines>5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2021-03-31T05:41:00Z</dcterms:created>
  <dcterms:modified xsi:type="dcterms:W3CDTF">2021-03-31T06:18:00Z</dcterms:modified>
</cp:coreProperties>
</file>