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A92" w:rsidRDefault="00EA0A92" w:rsidP="00EA0A92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C9B69C" wp14:editId="5F6F49D3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869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87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7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8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9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0A92" w:rsidRDefault="00EA0A92" w:rsidP="00EA0A9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/mr4A&#10;AADdAAAADwAAAGRycy9kb3ducmV2LnhtbERPSwrCMBDdC94hjOBOUxW1VKOIqLgQxN9+aMa22ExK&#10;E7Xe3iwEl4/3ny8bU4oX1a6wrGDQj0AQp1YXnCm4Xra9GITzyBpLy6TgQw6Wi3Zrjom2bz7R6+wz&#10;EULYJagg975KpHRpTgZd31bEgbvb2qAPsM6krvEdwk0ph1E0kQYLDg05VrTOKX2cn0aBHe32h1s2&#10;PI02PPW8Osb3W3NQqttpVjMQnhr/F//ce61gHE/D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cAf5q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oeD8gA&#10;AADdAAAADwAAAGRycy9kb3ducmV2LnhtbESPS2vDMBCE74H+B7GBXkIjp5CXGyWUgNumh0IekOti&#10;bS2n1spIauLk11eFQo/DzHzDLFadbcSZfKgdKxgNMxDEpdM1VwoO++JhBiJEZI2NY1JwpQCr5V1v&#10;gbl2F97SeRcrkSAcclRgYmxzKUNpyGIYupY4eZ/OW4xJ+kpqj5cEt418zLKJtFhzWjDY0tpQ+bX7&#10;tgpOxYc5rqe3Fz+Yb+k2KN5fm81Eqft+9/wEIlIX/8N/7TetYDybjuD3TXo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Wh4P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DiB8QA&#10;AADdAAAADwAAAGRycy9kb3ducmV2LnhtbESP32rCMBTG7we+QzjCbsZMdWyTaixFrIzeiLoHODTH&#10;pticlCba7u3NYLDLj+/Pj2+djbYVd+p941jBfJaAIK6cbrhW8H0uXpcgfEDW2DomBT/kIdtMntaY&#10;ajfwke6nUIs4wj5FBSaELpXSV4Ys+pnriKN3cb3FEGVfS93jEMdtKxdJ8iEtNhwJBjvaGqqup5uN&#10;kMMbHsrLcC72Iw64Kw2/5EelnqdjvgIRaAz/4b/2l1bwvvxcwO+b+ATk5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Q4g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eSPMYA&#10;AADdAAAADwAAAGRycy9kb3ducmV2LnhtbESPX0sDMRDE34V+h7CCbzZntX84m5ZSFYrgg1UofVsu&#10;27vDyyYka+/89o0g+DjMzG+Y5XpwnTpTTK1nA3fjAhRx5W3LtYHPj5fbBagkyBY7z2TghxKsV6Or&#10;JZbW9/xO573UKkM4lWigEQml1qlqyGEa+0CcvZOPDiXLWGsbsc9w1+lJUcy0w5bzQoOBtg1VX/tv&#10;Z+Ctfw6v89n0FI7xYaLTk5XDVoy5uR42j6CEBvkP/7V31sB0Mb+H3zf5CejV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aeSP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Xf6MMA&#10;AADdAAAADwAAAGRycy9kb3ducmV2LnhtbESP24rCMBRF34X5h3AG5kU0Hccb1Sgio4gv4uUDDs2x&#10;KTYnpcnYzt8bQfBxsy+LPV+2thR3qn3hWMF3PwFBnDldcK7gct70piB8QNZYOiYF/+RhufjozDHV&#10;ruEj3U8hF3GEfYoKTAhVKqXPDFn0fVcRR+/qaoshyjqXusYmjttSDpJkLC0WHAkGK1obym6nPxsh&#10;hx887K/NebNtscHfveHu6qjU12e7moEI1IZ3+NXeaQWj6WQI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/Xf6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Kv08YA&#10;AADdAAAADwAAAGRycy9kb3ducmV2LnhtbESPQUsDMRSE70L/Q3gFbzZrcduyNi2lVRDBg1UQb4/N&#10;6+7i5iUkz+76740g9DjMzDfMeju6Xp0pps6zgdtZAYq49rbjxsD72+PNClQSZIu9ZzLwQwm2m8nV&#10;GivrB36l81EalSGcKjTQioRK61S35DDNfCDO3slHh5JlbLSNOGS46/W8KBbaYcd5ocVA+5bqr+O3&#10;M/AyPITn5aI8hc94N9fpYOVjL8ZcT8fdPSihUS7h//aTNVCuliX8vclPQG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Kv0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CR2scA&#10;AADdAAAADwAAAGRycy9kb3ducmV2LnhtbESP3WoCMRSE7wu+QziF3kjNtkUrq1G0ECpUEH/A28Pm&#10;uLt0c7Ikqbt9e1MQejnMzDfMfNnbRlzJh9qxgpdRBoK4cKbmUsHpqJ+nIEJENtg4JgW/FGC5GDzM&#10;MTeu4z1dD7EUCcIhRwVVjG0uZSgqshhGriVO3sV5izFJX0rjsUtw28jXLJtIizWnhQpb+qio+D78&#10;WAXrXVe++WGx7t3X5fM81trorVbq6bFfzUBE6uN/+N7eGAXj6fsE/t6kJ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Qkd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RuBMUA&#10;AADdAAAADwAAAGRycy9kb3ducmV2LnhtbESPwWrDMBBE74H8g9hAb4nc0CTGjRxCgqGUXpL2AxZr&#10;a7m2VkZSHPfvq0Khx2Fm3jD7w2R7MZIPrWMFj6sMBHHtdMuNgo/3apmDCBFZY++YFHxTgEM5n+2x&#10;0O7OFxqvsREJwqFABSbGoZAy1IYshpUbiJP36bzFmKRvpPZ4T3Dby3WWbaXFltOCwYFOhuruerMK&#10;qtf129jdtK/ccXqytDFf+dko9bCYjs8gIk3xP/zXftEKNvluB79v0hOQ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pG4E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OgM8MA&#10;AADdAAAADwAAAGRycy9kb3ducmV2LnhtbERPXWvCMBR9H+w/hDvYi2g6h06qUaYQNlCQ1cFeL821&#10;LTY3Jcls/ffmYbDHw/lebQbbiiv50DhW8DLJQBCXzjRcKfg+6fECRIjIBlvHpOBGATbrx4cV5sb1&#10;/EXXIlYihXDIUUEdY5dLGcqaLIaJ64gTd3beYkzQV9J47FO4beU0y+bSYsOpocaOdjWVl+LXKtge&#10;++rVj8rt4Pbnj5+Z1kYftFLPT8P7EkSkIf6L/9yfRsFs8ZbmpjfpCcj1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YOgM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df7cUA&#10;AADdAAAADwAAAGRycy9kb3ducmV2LnhtbESPUWvCMBSF3wf+h3AHe5vpRGfXGUWUwpC92O0HXJq7&#10;prO5KUms3b9fBMHHwznnO5zVZrSdGMiH1rGCl2kGgrh2uuVGwfdX+ZyDCBFZY+eYFPxRgM168rDC&#10;QrsLH2moYiMShEOBCkyMfSFlqA1ZDFPXEyfvx3mLMUnfSO3xkuC2k7Mse5UWW04LBnvaGapP1dkq&#10;KA+zz+F01r5023FuaWF+871R6ulx3L6DiDTGe/jW/tAKFvnyDa5v0hO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d1/t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2ccb8A&#10;AADdAAAADwAAAGRycy9kb3ducmV2LnhtbERPzYrCMBC+C/sOYRa8aVq1UrpGEaGyHq0+wNDMtsVm&#10;Upto69tvDoLHj+9/sxtNK57Uu8aygngegSAurW64UnC95LMUhPPIGlvLpOBFDnbbr8kGM20HPtOz&#10;8JUIIewyVFB732VSurImg25uO+LA/dneoA+wr6TucQjhppWLKFpLgw2Hhho7OtRU3oqHUbB6Dcd7&#10;kdyiXBuKT8vuxL5MlJp+j/sfEJ5G/xG/3b9aQZKmYX94E56A3P4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3Zxx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Mg9sUA&#10;AADdAAAADwAAAGRycy9kb3ducmV2LnhtbESPzWrDMBCE74G+g9hCb4mcQI3rRDahIaX01Lhpz4u1&#10;sU2slbEU/7x9VSjkOMzMN8wun0wrBupdY1nBehWBIC6tbrhScP46LhMQziNrbC2Tgpkc5NnDYoep&#10;tiOfaCh8JQKEXYoKau+7VEpX1mTQrWxHHLyL7Q36IPtK6h7HADet3ERRLA02HBZq7Oi1pvJa3IyC&#10;W/yzOfPlQ38Wh/nt5XDcO/ldKfX0OO23IDxN/h7+b79rBc9Jsoa/N+EJ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AyD2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LBhsgA&#10;AADdAAAADwAAAGRycy9kb3ducmV2LnhtbESPT2vCQBTE74V+h+UVvNVN/RPS1FVUENSDUrWH3l6z&#10;r0lq9m3Mrhq/vVso9DjMzG+Y0aQ1lbhQ40rLCl66EQjizOqScwWH/eI5AeE8ssbKMim4kYPJ+PFh&#10;hKm2V36ny87nIkDYpaig8L5OpXRZQQZd19bEwfu2jUEfZJNL3eA1wE0le1EUS4Mlh4UCa5oXlB13&#10;Z6PgY5vEr9vZavCz3nxh3+jTpy5jpTpP7fQNhKfW/4f/2kutYJgkPfh9E56AH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OcsGG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am7sQA&#10;AADdAAAADwAAAGRycy9kb3ducmV2LnhtbESPS4vCQBCE7wv+h6GFva0Tn4ToKO4u6uLJF3htMm0S&#10;zPSEzKjRX+8sCB6LqvqKmswaU4or1a6wrKDbiUAQp1YXnCk47BdfMQjnkTWWlknBnRzMpq2PCSba&#10;3nhL153PRICwS1BB7n2VSOnSnAy6jq2Ig3eytUEfZJ1JXeMtwE0pe1E0kgYLDgs5VvSTU3reXYyC&#10;x+iIG7fqff/2taf7IF7a9Wap1Ge7mY9BeGr8O/xq/2kFwzjuw/+b8ATk9A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Gpu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dtIsQA&#10;AADdAAAADwAAAGRycy9kb3ducmV2LnhtbESP0WrCQBRE3wv+w3IF3+pGiSVGVxFR6Fs1+gGX7HUT&#10;zN6N2VXTfn23IPRxmJkzzHLd20Y8qPO1YwWTcQKCuHS6ZqPgfNq/ZyB8QNbYOCYF3+RhvRq8LTHX&#10;7slHehTBiAhhn6OCKoQ2l9KXFVn0Y9cSR+/iOoshys5I3eEzwm0jp0nyIS3WHBcqbGlbUXkt7lbB&#10;zU1nui92+HXdzQ+1Ment55gqNRr2mwWIQH34D7/an1rBLMtS+HsTn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3bS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pC0cUA&#10;AADdAAAADwAAAGRycy9kb3ducmV2LnhtbESPzW7CMBCE70i8g7VIvYFDq0CaYlCpVIkrP4cet/aS&#10;BOJ1iA0Enr6uhMRxNDPfaGaLztbiQq2vHCsYjxIQxNqZigsFu+33MAPhA7LB2jEpuJGHxbzfm2Fu&#10;3JXXdNmEQkQI+xwVlCE0uZRel2TRj1xDHL29ay2GKNtCmhavEW5r+ZokE2mx4rhQYkNfJenj5mwV&#10;rKpfSid6/26zpV7/3E/hbXowSr0Mus8PEIG68Aw/2iujIM2yFP7fxCc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GkL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EvUsIA&#10;AADdAAAADwAAAGRycy9kb3ducmV2LnhtbERPXWvCMBR9F/YfwhX2pqnCpHbGYgeDyTZBN+brpbk2&#10;xeamNLHWf78MBj6eb84qH2wjeup87VjBbJqAIC6drrlS8P31OklB+ICssXFMCm7kIV8/jFaYaXfl&#10;PfWHUIlYwj5DBSaENpPSl4Ys+qlriaN2cp3FEGFXSd3hNZbbRs6TZCEt1hwXDLb0Yqg8Hy5WQY+7&#10;W3I0xedyW3+U813x864jrx7Hw+YZRKAh3M3/6Tet4ClNF/D3Jj4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wS9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Y0qcQA&#10;AADdAAAADwAAAGRycy9kb3ducmV2LnhtbESPQUvDQBSE70L/w/IK3uymATXEbosUKh41evD4zL5m&#10;U7Pvhd21if56VxA8DjPzDbPZzX5QZwqxFzawXhWgiFuxPXcGXl8OVxWomJAtDsJk4Isi7LaLiw3W&#10;ViZ+pnOTOpUhHGs04FIaa61j68hjXMlInL2jBI8py9BpG3DKcD/osihutMee84LDkfaO2o/m0xuY&#10;Htr3U3l8s+47jHJonuRUDmLM5XK+vwOVaE7/4b/2ozVwXVW38PsmPw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2NK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LmfMMA&#10;AADdAAAADwAAAGRycy9kb3ducmV2LnhtbERPW2vCMBR+F/Yfwhn4pumEzVKN4mXCkIl4ez9rztrO&#10;5KQ0Ueu/Xx4EHz+++3jaWiOu1PjKsYK3fgKCOHe64kLB8bDqpSB8QNZoHJOCO3mYTl46Y8y0u/GO&#10;rvtQiBjCPkMFZQh1JqXPS7Lo+64mjtyvayyGCJtC6gZvMdwaOUiSD2mx4thQYk2LkvLz/mIVrLZL&#10;8zfY7GYnGRafwx+TrufLb6W6r+1sBCJQG57ih/tLK3hP0zg3volPQE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ULmf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mOXsYA&#10;AADdAAAADwAAAGRycy9kb3ducmV2LnhtbESPQWvCQBSE74L/YXmCl1I3VZQ0uooURIUKagten9ln&#10;Esy+Ddk1xn/vFgoeh5n5hpktWlOKhmpXWFbwMYhAEKdWF5wp+P1ZvccgnEfWWFomBQ9ysJh3OzNM&#10;tL3zgZqjz0SAsEtQQe59lUjp0pwMuoGtiIN3sbVBH2SdSV3jPcBNKYdRNJEGCw4LOVb0lVN6Pd6M&#10;gmb/fc42jau21/jNjUfn9XqnT0r1e+1yCsJT61/h//ZGKxjH8Sf8vQlP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6mOX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vN18QA&#10;AADdAAAADwAAAGRycy9kb3ducmV2LnhtbERPy2rCQBTdF/yH4Ra6ayaVKjF1FBUK3RR8LXR3zdwm&#10;wcydODPV6Nc7C8Hl4bzH08404kzO15YVfCQpCOLC6ppLBdvN93sGwgdkjY1lUnAlD9NJ72WMubYX&#10;XtF5HUoRQ9jnqKAKoc2l9EVFBn1iW+LI/VlnMEToSqkdXmK4aWQ/TYfSYM2xocKWFhUVx/W/UTAf&#10;ZfPT8pN/b6vDnva7w3HQd6lSb6/d7AtEoC48xQ/3j1YwyEZxf3wTn4C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rzdfEAAAA3QAAAA8AAAAAAAAAAAAAAAAAmAIAAGRycy9k&#10;b3ducmV2LnhtbFBLBQYAAAAABAAEAPUAAACJAwAAAAA=&#10;" fillcolor="black" stroked="f"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6rQscA&#10;AADdAAAADwAAAGRycy9kb3ducmV2LnhtbESPQWvCQBSE7wX/w/IK3upGQUmjq1RbQVAP2h48PrPP&#10;ZEn2bciumvbXd4VCj8PMfMPMFp2txY1abxwrGA4SEMS504YLBV+f65cUhA/IGmvHpOCbPCzmvacZ&#10;Ztrd+UC3YyhEhLDPUEEZQpNJ6fOSLPqBa4ijd3GtxRBlW0jd4j3CbS1HSTKRFg3HhRIbWpWUV8er&#10;VXDaTkx6MDQ6736WH3o3rpb790qp/nP3NgURqAv/4b/2RisYp69DeLyJT0D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Oq0L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kLgMYA&#10;AADdAAAADwAAAGRycy9kb3ducmV2LnhtbESPQWsCMRSE7wX/Q3hCbzWr0LJujSIW0YsHbaXXx+Z1&#10;s93NyzaJuvrrG6HQ4zAz3zCzRW9bcSYfascKxqMMBHHpdM2Vgo/39VMOIkRkja1jUnClAIv54GGG&#10;hXYX3tP5ECuRIBwKVGBi7AopQ2nIYhi5jjh5X85bjEn6SmqPlwS3rZxk2Yu0WHNaMNjRylDZHE5W&#10;gV9+vjU3Ph2b7La7hs13/5OjUepx2C9fQUTq43/4r73VCp7z6QTub9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LkLg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ELqcYA&#10;AADdAAAADwAAAGRycy9kb3ducmV2LnhtbESPUWsCMRCE3wv9D2ELfRHN1dJWT6NIQRCUgtYfsF7W&#10;u6PJ5risevbXm4LQx2FmvmGm8847daY21oENvAwyUMRFsDWXBvbfy/4IVBRkiy4wGbhShPns8WGK&#10;uQ0X3tJ5J6VKEI45GqhEmlzrWFTkMQ5CQ5y8Y2g9SpJtqW2LlwT3Tg+z7F17rDktVNjQZ0XFz+7k&#10;DbjhwY3XH3Ej173eZL9etr0va8zzU7eYgBLq5D98b6+sgbfR+BX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ELq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ScmcYA&#10;AADdAAAADwAAAGRycy9kb3ducmV2LnhtbESPQWsCMRSE74X+h/AK3mq2YovdGqUqwl566Kp4fW6e&#10;m8XkZdlEXfvrm0LB4zAz3zDTee+suFAXGs8KXoYZCOLK64ZrBdvN+nkCIkRkjdYzKbhRgPns8WGK&#10;ufZX/qZLGWuRIBxyVGBibHMpQ2XIYRj6ljh5R985jEl2tdQdXhPcWTnKsjfpsOG0YLClpaHqVJ6d&#10;glXZ2tG2MIuw330dDrb4WdN+pdTgqf/8ABGpj/fwf7vQCl4n72P4e5OegJ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8Scm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92s8UA&#10;AADdAAAADwAAAGRycy9kb3ducmV2LnhtbESPzWrDMBCE74G+g9hCb4nUQhLXjWxKaSCQU/4OuS3S&#10;1nZrrYylxu7bV4FAjsPMfMOsytG14kJ9aDxreJ4pEMTG24YrDcfDepqBCBHZYuuZNPxRgLJ4mKww&#10;t37gHV32sRIJwiFHDXWMXS5lMDU5DDPfESfvy/cOY5J9JW2PQ4K7Vr4otZAOG04LNXb0UZP52f86&#10;Dd9rufVGoTkdT8PGLs+fC2qV1k+P4/sbiEhjvIdv7Y3VMM9e53B9k56AL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H3az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RK6sYA&#10;AADdAAAADwAAAGRycy9kb3ducmV2LnhtbESPQWvCQBSE70L/w/IKvelGRUmjq9iCUBQP1VI8PrPP&#10;JCT7Nuyumv77riB4HGbmG2a+7EwjruR8ZVnBcJCAIM6trrhQ8HNY91MQPiBrbCyTgj/ysFy89OaY&#10;aXvjb7ruQyEihH2GCsoQ2kxKn5dk0A9sSxy9s3UGQ5SukNrhLcJNI0dJMpUGK44LJbb0WVJe7y9G&#10;wfGy5fNuvFm5j/Bru4OvR6e0VurttVvNQATqwjP8aH9pBZP0fQr3N/EJyM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dRK6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JVo8cA&#10;AADdAAAADwAAAGRycy9kb3ducmV2LnhtbESPQWsCMRSE74L/ITyhN80qtV1Xo2hB6EWotod6e26e&#10;u4ubl20Sdeuvb4SCx2FmvmFmi9bU4kLOV5YVDAcJCOLc6ooLBV+f634KwgdkjbVlUvBLHhbzbmeG&#10;mbZX3tJlFwoRIewzVFCG0GRS+rwkg35gG+LoHa0zGKJ0hdQOrxFuajlKkhdpsOK4UGJDbyXlp93Z&#10;KFhN0tXPxzNvbtvDnvbfh9N45BKlnnrtcgoiUBse4f/2u1YwTiev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gCVaPHAAAA3QAAAA8AAAAAAAAAAAAAAAAAmAIAAGRy&#10;cy9kb3ducmV2LnhtbFBLBQYAAAAABAAEAPUAAACMAwAAAAA=&#10;" fillcolor="black" stroked="f"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E70MIA&#10;AADdAAAADwAAAGRycy9kb3ducmV2LnhtbERPz2vCMBS+C/sfwht403STieuMUoSxsVPVjV2fzVtT&#10;1ryUJIvdf28OgseP7/d6O9peJPKhc6zgYV6AIG6c7rhV8Hl8na1AhIissXdMCv4pwHZzN1ljqd2Z&#10;95QOsRU5hEOJCkyMQyllaAxZDHM3EGfux3mLMUPfSu3xnMNtLx+LYiktdpwbDA60M9T8Hv6sgnTa&#10;1dUifSez//BV61399nWqlZrej9ULiEhjvImv7net4Gn1nOfmN/kJyM0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4TvQ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p+ucYA&#10;AADdAAAADwAAAGRycy9kb3ducmV2LnhtbESPQWvCQBSE7wX/w/KE3urGQsVEVxFpS+tFGwU9PrLP&#10;bDD7NmS3MfXXdwtCj8PMfMPMl72tRUetrxwrGI8SEMSF0xWXCg77t6cpCB+QNdaOScEPeVguBg9z&#10;zLS78hd1eShFhLDPUIEJocmk9IUhi37kGuLonV1rMUTZllK3eI1wW8vnJJlIixXHBYMNrQ0Vl/zb&#10;KvDj9etxY29pd3o3vM0/zWRXGqUeh/1qBiJQH/7D9/aHVvAyTVP4exOf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Cp+u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A0A92" w:rsidRDefault="00EA0A92" w:rsidP="00EA0A9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A0A92" w:rsidRDefault="00EA0A92" w:rsidP="00EA0A9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A0A92" w:rsidRDefault="00EA0A92" w:rsidP="00EA0A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A92" w:rsidRDefault="00EA0A92" w:rsidP="00EA0A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A92" w:rsidRDefault="00EA0A92" w:rsidP="00EA0A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A0A92" w:rsidRDefault="00EA0A92" w:rsidP="00EA0A9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A0A92" w:rsidRDefault="00EA0A92" w:rsidP="00EA0A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A0A92" w:rsidRDefault="00EA0A92" w:rsidP="00EA0A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A0A92" w:rsidRDefault="00EA0A92" w:rsidP="00EA0A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A92" w:rsidRDefault="00EA0A92" w:rsidP="00EA0A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A0A92" w:rsidRDefault="00EA0A92" w:rsidP="00EA0A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0A92" w:rsidRDefault="00EA0A92" w:rsidP="00EA0A9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A0A92" w:rsidRDefault="00EA0A92" w:rsidP="00EA0A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A0A92" w:rsidRDefault="00EA0A92" w:rsidP="00EA0A9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№51</w:t>
      </w:r>
    </w:p>
    <w:p w:rsidR="00EA0A92" w:rsidRPr="009B40A3" w:rsidRDefault="00EA0A92" w:rsidP="00EA0A9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A0A92" w:rsidRPr="009B40A3" w:rsidRDefault="00EA0A92" w:rsidP="00EA0A9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С.П.</w:t>
      </w:r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 xml:space="preserve">116,  118, 121,122,186 </w:t>
      </w:r>
      <w:r w:rsidRPr="009B40A3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С.П.,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EA0A92" w:rsidRPr="00A40A88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sz w:val="24"/>
        </w:rPr>
        <w:t>Св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ітлані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Петрівні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D70C33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0,1400 га, для </w:t>
      </w:r>
      <w:proofErr w:type="spellStart"/>
      <w:r w:rsidRPr="009B40A3">
        <w:rPr>
          <w:rFonts w:ascii="Times New Roman" w:eastAsia="Calibri" w:hAnsi="Times New Roman" w:cs="Times New Roman"/>
        </w:rPr>
        <w:t>ведення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особистого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селянського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господарства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Лісовій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С.П.,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EA0A92" w:rsidRPr="009B40A3" w:rsidRDefault="00EA0A92" w:rsidP="00EA0A9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A0A92" w:rsidRPr="009B40A3" w:rsidRDefault="00EA0A92" w:rsidP="00EA0A9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A0A92" w:rsidRPr="009B40A3" w:rsidRDefault="00EA0A92" w:rsidP="00EA0A9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F20CF" w:rsidRPr="00EA0A92" w:rsidRDefault="00EA0A92" w:rsidP="00EA0A9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4F20CF" w:rsidRPr="00EA0A9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0A92"/>
    <w:rsid w:val="004F20CF"/>
    <w:rsid w:val="00D70C33"/>
    <w:rsid w:val="00EA0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A9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A0A9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A0A9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A0A92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A92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A0A9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A0A92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A0A92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235</Words>
  <Characters>1340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2021-09-13T10:24:00Z</dcterms:created>
  <dcterms:modified xsi:type="dcterms:W3CDTF">2021-09-14T12:24:00Z</dcterms:modified>
</cp:coreProperties>
</file>