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5E60" w:rsidRDefault="00085E60" w:rsidP="00085E6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2834005</wp:posOffset>
                </wp:positionH>
                <wp:positionV relativeFrom="paragraph">
                  <wp:posOffset>-161925</wp:posOffset>
                </wp:positionV>
                <wp:extent cx="444500" cy="610870"/>
                <wp:effectExtent l="0" t="0" r="0" b="0"/>
                <wp:wrapNone/>
                <wp:docPr id="1" name="Группа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 bwMode="auto">
                        <a:xfrm>
                          <a:off x="0" y="0"/>
                          <a:ext cx="444500" cy="61087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 noChangeAspect="1"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 noChangeAspect="1"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 noChangeAspect="1"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 noChangeAspect="1"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 noChangeAspect="1"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 noChangeAspect="1"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 noChangeAspect="1"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 noChangeAspect="1"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 noChangeAspect="1"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 noChangeAspect="1"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 noChangeAspect="1"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 noChangeAspect="1"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 noChangeAspect="1"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 noChangeAspect="1"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 noChangeAspect="1"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 noChangeAspect="1"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 noChangeAspect="1"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 noChangeAspect="1"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 noChangeAspect="1"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 noChangeAspect="1"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 noChangeAspect="1"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 noChangeAspect="1"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 noChangeAspect="1"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 noChangeAspect="1"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 noChangeAspect="1"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 noChangeAspect="1"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 noChangeAspect="1"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 noChangeAspect="1"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" o:spid="_x0000_s1026" style="position:absolute;margin-left:223.15pt;margin-top:-12.75pt;width:35pt;height:48.1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">
                <o:lock v:ext="edit" aspectratio="t"/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  <o:lock v:ext="edit" aspectratio="t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  <o:lock v:ext="edit" aspectratio="t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  <o:lock v:ext="edit" aspectratio="t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  <o:lock v:ext="edit" aspectratio="t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  <o:lock v:ext="edit" aspectratio="t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  <o:lock v:ext="edit" aspectratio="t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  <o:lock v:ext="edit" aspectratio="t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  <o:lock v:ext="edit" aspectratio="t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  <o:lock v:ext="edit" aspectratio="t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  <o:lock v:ext="edit" aspectratio="t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  <o:lock v:ext="edit" aspectratio="t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  <o:lock v:ext="edit" aspectratio="t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  <o:lock v:ext="edit" aspectratio="t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  <o:lock v:ext="edit" aspectratio="t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  <o:lock v:ext="edit" aspectratio="t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  <o:lock v:ext="edit" aspectratio="t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  <o:lock v:ext="edit" aspectratio="t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  <o:lock v:ext="edit" aspectratio="t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  <o:lock v:ext="edit" aspectratio="t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  <o:lock v:ext="edit" aspectratio="t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o:lock v:ext="edit" aspectratio="t"/>
                </v:rect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  <o:lock v:ext="edit" aspectratio="t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  <o:lock v:ext="edit" aspectratio="t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  <o:lock v:ext="edit" aspectratio="t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  <o:lock v:ext="edit" aspectratio="t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  <o:lock v:ext="edit" aspectratio="t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  <o:lock v:ext="edit" aspectratio="t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o:lock v:ext="edit" aspectratio="t"/>
                </v:rect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  <o:lock v:ext="edit" aspectratio="t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  <o:lock v:ext="edit" aspectratio="t"/>
                </v:shape>
              </v:group>
            </w:pict>
          </mc:Fallback>
        </mc:AlternateContent>
      </w:r>
    </w:p>
    <w:p w:rsidR="00085E60" w:rsidRDefault="00085E60" w:rsidP="00085E6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085E60" w:rsidRDefault="00085E60" w:rsidP="00085E60">
      <w:pPr>
        <w:tabs>
          <w:tab w:val="left" w:pos="2520"/>
        </w:tabs>
        <w:spacing w:after="0"/>
        <w:rPr>
          <w:rFonts w:ascii="Times New Roman" w:hAnsi="Times New Roman"/>
          <w:b/>
          <w:sz w:val="24"/>
          <w:szCs w:val="24"/>
        </w:rPr>
      </w:pPr>
    </w:p>
    <w:p w:rsidR="00085E60" w:rsidRDefault="00085E60" w:rsidP="00085E6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 К Р А Ї Н А</w:t>
      </w:r>
    </w:p>
    <w:p w:rsidR="00085E60" w:rsidRDefault="00085E60" w:rsidP="00085E6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КРУПЕЦЬКА СІЛЬСЬКА РАДА</w:t>
      </w:r>
    </w:p>
    <w:p w:rsidR="00085E60" w:rsidRDefault="00085E60" w:rsidP="00085E6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СЛАВУТСЬКОГО РАЙОНУ</w:t>
      </w:r>
    </w:p>
    <w:p w:rsidR="00085E60" w:rsidRDefault="00085E60" w:rsidP="00085E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ХМЕЛЬНИЦЬКОЇ ОБЛАСТІ</w:t>
      </w:r>
    </w:p>
    <w:p w:rsidR="00085E60" w:rsidRDefault="00085E60" w:rsidP="00085E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85E60" w:rsidRDefault="00085E60" w:rsidP="00085E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ВИКОНАВЧИЙ КОМІТЕТ</w:t>
      </w:r>
    </w:p>
    <w:p w:rsidR="00085E60" w:rsidRDefault="00085E60" w:rsidP="00085E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85E60" w:rsidRDefault="00085E60" w:rsidP="00085E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РІШЕННЯ</w:t>
      </w:r>
    </w:p>
    <w:p w:rsidR="00085E60" w:rsidRDefault="00085E60" w:rsidP="00085E6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</w:p>
    <w:p w:rsidR="00085E60" w:rsidRDefault="00085E60" w:rsidP="00085E6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29.06.2021                                                 Крупець                                                           №53</w:t>
      </w:r>
    </w:p>
    <w:p w:rsidR="00085E60" w:rsidRDefault="00085E60" w:rsidP="00085E6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</w:p>
    <w:p w:rsidR="00085E60" w:rsidRDefault="00085E60" w:rsidP="00085E6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 план роботи виконкому на ІІІ квартал 2021  року</w:t>
      </w:r>
    </w:p>
    <w:p w:rsidR="00085E60" w:rsidRDefault="00085E60" w:rsidP="00085E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85E60" w:rsidRDefault="00085E60" w:rsidP="00085E6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У відповідності до ст.40 Закону України «Про місцеве самоврядування в Україні»,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сільської ради , виконавчий  комітет сільської ради </w:t>
      </w:r>
    </w:p>
    <w:p w:rsidR="00085E60" w:rsidRDefault="00085E60" w:rsidP="00085E60">
      <w:pPr>
        <w:pStyle w:val="HTML0"/>
        <w:shd w:val="clear" w:color="auto" w:fill="FFFFFF"/>
        <w:spacing w:line="276" w:lineRule="auto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ВИРІШИВ:</w:t>
      </w:r>
    </w:p>
    <w:p w:rsidR="00085E60" w:rsidRDefault="00085E60" w:rsidP="00085E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1. План роботи виконкому сільської ради на ІІІ  квартал 2021 року затвердити</w:t>
      </w:r>
    </w:p>
    <w:p w:rsidR="00085E60" w:rsidRDefault="00085E60" w:rsidP="00085E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 Додаток №1).</w:t>
      </w:r>
    </w:p>
    <w:p w:rsidR="00085E60" w:rsidRDefault="00085E60" w:rsidP="00085E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2.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Контроль за виконанням цього рішення покласти  на секретаря сільської ради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В.М.Мазур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85E60" w:rsidRDefault="00085E60" w:rsidP="00085E6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</w:p>
    <w:p w:rsidR="00085E60" w:rsidRDefault="00085E60" w:rsidP="00085E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85E60" w:rsidRDefault="00085E60" w:rsidP="00085E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85E60" w:rsidRDefault="00085E60" w:rsidP="00085E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085E60" w:rsidRDefault="00085E60" w:rsidP="00085E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085E60" w:rsidRDefault="00085E60" w:rsidP="00085E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085E60" w:rsidRDefault="00085E60" w:rsidP="00085E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Сільський голова                                                                              Валерій МИХАЛЮК</w:t>
      </w:r>
    </w:p>
    <w:p w:rsidR="00085E60" w:rsidRDefault="00085E60" w:rsidP="00085E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085E60" w:rsidRDefault="00085E60" w:rsidP="00085E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085E60" w:rsidRDefault="00085E60" w:rsidP="00085E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085E60" w:rsidRDefault="00085E60" w:rsidP="00085E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085E60" w:rsidRDefault="00085E60" w:rsidP="00085E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085E60" w:rsidRDefault="00085E60" w:rsidP="00085E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085E60" w:rsidRDefault="00085E60" w:rsidP="00085E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085E60" w:rsidRDefault="00085E60" w:rsidP="00085E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085E60" w:rsidRDefault="00085E60" w:rsidP="00085E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085E60" w:rsidRDefault="00085E60" w:rsidP="00085E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085E60" w:rsidRDefault="00085E60" w:rsidP="00085E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085E60" w:rsidRDefault="00085E60" w:rsidP="00085E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085E60" w:rsidRDefault="00085E60" w:rsidP="00085E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085E60" w:rsidRDefault="00085E60" w:rsidP="00085E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085E60" w:rsidRDefault="00085E60" w:rsidP="00085E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085E60" w:rsidRDefault="00085E60" w:rsidP="00085E60">
      <w:pPr>
        <w:spacing w:after="0"/>
        <w:rPr>
          <w:rFonts w:ascii="Times New Roman" w:hAnsi="Times New Roman"/>
          <w:sz w:val="24"/>
          <w:szCs w:val="24"/>
        </w:rPr>
      </w:pPr>
    </w:p>
    <w:p w:rsidR="00085E60" w:rsidRDefault="00085E60" w:rsidP="00085E60">
      <w:pPr>
        <w:spacing w:after="0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Додаток </w:t>
      </w:r>
      <w:r w:rsidRPr="004F4B4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85E60" w:rsidRPr="00CE7BF5" w:rsidRDefault="00085E60" w:rsidP="00085E60">
      <w:pPr>
        <w:spacing w:after="0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З</w:t>
      </w:r>
      <w:r w:rsidRPr="00CE7BF5">
        <w:rPr>
          <w:rFonts w:ascii="Times New Roman" w:eastAsia="Calibri" w:hAnsi="Times New Roman" w:cs="Times New Roman"/>
          <w:sz w:val="24"/>
          <w:szCs w:val="24"/>
        </w:rPr>
        <w:t>атверджено</w:t>
      </w:r>
    </w:p>
    <w:p w:rsidR="00085E60" w:rsidRPr="00CE7BF5" w:rsidRDefault="00085E60" w:rsidP="00085E60">
      <w:pPr>
        <w:spacing w:after="0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р</w:t>
      </w:r>
      <w:r w:rsidRPr="00CE7BF5">
        <w:rPr>
          <w:rFonts w:ascii="Times New Roman" w:eastAsia="Calibri" w:hAnsi="Times New Roman" w:cs="Times New Roman"/>
          <w:sz w:val="24"/>
          <w:szCs w:val="24"/>
        </w:rPr>
        <w:t>ішенням виконкому</w:t>
      </w:r>
    </w:p>
    <w:p w:rsidR="00085E60" w:rsidRPr="00CE7BF5" w:rsidRDefault="00085E60" w:rsidP="00085E60">
      <w:pPr>
        <w:spacing w:after="0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           сільської ради </w:t>
      </w:r>
    </w:p>
    <w:p w:rsidR="00085E60" w:rsidRDefault="00085E60" w:rsidP="00085E60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              від 29.06.2021</w:t>
      </w:r>
      <w:r w:rsidRPr="00CE7BF5">
        <w:rPr>
          <w:rFonts w:ascii="Times New Roman" w:eastAsia="Calibri" w:hAnsi="Times New Roman" w:cs="Times New Roman"/>
          <w:sz w:val="24"/>
          <w:szCs w:val="24"/>
        </w:rPr>
        <w:t xml:space="preserve"> року</w:t>
      </w:r>
      <w:r>
        <w:rPr>
          <w:rFonts w:ascii="Times New Roman" w:eastAsia="Calibri" w:hAnsi="Times New Roman" w:cs="Times New Roman"/>
          <w:sz w:val="24"/>
          <w:szCs w:val="24"/>
        </w:rPr>
        <w:t xml:space="preserve"> №53</w:t>
      </w:r>
    </w:p>
    <w:p w:rsidR="00085E60" w:rsidRDefault="00085E60" w:rsidP="00085E60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</w:t>
      </w:r>
    </w:p>
    <w:p w:rsidR="00085E60" w:rsidRDefault="00085E60" w:rsidP="00085E60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ПЛАН</w:t>
      </w:r>
    </w:p>
    <w:p w:rsidR="00085E60" w:rsidRDefault="00085E60" w:rsidP="00085E60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роботи виконкому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сільської ради</w:t>
      </w:r>
    </w:p>
    <w:p w:rsidR="00085E60" w:rsidRDefault="00085E60" w:rsidP="00085E60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 ІІІ квартал 2021 року</w:t>
      </w:r>
    </w:p>
    <w:p w:rsidR="00085E60" w:rsidRDefault="00085E60" w:rsidP="00085E60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817"/>
        <w:gridCol w:w="5563"/>
        <w:gridCol w:w="3191"/>
      </w:tblGrid>
      <w:tr w:rsidR="00085E60" w:rsidTr="002F68EE">
        <w:tc>
          <w:tcPr>
            <w:tcW w:w="817" w:type="dxa"/>
          </w:tcPr>
          <w:p w:rsidR="00085E60" w:rsidRDefault="00085E60" w:rsidP="002F68EE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:rsidR="00085E60" w:rsidRDefault="00085E60" w:rsidP="002F68EE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5563" w:type="dxa"/>
          </w:tcPr>
          <w:p w:rsidR="00085E60" w:rsidRDefault="00085E60" w:rsidP="002F68E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Питання , які виносяться на розгляд</w:t>
            </w:r>
          </w:p>
        </w:tc>
        <w:tc>
          <w:tcPr>
            <w:tcW w:w="3191" w:type="dxa"/>
          </w:tcPr>
          <w:p w:rsidR="00085E60" w:rsidRDefault="00085E60" w:rsidP="002F68EE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Строки розгляду</w:t>
            </w:r>
          </w:p>
        </w:tc>
      </w:tr>
      <w:tr w:rsidR="00085E60" w:rsidTr="002F68EE">
        <w:tc>
          <w:tcPr>
            <w:tcW w:w="817" w:type="dxa"/>
          </w:tcPr>
          <w:p w:rsidR="00085E60" w:rsidRDefault="00085E60" w:rsidP="002F68EE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63" w:type="dxa"/>
          </w:tcPr>
          <w:p w:rsidR="00085E60" w:rsidRPr="00041176" w:rsidRDefault="00085E60" w:rsidP="002F68E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 виконання сільського бюджету за І півріччя 2021  року</w:t>
            </w:r>
          </w:p>
        </w:tc>
        <w:tc>
          <w:tcPr>
            <w:tcW w:w="3191" w:type="dxa"/>
          </w:tcPr>
          <w:p w:rsidR="00085E60" w:rsidRDefault="00085E60" w:rsidP="002F68EE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 липня  2021 року</w:t>
            </w:r>
          </w:p>
        </w:tc>
      </w:tr>
      <w:tr w:rsidR="00085E60" w:rsidTr="002F68EE">
        <w:tc>
          <w:tcPr>
            <w:tcW w:w="817" w:type="dxa"/>
          </w:tcPr>
          <w:p w:rsidR="00085E60" w:rsidRDefault="00085E60" w:rsidP="002F68EE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63" w:type="dxa"/>
          </w:tcPr>
          <w:p w:rsidR="00085E60" w:rsidRPr="004739AE" w:rsidRDefault="00085E60" w:rsidP="002F68E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4739AE">
              <w:rPr>
                <w:rFonts w:ascii="Times New Roman" w:hAnsi="Times New Roman"/>
                <w:sz w:val="24"/>
                <w:szCs w:val="24"/>
              </w:rPr>
              <w:t>Про виконання 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иконкомом сільської ради Закону </w:t>
            </w:r>
            <w:r w:rsidRPr="004739AE">
              <w:rPr>
                <w:rFonts w:ascii="Times New Roman" w:hAnsi="Times New Roman"/>
                <w:sz w:val="24"/>
                <w:szCs w:val="24"/>
              </w:rPr>
              <w:t>України «Про звернення громадян»</w:t>
            </w:r>
          </w:p>
        </w:tc>
        <w:tc>
          <w:tcPr>
            <w:tcW w:w="3191" w:type="dxa"/>
          </w:tcPr>
          <w:p w:rsidR="00085E60" w:rsidRDefault="00085E60" w:rsidP="002F68EE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 липня  2021 року</w:t>
            </w:r>
          </w:p>
        </w:tc>
      </w:tr>
      <w:tr w:rsidR="00085E60" w:rsidTr="002F68EE">
        <w:tc>
          <w:tcPr>
            <w:tcW w:w="817" w:type="dxa"/>
          </w:tcPr>
          <w:p w:rsidR="00085E60" w:rsidRDefault="00085E60" w:rsidP="002F68EE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63" w:type="dxa"/>
          </w:tcPr>
          <w:p w:rsidR="00085E60" w:rsidRPr="00041176" w:rsidRDefault="00085E60" w:rsidP="002F68E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4739AE">
              <w:rPr>
                <w:rFonts w:ascii="Times New Roman" w:hAnsi="Times New Roman"/>
                <w:sz w:val="24"/>
                <w:szCs w:val="24"/>
              </w:rPr>
              <w:t>Про підсумки роботи виконкому по здійсненню делегованих повноважень виконкомом с</w:t>
            </w:r>
            <w:r>
              <w:rPr>
                <w:rFonts w:ascii="Times New Roman" w:hAnsi="Times New Roman"/>
                <w:sz w:val="24"/>
                <w:szCs w:val="24"/>
              </w:rPr>
              <w:t>ільської ради за І півріччя 2021</w:t>
            </w:r>
            <w:r w:rsidRPr="004739AE">
              <w:rPr>
                <w:rFonts w:ascii="Times New Roman" w:hAnsi="Times New Roman"/>
                <w:sz w:val="24"/>
                <w:szCs w:val="24"/>
              </w:rPr>
              <w:t xml:space="preserve"> року</w:t>
            </w:r>
          </w:p>
        </w:tc>
        <w:tc>
          <w:tcPr>
            <w:tcW w:w="3191" w:type="dxa"/>
          </w:tcPr>
          <w:p w:rsidR="00085E60" w:rsidRDefault="00085E60" w:rsidP="002F68EE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 липня  2021 року</w:t>
            </w:r>
          </w:p>
        </w:tc>
      </w:tr>
      <w:tr w:rsidR="00085E60" w:rsidTr="002F68EE">
        <w:tc>
          <w:tcPr>
            <w:tcW w:w="817" w:type="dxa"/>
          </w:tcPr>
          <w:p w:rsidR="00085E60" w:rsidRDefault="00085E60" w:rsidP="002F68EE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63" w:type="dxa"/>
          </w:tcPr>
          <w:p w:rsidR="00085E60" w:rsidRPr="004739AE" w:rsidRDefault="00085E60" w:rsidP="002F68EE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 відзначення Дня  Незалежності України </w:t>
            </w:r>
          </w:p>
        </w:tc>
        <w:tc>
          <w:tcPr>
            <w:tcW w:w="3191" w:type="dxa"/>
          </w:tcPr>
          <w:p w:rsidR="00085E60" w:rsidRDefault="00085E60" w:rsidP="002F68EE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 липня  2021 року</w:t>
            </w:r>
          </w:p>
        </w:tc>
      </w:tr>
      <w:tr w:rsidR="00085E60" w:rsidTr="002F68EE">
        <w:tc>
          <w:tcPr>
            <w:tcW w:w="817" w:type="dxa"/>
          </w:tcPr>
          <w:p w:rsidR="00085E60" w:rsidRDefault="00085E60" w:rsidP="002F68EE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563" w:type="dxa"/>
          </w:tcPr>
          <w:p w:rsidR="00085E60" w:rsidRPr="00910DCC" w:rsidRDefault="00085E60" w:rsidP="002F68EE">
            <w:pPr>
              <w:shd w:val="clear" w:color="auto" w:fill="FFFFFF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 готовність закладів освіти до нового 2021/2022 навчального року   </w:t>
            </w:r>
          </w:p>
        </w:tc>
        <w:tc>
          <w:tcPr>
            <w:tcW w:w="3191" w:type="dxa"/>
          </w:tcPr>
          <w:p w:rsidR="00085E60" w:rsidRDefault="00085E60" w:rsidP="002F68EE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 серпня 2021 року</w:t>
            </w:r>
          </w:p>
        </w:tc>
      </w:tr>
      <w:tr w:rsidR="00085E60" w:rsidTr="002F68EE">
        <w:tc>
          <w:tcPr>
            <w:tcW w:w="817" w:type="dxa"/>
          </w:tcPr>
          <w:p w:rsidR="00085E60" w:rsidRDefault="00085E60" w:rsidP="002F68EE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563" w:type="dxa"/>
          </w:tcPr>
          <w:p w:rsidR="00085E60" w:rsidRPr="00910DCC" w:rsidRDefault="00085E60" w:rsidP="002F68EE">
            <w:pPr>
              <w:shd w:val="clear" w:color="auto" w:fill="FFFFFF"/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39AE">
              <w:rPr>
                <w:rFonts w:ascii="Times New Roman" w:hAnsi="Times New Roman"/>
                <w:sz w:val="24"/>
                <w:szCs w:val="24"/>
              </w:rPr>
              <w:t>Про умови нав</w:t>
            </w:r>
            <w:r>
              <w:rPr>
                <w:rFonts w:ascii="Times New Roman" w:hAnsi="Times New Roman"/>
                <w:sz w:val="24"/>
                <w:szCs w:val="24"/>
              </w:rPr>
              <w:t>чання , виховання , організацію</w:t>
            </w:r>
            <w:r w:rsidRPr="004739AE">
              <w:rPr>
                <w:rFonts w:ascii="Times New Roman" w:hAnsi="Times New Roman"/>
                <w:sz w:val="24"/>
                <w:szCs w:val="24"/>
              </w:rPr>
              <w:t xml:space="preserve">, харчування , медичне обслуговування школярів і дітей дошкільного віку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 закладах освіти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Крупецької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сільської ради </w:t>
            </w:r>
          </w:p>
        </w:tc>
        <w:tc>
          <w:tcPr>
            <w:tcW w:w="3191" w:type="dxa"/>
          </w:tcPr>
          <w:p w:rsidR="00085E60" w:rsidRDefault="00085E60" w:rsidP="002F68EE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 вересня 2021 року</w:t>
            </w:r>
          </w:p>
        </w:tc>
      </w:tr>
    </w:tbl>
    <w:p w:rsidR="00085E60" w:rsidRDefault="00085E60" w:rsidP="00085E60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4739AE">
        <w:rPr>
          <w:rFonts w:ascii="Times New Roman" w:hAnsi="Times New Roman"/>
          <w:sz w:val="24"/>
          <w:szCs w:val="24"/>
        </w:rPr>
        <w:t xml:space="preserve"> </w:t>
      </w:r>
    </w:p>
    <w:p w:rsidR="00085E60" w:rsidRDefault="00085E60" w:rsidP="00085E60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/>
          <w:sz w:val="24"/>
          <w:szCs w:val="24"/>
        </w:rPr>
      </w:pPr>
      <w:r w:rsidRPr="004739AE">
        <w:rPr>
          <w:rFonts w:ascii="Times New Roman" w:hAnsi="Times New Roman"/>
          <w:b/>
          <w:sz w:val="24"/>
          <w:szCs w:val="24"/>
        </w:rPr>
        <w:t xml:space="preserve">                              </w:t>
      </w:r>
      <w:r>
        <w:rPr>
          <w:rFonts w:ascii="Times New Roman" w:hAnsi="Times New Roman"/>
          <w:b/>
          <w:sz w:val="24"/>
          <w:szCs w:val="24"/>
        </w:rPr>
        <w:t xml:space="preserve">                               2</w:t>
      </w:r>
      <w:r w:rsidRPr="004739AE">
        <w:rPr>
          <w:rFonts w:ascii="Times New Roman" w:hAnsi="Times New Roman"/>
          <w:b/>
          <w:sz w:val="24"/>
          <w:szCs w:val="24"/>
        </w:rPr>
        <w:t xml:space="preserve"> розділ</w:t>
      </w:r>
    </w:p>
    <w:p w:rsidR="00085E60" w:rsidRPr="004739AE" w:rsidRDefault="00085E60" w:rsidP="00085E60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/>
          <w:sz w:val="24"/>
          <w:szCs w:val="24"/>
        </w:rPr>
      </w:pPr>
    </w:p>
    <w:p w:rsidR="00085E60" w:rsidRDefault="00085E60" w:rsidP="00085E60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/>
          <w:sz w:val="24"/>
          <w:szCs w:val="24"/>
        </w:rPr>
      </w:pPr>
      <w:r w:rsidRPr="004739AE">
        <w:rPr>
          <w:rFonts w:ascii="Times New Roman" w:hAnsi="Times New Roman"/>
          <w:b/>
          <w:sz w:val="24"/>
          <w:szCs w:val="24"/>
        </w:rPr>
        <w:t xml:space="preserve">                                           Організа</w:t>
      </w:r>
      <w:r>
        <w:rPr>
          <w:rFonts w:ascii="Times New Roman" w:hAnsi="Times New Roman"/>
          <w:b/>
          <w:sz w:val="24"/>
          <w:szCs w:val="24"/>
        </w:rPr>
        <w:t>ційно масові заходи</w:t>
      </w:r>
    </w:p>
    <w:p w:rsidR="00085E60" w:rsidRPr="004739AE" w:rsidRDefault="00085E60" w:rsidP="00085E60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/>
          <w:sz w:val="24"/>
          <w:szCs w:val="24"/>
        </w:rPr>
      </w:pPr>
    </w:p>
    <w:p w:rsidR="00085E60" w:rsidRPr="004739AE" w:rsidRDefault="00085E60" w:rsidP="00085E60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4739AE">
        <w:rPr>
          <w:rFonts w:ascii="Times New Roman" w:hAnsi="Times New Roman"/>
          <w:sz w:val="24"/>
          <w:szCs w:val="24"/>
        </w:rPr>
        <w:t>1.Участь у проведенні організаційно – масових заходів під час підготовки та відзначення визначних дат та знаменитих подій , підготовка та святкування Дня Незалежно</w:t>
      </w:r>
      <w:r>
        <w:rPr>
          <w:rFonts w:ascii="Times New Roman" w:hAnsi="Times New Roman"/>
          <w:sz w:val="24"/>
          <w:szCs w:val="24"/>
        </w:rPr>
        <w:t>сті на території сільської ради;</w:t>
      </w:r>
    </w:p>
    <w:p w:rsidR="00085E60" w:rsidRPr="004739AE" w:rsidRDefault="00085E60" w:rsidP="00085E60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4739AE">
        <w:rPr>
          <w:rFonts w:ascii="Times New Roman" w:hAnsi="Times New Roman"/>
          <w:sz w:val="24"/>
          <w:szCs w:val="24"/>
        </w:rPr>
        <w:t>2.Здійснювати контроль за  в</w:t>
      </w:r>
      <w:r>
        <w:rPr>
          <w:rFonts w:ascii="Times New Roman" w:hAnsi="Times New Roman"/>
          <w:sz w:val="24"/>
          <w:szCs w:val="24"/>
        </w:rPr>
        <w:t>иконанням  бюджету сільської ради;</w:t>
      </w:r>
    </w:p>
    <w:p w:rsidR="00085E60" w:rsidRPr="004739AE" w:rsidRDefault="00085E60" w:rsidP="00085E60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4739AE">
        <w:rPr>
          <w:rFonts w:ascii="Times New Roman" w:hAnsi="Times New Roman"/>
          <w:sz w:val="24"/>
          <w:szCs w:val="24"/>
        </w:rPr>
        <w:lastRenderedPageBreak/>
        <w:t>3.Провести організаційну та роз’яснювальну роботу по попередженню нещасних випадків на водоймах та забезпе</w:t>
      </w:r>
      <w:r>
        <w:rPr>
          <w:rFonts w:ascii="Times New Roman" w:hAnsi="Times New Roman"/>
          <w:sz w:val="24"/>
          <w:szCs w:val="24"/>
        </w:rPr>
        <w:t>чення безпечної життєдіяльності;</w:t>
      </w:r>
    </w:p>
    <w:p w:rsidR="00085E60" w:rsidRPr="004739AE" w:rsidRDefault="00085E60" w:rsidP="00085E60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4739AE">
        <w:rPr>
          <w:rFonts w:ascii="Times New Roman" w:hAnsi="Times New Roman"/>
          <w:sz w:val="24"/>
          <w:szCs w:val="24"/>
        </w:rPr>
        <w:t xml:space="preserve">4.Посилити роботу комісії по навчанню населення правилам протипожежної </w:t>
      </w:r>
      <w:r>
        <w:rPr>
          <w:rFonts w:ascii="Times New Roman" w:hAnsi="Times New Roman"/>
          <w:sz w:val="24"/>
          <w:szCs w:val="24"/>
        </w:rPr>
        <w:t>безпеки;</w:t>
      </w:r>
    </w:p>
    <w:p w:rsidR="00085E60" w:rsidRPr="004739AE" w:rsidRDefault="00085E60" w:rsidP="00085E60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4739AE">
        <w:rPr>
          <w:rFonts w:ascii="Times New Roman" w:hAnsi="Times New Roman"/>
          <w:sz w:val="24"/>
          <w:szCs w:val="24"/>
        </w:rPr>
        <w:t>5.Забезпечити виконання власних рішень та р</w:t>
      </w:r>
      <w:r>
        <w:rPr>
          <w:rFonts w:ascii="Times New Roman" w:hAnsi="Times New Roman"/>
          <w:sz w:val="24"/>
          <w:szCs w:val="24"/>
        </w:rPr>
        <w:t xml:space="preserve">ішень </w:t>
      </w:r>
      <w:proofErr w:type="spellStart"/>
      <w:r>
        <w:rPr>
          <w:rFonts w:ascii="Times New Roman" w:hAnsi="Times New Roman"/>
          <w:sz w:val="24"/>
          <w:szCs w:val="24"/>
        </w:rPr>
        <w:t>вищестоящих</w:t>
      </w:r>
      <w:proofErr w:type="spellEnd"/>
      <w:r>
        <w:rPr>
          <w:rFonts w:ascii="Times New Roman" w:hAnsi="Times New Roman"/>
          <w:sz w:val="24"/>
          <w:szCs w:val="24"/>
        </w:rPr>
        <w:t xml:space="preserve"> органів влади;</w:t>
      </w:r>
    </w:p>
    <w:p w:rsidR="00085E60" w:rsidRPr="004739AE" w:rsidRDefault="00085E60" w:rsidP="00085E60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6.Трим</w:t>
      </w:r>
      <w:r w:rsidRPr="004739AE">
        <w:rPr>
          <w:rFonts w:ascii="Times New Roman" w:hAnsi="Times New Roman"/>
          <w:sz w:val="24"/>
          <w:szCs w:val="24"/>
        </w:rPr>
        <w:t>ати на контролі  питання о</w:t>
      </w:r>
      <w:r>
        <w:rPr>
          <w:rFonts w:ascii="Times New Roman" w:hAnsi="Times New Roman"/>
          <w:sz w:val="24"/>
          <w:szCs w:val="24"/>
        </w:rPr>
        <w:t>хорони навколишнього середовища;</w:t>
      </w:r>
    </w:p>
    <w:p w:rsidR="00085E60" w:rsidRPr="004739AE" w:rsidRDefault="00085E60" w:rsidP="00085E60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4739AE">
        <w:rPr>
          <w:rFonts w:ascii="Times New Roman" w:hAnsi="Times New Roman"/>
          <w:sz w:val="24"/>
          <w:szCs w:val="24"/>
        </w:rPr>
        <w:t>7.Контролювати санітарний стан та благоустрій населених пунктів сільської ради.</w:t>
      </w:r>
    </w:p>
    <w:p w:rsidR="00085E60" w:rsidRDefault="00085E60" w:rsidP="00085E60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085E60" w:rsidRDefault="00085E60" w:rsidP="00085E60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085E60" w:rsidRDefault="00085E60" w:rsidP="00085E60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085E60" w:rsidRPr="004214FE" w:rsidRDefault="00085E60" w:rsidP="00085E60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Сільський голова                                                                           Валерій МИХАЛЮК</w:t>
      </w:r>
    </w:p>
    <w:p w:rsidR="004B5C3D" w:rsidRDefault="004B5C3D">
      <w:bookmarkStart w:id="0" w:name="_GoBack"/>
      <w:bookmarkEnd w:id="0"/>
    </w:p>
    <w:sectPr w:rsidR="004B5C3D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5E60"/>
    <w:rsid w:val="00085E60"/>
    <w:rsid w:val="004B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5E60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"/>
    <w:basedOn w:val="a0"/>
    <w:link w:val="HTML0"/>
    <w:locked/>
    <w:rsid w:val="00085E60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HTML0">
    <w:name w:val="HTML Preformatted"/>
    <w:aliases w:val="Знак2"/>
    <w:basedOn w:val="a"/>
    <w:link w:val="HTML"/>
    <w:unhideWhenUsed/>
    <w:rsid w:val="00085E6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1">
    <w:name w:val="Стандартный HTML Знак1"/>
    <w:basedOn w:val="a0"/>
    <w:uiPriority w:val="99"/>
    <w:semiHidden/>
    <w:rsid w:val="00085E60"/>
    <w:rPr>
      <w:rFonts w:ascii="Consolas" w:hAnsi="Consolas"/>
      <w:sz w:val="20"/>
      <w:szCs w:val="20"/>
      <w:lang w:val="uk-UA" w:eastAsia="uk-UA"/>
    </w:rPr>
  </w:style>
  <w:style w:type="table" w:styleId="af3">
    <w:name w:val="Table Grid"/>
    <w:basedOn w:val="a1"/>
    <w:uiPriority w:val="59"/>
    <w:rsid w:val="00085E60"/>
    <w:pPr>
      <w:spacing w:after="0" w:line="240" w:lineRule="auto"/>
    </w:pPr>
    <w:rPr>
      <w:rFonts w:eastAsiaTheme="minorHAnsi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5E60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"/>
    <w:basedOn w:val="a0"/>
    <w:link w:val="HTML0"/>
    <w:locked/>
    <w:rsid w:val="00085E60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HTML0">
    <w:name w:val="HTML Preformatted"/>
    <w:aliases w:val="Знак2"/>
    <w:basedOn w:val="a"/>
    <w:link w:val="HTML"/>
    <w:unhideWhenUsed/>
    <w:rsid w:val="00085E6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1">
    <w:name w:val="Стандартный HTML Знак1"/>
    <w:basedOn w:val="a0"/>
    <w:uiPriority w:val="99"/>
    <w:semiHidden/>
    <w:rsid w:val="00085E60"/>
    <w:rPr>
      <w:rFonts w:ascii="Consolas" w:hAnsi="Consolas"/>
      <w:sz w:val="20"/>
      <w:szCs w:val="20"/>
      <w:lang w:val="uk-UA" w:eastAsia="uk-UA"/>
    </w:rPr>
  </w:style>
  <w:style w:type="table" w:styleId="af3">
    <w:name w:val="Table Grid"/>
    <w:basedOn w:val="a1"/>
    <w:uiPriority w:val="59"/>
    <w:rsid w:val="00085E60"/>
    <w:pPr>
      <w:spacing w:after="0" w:line="240" w:lineRule="auto"/>
    </w:pPr>
    <w:rPr>
      <w:rFonts w:eastAsiaTheme="minorHAnsi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0</TotalTime>
  <Pages>3</Pages>
  <Words>441</Words>
  <Characters>2518</Characters>
  <Application>Microsoft Office Word</Application>
  <DocSecurity>0</DocSecurity>
  <Lines>20</Lines>
  <Paragraphs>5</Paragraphs>
  <ScaleCrop>false</ScaleCrop>
  <Company>SPecialiST RePack</Company>
  <LinksUpToDate>false</LinksUpToDate>
  <CharactersWithSpaces>2954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1</cp:revision>
  <dcterms:created xsi:type="dcterms:W3CDTF">2021-07-07T05:08:00Z</dcterms:created>
  <dcterms:modified xsi:type="dcterms:W3CDTF">2021-07-07T05:08:00Z</dcterms:modified>
</cp:coreProperties>
</file>