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AD" w:rsidRPr="00B623A8" w:rsidRDefault="00BC52AD" w:rsidP="00BC52A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C52AD" w:rsidRDefault="00BC52AD" w:rsidP="00BC52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xWTnHcAAAJ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AkA0t3dmHZuCbXykRbSpiza3K1YNLSICG47N3Okd9A5FloZnGSZlxTqAYHZ1HZ&#10;rsmVM8yN9ClwTa4deJo6cRO6JlfQMMhX76bQULvggC/NvbjND05c5q68z3ejfNR2LtdRDzMgqb28&#10;1PfwYsjjzHUESlFHrtARbFpxaYE37mP0MJ1uo9Pp6ssDe53w0+FE3uPGuwo/n5/I2UcuKLi3jt67&#10;BRagIheVQIzZE7H3tJnEmBYRR+eYzhlriogn9qTpxFgsRLzsIqZlQNTQcvBZ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2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5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M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2acVk5x3&#10;AAACWQQADgAAAAAAAAAAAAAAAAAuAgAAZHJzL2Uyb0RvYy54bWxQSwECLQAUAAYACAAAACEAsh1M&#10;m+AAAAAKAQAADwAAAAAAAAAAAAAAAAD2eQAAZHJzL2Rvd25yZXYueG1sUEsFBgAAAAAEAAQA8wAA&#10;AA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C52AD" w:rsidRDefault="00BC52AD" w:rsidP="00BC52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C52AD" w:rsidRDefault="00BC52AD" w:rsidP="00BC52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BC52AD" w:rsidRDefault="00BC52AD" w:rsidP="00BC52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</w:t>
      </w:r>
    </w:p>
    <w:p w:rsidR="00BC52AD" w:rsidRDefault="00BC52AD" w:rsidP="00BC52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-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BC52AD" w:rsidRPr="00BC52AD" w:rsidRDefault="00BC52AD" w:rsidP="00BC52AD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</w:t>
      </w:r>
      <w:r>
        <w:rPr>
          <w:rFonts w:ascii="Times New Roman" w:hAnsi="Times New Roman" w:cs="Times New Roman"/>
          <w:sz w:val="24"/>
          <w:szCs w:val="24"/>
        </w:rPr>
        <w:t>івробітництва (О.В.Качаровська)</w:t>
      </w:r>
    </w:p>
    <w:p w:rsid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bookmarkEnd w:id="0"/>
    <w:p w:rsidR="004B6944" w:rsidRPr="00BC52AD" w:rsidRDefault="00BC52AD" w:rsidP="00BC52A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В</w:t>
      </w:r>
      <w:r>
        <w:rPr>
          <w:rFonts w:ascii="Times New Roman" w:hAnsi="Times New Roman" w:cs="Times New Roman"/>
          <w:noProof/>
          <w:sz w:val="24"/>
          <w:szCs w:val="24"/>
        </w:rPr>
        <w:t>алерій МИХАЛЮК</w:t>
      </w:r>
    </w:p>
    <w:sectPr w:rsidR="004B6944" w:rsidRPr="00BC52AD" w:rsidSect="00BC52AD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2AD"/>
    <w:rsid w:val="00171A2E"/>
    <w:rsid w:val="00304C90"/>
    <w:rsid w:val="004B6944"/>
    <w:rsid w:val="00505B6D"/>
    <w:rsid w:val="006D3977"/>
    <w:rsid w:val="007D6C18"/>
    <w:rsid w:val="00BC52A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C52A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C52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C52A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C52A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C52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C52A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305</Words>
  <Characters>1744</Characters>
  <Application>Microsoft Office Word</Application>
  <DocSecurity>0</DocSecurity>
  <Lines>14</Lines>
  <Paragraphs>4</Paragraphs>
  <ScaleCrop>false</ScaleCrop>
  <Company>Microsoft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2020-10-10T16:17:00Z</dcterms:created>
  <dcterms:modified xsi:type="dcterms:W3CDTF">2020-10-10T16:17:00Z</dcterms:modified>
</cp:coreProperties>
</file>