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90" w:rsidRDefault="00546F90" w:rsidP="00546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2337A" wp14:editId="594DC4F5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819" name="Группа 158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8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F90" w:rsidRDefault="00546F90" w:rsidP="00546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1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udMUA&#10;AADeAAAADwAAAGRycy9kb3ducmV2LnhtbESPT2vCQBDF7wW/wzKCt7ox0hqiq4hU8SAU/92H7JgE&#10;s7Mhu9X47TuHQm8zzJv33m+x6l2jHtSF2rOByTgBRVx4W3Np4HLevmegQkS22HgmAy8KsFoO3haY&#10;W//kIz1OsVRiwiFHA1WMba51KCpyGMa+JZbbzXcOo6xdqW2HTzF3jU6T5FM7rFkSKmxpU1FxP/04&#10;A3662x+uZXqcfvEs8vo7u137gzGjYb+eg4rUx3/x3/feSv2PLBUAwZ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O50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T5TMcA&#10;AADeAAAADwAAAGRycy9kb3ducmV2LnhtbERPS2sCMRC+F/ofwgi9SM0qaHVrlCJsrT0UfIDXYTPd&#10;rN1MliTVrb++KQi9zcf3nPmys404kw+1YwXDQQaCuHS65krBYV88TkGEiKyxcUwKfijAcnF/N8dc&#10;uwtv6byLlUghHHJUYGJscylDachiGLiWOHGfzluMCfpKao+XFG4bOcqyibRYc2ow2NLKUPm1+7YK&#10;TsWHOa6erq++P9vStV+8r5vNRKmHXvfyDCJSF//FN/ebTvPH09EQ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E+U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DOsUA&#10;AADeAAAADwAAAGRycy9kb3ducmV2LnhtbESP0YrCMBBF3wX/IYywL7KmW1GkGkUWXcQXqe4HDM3Y&#10;FJtJaaLt/v1GEHyb4d65585q09taPKj1lWMFX5MEBHHhdMWlgt/L/nMBwgdkjbVjUvBHHjbr4WCF&#10;mXYd5/Q4h1LEEPYZKjAhNJmUvjBk0U9cQxy1q2sthri2pdQtdjHc1jJNkrm0WHEkGGzo21BxO99t&#10;hJymeDpeu8v+p8cOd0fD422u1Meo3y5BBOrD2/y6PuhYf7ZIU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cM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1zm8UA&#10;AADeAAAADwAAAGRycy9kb3ducmV2LnhtbERPTUsDMRC9C/0PYQRvNutqa1mbllIVROihrSDehs10&#10;d3EzCcnYXf+9EQRv83ifs1yPrldniqnzbOBmWoAirr3tuDHwdny+XoBKgmyx90wGvinBejW5WGJl&#10;/cB7Oh+kUTmEU4UGWpFQaZ3qlhymqQ/EmTv56FAyjI22EYcc7npdFsVcO+w4N7QYaNtS/Xn4cgZ2&#10;w1N4vZ/PTuEj3pU6PVp534oxV5fj5gGU0Cj/4j/3i83zZ4vy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XO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+1cYA&#10;AADeAAAADwAAAGRycy9kb3ducmV2LnhtbESP3WrCQBCF7wu+wzJCb0rdaH+Q6BqCGCm5EbUPMGTH&#10;bDA7G7KrSd/eLRR6N8M5c74z62y0rbhT7xvHCuazBARx5XTDtYLvc/G6BOEDssbWMSn4IQ/ZZvK0&#10;xlS7gY90P4VaxBD2KSowIXSplL4yZNHPXEcctYvrLYa49rXUPQ4x3LZykSSf0mLDkWCwo62h6nq6&#10;2Qg5vOGhvAznYj/igLvS8Et+VOp5OuYrEIHG8G/+u/7Ssf7HcvE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D+1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OdMQA&#10;AADeAAAADwAAAGRycy9kb3ducmV2LnhtbERPTUvDQBC9C/0Pywje7MbQ1BK7LaVWEMGDVRBvQ3aa&#10;BLOzy+7YxH/vCoK3ebzPWW8nN6gzxdR7NnAzL0ARN9723Bp4e324XoFKgmxx8EwGvinBdjO7WGNt&#10;/cgvdD5Kq3IIpxoNdCKh1jo1HTlMcx+IM3fy0aFkGFttI4453A26LIqldthzbugw0L6j5vP45Qw8&#10;j4fwdLusTuEjLkqd7q2878WYq8tpdwdKaJJ/8Z/70eb51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oTn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/N6sUA&#10;AADeAAAADwAAAGRycy9kb3ducmV2LnhtbERP22oCMRB9F/oPYQp9KZqtRZHVKLUQWrAgXsDXYTPu&#10;Lt1MliR1t39vBMG3OZzrLFa9bcSFfKgdK3gbZSCIC2dqLhUcD3o4AxEissHGMSn4pwCr5dNggblx&#10;He/oso+lSCEcclRQxdjmUoaiIoth5FrixJ2dtxgT9KU0HrsUbhs5zrKptFhzaqiwpc+Kit/9n1Ww&#10;3nblu38t1r3bnL9OE62N/tFKvTz3H3MQkfr4EN/d3ybNn8zGU7i9k26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83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ijsMA&#10;AADeAAAADwAAAGRycy9kb3ducmV2LnhtbERP3WrCMBS+H+wdwhl4N1OLbqUzimwUZHgz3QMcmrOm&#10;2pyUJNb69osgeHc+vt+zXI+2EwP50DpWMJtmIIhrp1tuFPweqtcCRIjIGjvHpOBKAdar56clltpd&#10;+IeGfWxECuFQogITY19KGWpDFsPU9cSJ+3PeYkzQN1J7vKRw28k8y96kxZZTg8GePg3Vp/3ZKqi+&#10;891wOmtfuc04t7Qwx+LLKDV5GTcfICKN8SG+u7c6zV8U+Tv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Mij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8A8gA&#10;AADeAAAADwAAAGRycy9kb3ducmV2LnhtbESPQUsDMRCF70L/Q5iCF7HZViplbVpaISgoFGuh12Ez&#10;3V3cTJYkdtd/7xwEbzO8N+99s96OvlNXiqkNbGA+K0ARV8G1XBs4fdr7FaiUkR12gcnADyXYbiY3&#10;ayxdGPiDrsdcKwnhVKKBJue+1DpVDXlMs9ATi3YJ0WOWNdbaRRwk3Hd6URSP2mPL0tBgT88NVV/H&#10;b29gfxjqh3hX7cfwdnk5L6119t0aczsdd0+gMo353/x3/eoEf7laCK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LPwD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TZ8MA&#10;AADeAAAADwAAAGRycy9kb3ducmV2LnhtbERP3WrCMBS+H+wdwhl4N1OLjq4zimwUZHgz3QMcmrOm&#10;2pyUJNb69osgeHc+vt+zXI+2EwP50DpWMJtmIIhrp1tuFPweqtcCRIjIGjvHpOBKAdar56clltpd&#10;+IeGfWxECuFQogITY19KGWpDFsPU9cSJ+3PeYkzQN1J7vKRw28k8y96kxZZTg8GePg3Vp/3ZKqi+&#10;891wOmtfuc04t7Qwx+LLKDV5GTcfICKN8SG+u7c6zV8U+Tv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ATZ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2yz8MA&#10;AADeAAAADwAAAGRycy9kb3ducmV2LnhtbESPQYvCQAyF74L/YYjgTaeuW5HqKCIo63GrPyB0Ylvs&#10;ZGpn1tZ/vzks7C0hL++9b7sfXKNe1IXas4HFPAFFXHhbc2ngdj3N1qBCRLbYeCYDbwqw341HW8ys&#10;7/mbXnkslZhwyNBAFWObaR2KihyGuW+J5Xb3ncMoa1dq22Ev5q7RH0my0g5rloQKWzpWVDzyH2fg&#10;892fn3n6SE7W0eKybC8ci9SY6WQ4bEBFGuK/+O/7y0r9dL0UAMGRG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2yz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MB+8QA&#10;AADeAAAADwAAAGRycy9kb3ducmV2LnhtbERPTWvCQBC9F/wPywi91Y2WBhtdRZSI9FSj9TxkxySY&#10;nQ3Z1ST/vlsoeJvH+5zluje1eFDrKssKppMIBHFudcWFgvMpfZuDcB5ZY22ZFAzkYL0avSwx0bbj&#10;Iz0yX4gQwi5BBaX3TSKly0sy6Ca2IQ7c1bYGfYBtIXWLXQg3tZxFUSwNVhwaSmxoW1J+y+5GwT2+&#10;zM58/dLf2W7Yf+7SjZM/hVKv436zAOGp90/xv/ugw/yP+fsU/t4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zAf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4vkcYA&#10;AADeAAAADwAAAGRycy9kb3ducmV2LnhtbERPTWvCQBC9F/wPywi91U3VhjS6SlsQbA+KWg/exuw0&#10;iWZnY3ar8d+7QqG3ebzPGU9bU4kzNa60rOC5F4EgzqwuOVfwvZk9JSCcR9ZYWSYFV3IwnXQexphq&#10;e+EVndc+FyGEXYoKCu/rVEqXFWTQ9WxNHLgf2xj0ATa51A1eQripZD+KYmmw5NBQYE0fBWXH9a9R&#10;sF0m8evy/XN4+FrscWD0aafLWKnHbvs2AuGp9f/iP/dch/kvyaAP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4vk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dnsQA&#10;AADeAAAADwAAAGRycy9kb3ducmV2LnhtbERPTWvCQBC9F/wPywi91Y2mDSFmI2qpFk9qC16H7DQJ&#10;zc6G7FZjf71bKHibx/ucfDGYVpypd41lBdNJBIK4tLrhSsHnx9tTCsJ5ZI2tZVJwJQeLYvSQY6bt&#10;hQ90PvpKhBB2GSqove8yKV1Zk0E3sR1x4L5sb9AH2FdS93gJ4aaVsyhKpMGGQ0ONHa1rKr+PP0bB&#10;b3LCvdvOVq+x9nR9Tjd2t98o9TgelnMQngZ/F/+733WY/5LGMfy9E26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7HZ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vsRMQA&#10;AADeAAAADwAAAGRycy9kb3ducmV2LnhtbERPzWrCQBC+C32HZQq96aYaxaZuRMSCN2vaBxiy001I&#10;djZmV0379K5Q8DYf3++s1oNtxYV6XztW8DpJQBCXTtdsFHx/fYyXIHxA1tg6JgW/5GGdP41WmGl3&#10;5SNdimBEDGGfoYIqhC6T0pcVWfQT1xFH7sf1FkOEvZG6x2sMt62cJslCWqw5NlTY0baisinOVsHJ&#10;Ted6KHZ4aHZvn7Ux6envmCr18jxs3kEEGsJD/O/e6zh/vpylcH8n3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r7E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vNMQA&#10;AADeAAAADwAAAGRycy9kb3ducmV2LnhtbERPPW/CMBDdkfgP1iF1Kw5FoSHgRC1SJVZoh46HfSSB&#10;+JzGBtL++rpSJbZ7ep+3Lgfbiiv1vnGsYDZNQBBrZxquFHy8vz1mIHxANtg6JgXf5KEsxqM15sbd&#10;eEfXfahEDGGfo4I6hC6X0uuaLPqp64gjd3S9xRBhX0nT4y2G21Y+JclCWmw4NtTY0aYmfd5frIJt&#10;c6B0oY9Lm73q3efPV5g/n4xSD5PhZQUi0BDu4n/31sT5aTZP4e+deIM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bLz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IlMcA&#10;AADeAAAADwAAAGRycy9kb3ducmV2LnhtbERPXWvCQBB8L/Q/HFvwrV6qVDT1EmpBUNoKfqCvS26b&#10;C83thdwZ47/3hELfZnd2ZnbmeW9r0VHrK8cKXoYJCOLC6YpLBYf98nkKwgdkjbVjUnAlD3n2+DDH&#10;VLsLb6nbhVJEE/YpKjAhNKmUvjBk0Q9dQxy5H9daDHFsS6lbvERzW8tRkkykxYpjgsGGPgwVv7uz&#10;VdDh5pqczOJ7tq6+itFmcfzUca8GT/37G4hAffg//lOvdHz/dTqewL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oSJT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ylcMA&#10;AADeAAAADwAAAGRycy9kb3ducmV2LnhtbERPTUvDQBC9C/0Pywje7MaItsRuSxEqHjXtweOYnWZT&#10;szNhd22iv94VBG/zeJ+z2ky+V2cKsRM2cDMvQBE3YjtuDRz2u+slqJiQLfbCZOCLImzWs4sVVlZG&#10;fqVznVqVQzhWaMClNFRax8aRxziXgThzRwkeU4ah1TbgmMN9r8uiuNceO84NDgd6dNR81J/ewPjU&#10;vJ/K45t132GQXf0ip7IXY64up+0DqERT+hf/uZ9tnn+3vF3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kyl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628MgA&#10;AADeAAAADwAAAGRycy9kb3ducmV2LnhtbESPT0/DMAzF70h8h8hIu7GUTUBVlk37wySEQKgD7qYx&#10;bVniVE3Yum8/H5C42XrP7/08WwzeqQP1sQ1s4GacgSKugm25NvDxvr3OQcWEbNEFJgMnirCYX17M&#10;sLDhyCUddqlWEsKxQANNSl2hdawa8hjHoSMW7Tv0HpOsfa1tj0cJ905PsuxOe2xZGhrsaN1Qtd/9&#10;egPbt437mbyWy0+d1o/3Xy5/Xm1ejBldDcsHUImG9G/+u36ygn+bT4VX3pEZ9Pw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zrbw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O/8UA&#10;AADeAAAADwAAAGRycy9kb3ducmV2LnhtbERPTWvCQBC9C/0PyxR6Ed20Yompq5RCUUGhRsHrmJ0m&#10;wexsyK4x/ntXELzN433OdN6ZSrTUuNKygvdhBII4s7rkXMF+9zuIQTiPrLGyTAqu5GA+e+lNMdH2&#10;wltqU5+LEMIuQQWF93UipcsKMuiGtiYO3L9tDPoAm1zqBi8h3FTyI4o+pcGSQ0OBNf0UlJ3Ss1HQ&#10;/q2P+bJ19eoU9914dFwsNvqg1Ntr9/0FwlPnn+KHe6nD/HE8msD9nXCD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M7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6F90" w:rsidRDefault="00546F90" w:rsidP="00546F9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qAskA&#10;AADeAAAADwAAAGRycy9kb3ducmV2LnhtbESPT2/CMAzF75P2HSJP2m2kQ4BKIaAxadIuk/izw7iZ&#10;xmsrGqdLMuj26fEBiZstP7/3fvNl71p1ohAbzwaeBxko4tLbhisDn7u3pxxUTMgWW89k4I8iLBf3&#10;d3MsrD/zhk7bVCkx4ViggTqlrtA6ljU5jAPfEcvt2weHSdZQaRvwLOau1cMsm2iHDUtCjR291lQe&#10;t7/OwGqar37WI/743xz2tP86HMfDkBnz+NC/zEAl6tNNfP1+t1J/nI8EQHBkBr24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CRqAskAAADeAAAADwAAAAAAAAAAAAAAAACYAgAA&#10;ZHJzL2Rvd25yZXYueG1sUEsFBgAAAAAEAAQA9QAAAI4DAAAAAA==&#10;" fillcolor="black" stroked="f">
                  <v:textbox>
                    <w:txbxContent>
                      <w:p w:rsidR="00546F90" w:rsidRDefault="00546F90" w:rsidP="00546F9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BmcYA&#10;AADeAAAADwAAAGRycy9kb3ducmV2LnhtbERPTWvCQBC9F/wPywi91Y2iEqKr1FZBqB60HjyO2Wmy&#10;JDsbsluN/vpuodDbPN7nzJedrcWVWm8cKxgOEhDEudOGCwWnz81LCsIHZI21Y1JwJw/LRe9pjpl2&#10;Nz7Q9RgKEUPYZ6igDKHJpPR5SRb9wDXEkftyrcUQYVtI3eIthttajpJkKi0ajg0lNvRWUl4dv62C&#10;88fUpAdDo8vusVrr3aRa7d8rpZ773esMRKAu/Iv/3Fsd50/S8RB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vBm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sy3MQA&#10;AADeAAAADwAAAGRycy9kb3ducmV2LnhtbERPTWsCMRC9F/wPYYTearaismyNIpZiLx5qK16HzXSz&#10;3c1kTaKu/vpGKPQ2j/c582VvW3EmH2rHCp5HGQji0umaKwVfn29POYgQkTW2jknBlQIsF4OHORba&#10;XfiDzrtYiRTCoUAFJsaukDKUhiyGkeuIE/ftvMWYoK+k9nhJ4baV4yybSYs1pwaDHa0Nlc3uZBX4&#10;1eG1ufFp32S37TVsfvpjjkapx2G/egERqY//4j/3u07zp/lkDP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rMt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YhDMUA&#10;AADeAAAADwAAAGRycy9kb3ducmV2LnhtbERP22oCMRB9L/gPYQRfSs3WVmu3RimCUFAErR8w3Ux3&#10;lyaTZTPq2q9vBKFvczjXmS0679SJ2lgHNvA4zEARF8HWXBo4fK4epqCiIFt0gcnAhSIs5r27GeY2&#10;nHlHp72UKoVwzNFAJdLkWseiIo9xGBrixH2H1qMk2JbatnhO4d7pUZZNtMeaU0OFDS0rKn72R2/A&#10;jb7c6/olbuRy0Jvs18vufmuNGfS79zdQQp38i2/uD5vmj6fPT3B9J92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iEM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/4IsQA&#10;AADeAAAADwAAAGRycy9kb3ducmV2LnhtbERPTWsCMRC9F/wPYQrearZii2yNohVhLx66Kl7HzXSz&#10;mEyWTaqrv74pFLzN433ObNE7Ky7UhcazgtdRBoK48rrhWsF+t3mZgggRWaP1TApuFGAxHzzNMNf+&#10;yl90KWMtUgiHHBWYGNtcylAZchhGviVO3LfvHMYEu1rqDq8p3Fk5zrJ36bDh1GCwpU9D1bn8cQrW&#10;ZWvH+8KswvGwPZ1scd/Qca3U8LlffoCI1MeH+N9d6DT/bTqZ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v+C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vj8MA&#10;AADeAAAADwAAAGRycy9kb3ducmV2LnhtbERPTWsCMRC9C/0PYQreNFGqla1RRBQET7Xrobchme5u&#10;3UyWTequ/94UBG/zeJ+zXPeuFldqQ+VZw2SsQBAbbysuNORf+9ECRIjIFmvPpOFGAdarl8ESM+s7&#10;/qTrKRYihXDIUEMZY5NJGUxJDsPYN8SJ+/Gtw5hgW0jbYpfCXS2nSs2lw4pTQ4kNbUsyl9Of0/C7&#10;l0dvFJpzfu4O9v17N6daaT187TcfICL18Sl+uA82zZ8t3mbw/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bvj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Cn8QA&#10;AADeAAAADwAAAGRycy9kb3ducmV2LnhtbERPTWvCQBC9C/6HZYTedKOtEqKrqCCUlh6qRTyO2TEJ&#10;yc6G3VXTf98tCN7m8T5nsepMI27kfGVZwXiUgCDOra64UPBz2A1TED4ga2wsk4Jf8rBa9nsLzLS9&#10;8zfd9qEQMYR9hgrKENpMSp+XZNCPbEscuYt1BkOErpDa4T2Gm0ZOkmQmDVYcG0psaVtSXu+vRsHp&#10;+smXr9ePtduEo+0Ovp6c01qpl0G3noMI1IWn+OF+13H+NH2bwf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cgp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46F90" w:rsidRDefault="00546F90" w:rsidP="00546F9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3ydsYA&#10;AADeAAAADwAAAGRycy9kb3ducmV2LnhtbERPTWvCQBC9F/wPywi9NRtF2xhdpRYKvQhqe6i3MTsm&#10;wexsurvV1F/vCgVv83ifM1t0phEncr62rGCQpCCIC6trLhV8fb4/ZSB8QNbYWCYFf+RhMe89zDDX&#10;9swbOm1DKWII+xwVVCG0uZS+qMigT2xLHLmDdQZDhK6U2uE5hptGDtP0WRqsOTZU2NJbRcVx+2sU&#10;LCfZ8mc94tVls9/R7nt/HA9dqtRjv3udggjUhbv43/2h4/xxNnqB2zvxBj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3ydsYAAADeAAAADwAAAAAAAAAAAAAAAACYAgAAZHJz&#10;L2Rvd25yZXYueG1sUEsFBgAAAAAEAAQA9QAAAIsDAAAAAA==&#10;" fillcolor="black" stroked="f">
                  <v:textbox>
                    <w:txbxContent>
                      <w:p w:rsidR="00546F90" w:rsidRDefault="00546F90" w:rsidP="00546F9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trsYA&#10;AADeAAAADwAAAGRycy9kb3ducmV2LnhtbESPT0/DMAzF70h8h8hI3FjKX01l2VRNQiBO3Qbi6jWm&#10;qWicKglZ+fb4gMTN1nt+7+fVZvajKhTTENjA9aICRdwFO3Bv4O3wdLUElTKyxTEwGfihBJv1+dkK&#10;axtOvKOyz72SEE41GnA5T7XWqXPkMS3CRCzaZ4ges6yx1zbiScL9qG+q6kF7HFgaHE60ddR97b+9&#10;gXLcts1t+Shu9xqbPob2+f3YGnN5MTePoDLN+d/8d/1iBf9+eSe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Rtr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46F90" w:rsidRDefault="00546F90" w:rsidP="00546F9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SMPMUA&#10;AADeAAAADwAAAGRycy9kb3ducmV2LnhtbERPTWvCQBC9C/0PyxS86UapotFVilixvVTTQnscsmM2&#10;NDsbsmuM/fWuUOhtHu9zluvOVqKlxpeOFYyGCQji3OmSCwWfHy+DGQgfkDVWjknBlTysVw+9Jaba&#10;XfhIbRYKEUPYp6jAhFCnUvrckEU/dDVx5E6usRgibAqpG7zEcFvJcZJMpcWSY4PBmjaG8p/sbBX4&#10;0Wb79WZ/5+33zvB79mqmh8Io1X/snhcgAnXhX/zn3us4fzJ7msP9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Iw8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46F90" w:rsidRDefault="00546F90" w:rsidP="00546F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46F90" w:rsidRDefault="00546F90" w:rsidP="00546F9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46F90" w:rsidRDefault="00546F90" w:rsidP="00546F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F7CB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546F90" w:rsidRDefault="00546F90" w:rsidP="00546F9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46F90" w:rsidRDefault="00546F90" w:rsidP="00546F9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46F90" w:rsidRDefault="00546F90" w:rsidP="00546F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46F90" w:rsidRDefault="00546F90" w:rsidP="00546F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46F90" w:rsidRDefault="00546F90" w:rsidP="00546F9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46F90" w:rsidRPr="005C5A92" w:rsidRDefault="00546F90" w:rsidP="00546F9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Іванюк В.В.</w:t>
      </w:r>
    </w:p>
    <w:p w:rsidR="00546F90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6F90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6F90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Іванюк В.В.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46F90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46F90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6F90" w:rsidRPr="003A677E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Іванюк Валентині Вікторівні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0.1843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село Колом</w:t>
      </w:r>
      <w:r w:rsidRPr="003A677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 .</w:t>
      </w:r>
    </w:p>
    <w:p w:rsidR="00546F90" w:rsidRDefault="00546F90" w:rsidP="00546F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Іванюк Валентині Вікторівні,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73CDC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73CDC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0,1843 га, кадастровий номер: 6823986800:02:002:0027,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село </w:t>
      </w:r>
      <w:r w:rsidRPr="00D955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</w:t>
      </w:r>
      <w:r w:rsidRPr="003A677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є.</w:t>
      </w:r>
    </w:p>
    <w:p w:rsidR="00546F90" w:rsidRDefault="00546F90" w:rsidP="00546F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 В.В,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546F90" w:rsidRDefault="00546F90" w:rsidP="00546F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46F90" w:rsidRPr="00546F90" w:rsidRDefault="00546F90" w:rsidP="00546F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A63E7" w:rsidRPr="00546F90" w:rsidRDefault="00546F90" w:rsidP="00546F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A63E7" w:rsidRPr="00546F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90"/>
    <w:rsid w:val="004A63E7"/>
    <w:rsid w:val="00546F90"/>
    <w:rsid w:val="00E7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9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9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265</Words>
  <Characters>1514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2021-07-19T06:21:00Z</dcterms:created>
  <dcterms:modified xsi:type="dcterms:W3CDTF">2021-07-19T06:41:00Z</dcterms:modified>
</cp:coreProperties>
</file>