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ECF" w:rsidRPr="00B623A8" w:rsidRDefault="00FA5ECF" w:rsidP="00FA5EC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64C436" wp14:editId="12C84A7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9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ECF" w:rsidRDefault="00FA5ECF" w:rsidP="00FA5E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52wng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oTjudsJ4AABAWQQADgAAAAAAAAAAAAAAAAAuAgAAZHJzL2Uyb0RvYy54bWxQSwECLQAUAAYA&#10;CAAAACEAsh1Mm+AAAAAKAQAADwAAAAAAAAAAAAAAAAAcewAAZHJzL2Rvd25yZXYueG1sUEsFBgAA&#10;AAAEAAQA8wAAACl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5pY8UA&#10;AADdAAAADwAAAGRycy9kb3ducmV2LnhtbESPQWvCQBSE7wX/w/IKvdVNE6g2dZUgVnIISLTeH9ln&#10;Epp9G7Krxn/fFQSPw8x8wyxWo+nEhQbXWlbwMY1AEFdWt1wr+D38vM9BOI+ssbNMCm7kYLWcvCww&#10;1fbKJV32vhYBwi5FBY33fSqlqxoy6Ka2Jw7eyQ4GfZBDLfWA1wA3nYyj6FMabDksNNjTuqHqb382&#10;CmyyzYtjHZfJhmees938dBwLpd5ex+wbhKfRP8OPdq4VJLOvBO5vw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vml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E1GcgA&#10;AADdAAAADwAAAGRycy9kb3ducmV2LnhtbESPS2vDMBCE74X+B7GFXkIipy15uFFCCLivQyAPyHWx&#10;tpZba2UkJXHz66NCocdhZr5hZovONuJEPtSOFQwHGQji0umaKwX7XdGfgAgRWWPjmBT8UIDF/PZm&#10;hrl2Z97QaRsrkSAcclRgYmxzKUNpyGIYuJY4eZ/OW4xJ+kpqj+cEt418yLKRtFhzWjDY0spQ+b09&#10;WgVfxdocVuPLi+9NN3TpFR+vzftIqfu7bvkMIlIX/8N/7Tet4HE8fYL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QTU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y/cMA&#10;AADdAAAADwAAAGRycy9kb3ducmV2LnhtbESP3YrCMBCF74V9hzDC3sia7oquVqOIqIg34s8DDM3Y&#10;FJtJaaKtb28WFrw8nJ+PM1u0thQPqn3hWMF3PwFBnDldcK7gct58jUH4gKyxdEwKnuRhMf/ozDDV&#10;ruEjPU4hF3GEfYoKTAhVKqXPDFn0fVcRR+/qaoshyjqXusYmjttS/iTJSFosOBIMVrQylN1Odxsh&#10;hwEe9tfmvNm22OB6b7i3PCr12W2XUxCB2vAO/7d3WsHgdzKE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Xy/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y5KsYA&#10;AADdAAAADwAAAGRycy9kb3ducmV2LnhtbESPQUsDMRSE70L/Q3iCN5u16lbXpkWqghQ8WIXS22Pz&#10;urt08xKSZ3f990YQPA4z8w2zWI2uVyeKqfNs4GpagCKuve24MfD58XJ5ByoJssXeMxn4pgSr5eRs&#10;gZX1A7/TaSuNyhBOFRpoRUKldapbcpimPhBn7+CjQ8kyNtpGHDLc9XpWFKV22HFeaDHQuqX6uP1y&#10;Bt6G57CZl7eHsI83M52erOzWYszF+fj4AEpolP/wX/vVGrie35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y5K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JEcUA&#10;AADdAAAADwAAAGRycy9kb3ducmV2LnhtbESP32rCMBTG74W9QziD3chMt4Ju1SgyVhm9Keoe4NAc&#10;m2JzUpqs7d5+EQZefnx/fnyb3WRbMVDvG8cKXhYJCOLK6YZrBd/n/PkNhA/IGlvHpOCXPOy2D7MN&#10;ZtqNfKThFGoRR9hnqMCE0GVS+sqQRb9wHXH0Lq63GKLsa6l7HOO4beVrkiylxYYjwWBHH4aq6+nH&#10;RkiZYllcxnN+mHDEz8LwfH9U6ulx2q9BBJrCPfzf/tIK0tX7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8kR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+Iw8QA&#10;AADdAAAADwAAAGRycy9kb3ducmV2LnhtbERPTUsDMRC9C/6HMEJvbdZaW12bFqkKUujBKoi3YTPd&#10;XdxMQjLtbv+9ORQ8Pt73cj24Tp0optazgdtJAYq48rbl2sDX59v4AVQSZIudZzJwpgTr1fXVEkvr&#10;e/6g015qlUM4lWigEQml1qlqyGGa+ECcuYOPDiXDWGsbsc/hrtPTophrhy3nhgYDbRqqfvdHZ2DX&#10;v4btYn5/CD9xNtXpxcr3RowZ3QzPT6CEBvkXX9zv1sDd4jHPzW/yE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viM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ONJscA&#10;AADdAAAADwAAAGRycy9kb3ducmV2LnhtbESPQWsCMRSE74X+h/CEXopmrVjrahQthAoWSq3g9bF5&#10;7i7dvCxJ6m7/vREKPQ4z8w2zXPe2ERfyoXasYDzKQBAXztRcKjh+6eELiBCRDTaOScEvBViv7u+W&#10;mBvX8SddDrEUCcIhRwVVjG0uZSgqshhGriVO3tl5izFJX0rjsUtw28inLHuWFmtOCxW29FpR8X34&#10;sQq2H1058Y/Ftnf789tpqrXR71qph0G/WYCI1Mf/8F97ZxRMZvM53N6k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jjS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/L8EA&#10;AADdAAAADwAAAGRycy9kb3ducmV2LnhtbERP3WrCMBS+H+wdwhnsbqY6J6UziiiFId5YfYBDc9ZU&#10;m5OSxNq9vbkQdvnx/S/Xo+3EQD60jhVMJxkI4trplhsF51P5kYMIEVlj55gU/FGA9er1ZYmFdnc+&#10;0lDFRqQQDgUqMDH2hZShNmQxTFxPnLhf5y3GBH0jtcd7CrednGXZQlpsOTUY7GlrqL5WN6ug3M8O&#10;w/Wmfek249zSl7nkO6PU+9u4+QYRaYz/4qf7Ryv4zLO0P71JT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ffy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A8cYA&#10;AADdAAAADwAAAGRycy9kb3ducmV2LnhtbESPQWsCMRSE7wX/Q3iCl6JZlYqsRtFCaMFCqQpeH5vn&#10;7uLmZUlSd/vvG6HQ4zAz3zDrbW8bcScfascKppMMBHHhTM2lgvNJj5cgQkQ22DgmBT8UYLsZPK0x&#10;N67jL7ofYykShEOOCqoY21zKUFRkMUxcS5y8q/MWY5K+lMZjl+C2kbMsW0iLNaeFClt6rai4Hb+t&#10;gv1nV879c7Hv3eH6dnnR2ugPrdRo2O9WICL18T/81343CubLbAqPN+k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uA8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FEw8QA&#10;AADdAAAADwAAAGRycy9kb3ducmV2LnhtbESPUWvCMBSF3wf7D+EOfJvp6ialGkUmBRl7mfoDLs21&#10;qTY3JYm1/nszGOzxcM75Dme5Hm0nBvKhdazgbZqBIK6dbrlRcDxUrwWIEJE1do5JwZ0CrFfPT0ss&#10;tbvxDw372IgE4VCiAhNjX0oZakMWw9T1xMk7OW8xJukbqT3eEtx2Ms+yubTYclow2NOnofqyv1oF&#10;1Vf+PVyu2lduM75b+jDnYmuUmryMmwWISGP8D/+1d1rBrMhy+H2Tn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BRM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7fsIA&#10;AADdAAAADwAAAGRycy9kb3ducmV2LnhtbESP0YrCMBRE34X9h3AXfLOJ21WkGkUWFH3c6gdcmmtb&#10;bG5qE239eyMs7OMwM2eY1WawjXhQ52vHGqaJAkFcOFNzqeF82k0WIHxANtg4Jg1P8rBZf4xWmBnX&#10;8y898lCKCGGfoYYqhDaT0hcVWfSJa4mjd3GdxRBlV0rTYR/htpFfSs2lxZrjQoUt/VRUXPO71fD9&#10;7Pe3fHZVO2NpekzbI4dipvX4c9guQQQawn/4r30wGtKFSuH9Jj4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CPt+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N6FsYA&#10;AADd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aw20Qv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N6F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giscA&#10;AADdAAAADwAAAGRycy9kb3ducmV2LnhtbESPQWvCQBSE70L/w/IK3nTTqiFNXcUKgnpQqvbQ22v2&#10;NUnNvo3ZVeO/dwuFHoeZ+YYZT1tTiQs1rrSs4KkfgSDOrC45V3DYL3oJCOeRNVaWScGNHEwnD50x&#10;ptpe+Z0uO5+LAGGXooLC+zqV0mUFGXR9WxMH79s2Bn2QTS51g9cAN5V8jqJYGiw5LBRY07yg7Lg7&#10;GwUf2yR+2b6thj/rzRcOjD596jJWqvvYzl5BeGr9f/ivvdQKBkk0g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coI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8DsQA&#10;AADdAAAADwAAAGRycy9kb3ducmV2LnhtbESPT4vCMBTE7wt+h/AEb2vqH0qpRlEXdfHkquD10Tzb&#10;YvNSmqxWP71ZEPY4zMxvmOm8NZW4UeNKywoG/QgEcWZ1ybmC03H9mYBwHlljZZkUPMjBfNb5mGKq&#10;7Z1/6HbwuQgQdikqKLyvUyldVpBB17c1cfAutjHog2xyqRu8B7ip5DCKYmmw5LBQYE2rgrLr4dco&#10;eMZn3LvtcPk10p4e42Rjd/uNUr1uu5iA8NT6//C7/a0VjJIohr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2/A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KLcYA&#10;AADdAAAADwAAAGRycy9kb3ducmV2LnhtbESPwW7CMBBE70j8g7WVeitOKW0hjUEIgcStTcoHrOKt&#10;EyVeh9hA6NfXSJU4jmbmjSZbDbYVZ+p97VjB8yQBQVw6XbNRcPjePc1B+ICssXVMCq7kYbUcjzJM&#10;tbtwTuciGBEh7FNUUIXQpVL6siKLfuI64uj9uN5iiLI3Uvd4iXDbymmSvEmLNceFCjvaVFQ2xckq&#10;OLrpqx6KLX4228VXbczs+JvPlHp8GNYfIAIN4R7+b++1gpd58g63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IKL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UN8EA&#10;AADdAAAADwAAAGRycy9kb3ducmV2LnhtbERPPW/CMBDdK/EfrENiAwcQkKYYBEhIrNAOjFf7SFLi&#10;c4gNBH49HpA6Pr3v+bK1lbhR40vHCoaDBASxdqbkXMHP97afgvAB2WDlmBQ8yMNy0fmYY2bcnfd0&#10;O4RcxBD2GSooQqgzKb0uyKIfuJo4cifXWAwRNrk0Dd5juK3kKEmm0mLJsaHAmjYF6fPhahXsyl+a&#10;TPXp06ZrvT8+L2E8+zNK9brt6gtEoDb8i9/unVEwTpM4N76JT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cFD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CWMEA&#10;AADdAAAADwAAAGRycy9kb3ducmV2LnhtbERPXWvCMBR9H+w/hDvwbSY6EK1GUUGY6IS5MV8vzV1T&#10;1tyUJtb6740w8PF8c2aLzlWipSaUnjUM+goEce5NyYWG76/N6xhEiMgGK8+k4UoBFvPnpxlmxl/4&#10;k9pjLEQq4ZChBhtjnUkZcksOQ9/XxEn79Y3DmGBTSNPgJZW7Sg6VGkmHJacFizWtLeV/x7PT0OLh&#10;qk529THZlvt8eFj97Ezide+lW05BROriw/yffjca3sZqAvc36Qn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ZQlj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HDeMIA&#10;AADdAAAADwAAAGRycy9kb3ducmV2LnhtbERPTUvDQBC9C/0Pywje7KYRpKTdliK0eNToocdpdppN&#10;m50Ju2sT/fXuQfD4eN/r7eR7daMQO2EDi3kBirgR23Fr4PNj/7gEFROyxV6YDHxThO1mdrfGysrI&#10;73SrU6tyCMcKDbiUhkrr2DjyGOcyEGfuLMFjyjC02gYcc7jvdVkUz9pjx7nB4UAvjppr/eUNjIfm&#10;dCnPR+t+wiD7+k0uZS/GPNxPuxWoRFP6F/+5X62Bp+Ui789v8h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cN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gRMcA&#10;AADdAAAADwAAAGRycy9kb3ducmV2LnhtbESP3WrCQBSE7wt9h+UIvaubKGhIXcX6AyJK0db7Y/aY&#10;pN09G7JbjW/fLRR6OczMN8xk1lkjrtT62rGCtJ+AIC6crrlU8PG+fs5A+ICs0TgmBXfyMJs+Pkww&#10;1+7GB7oeQykihH2OCqoQmlxKX1Rk0fddQxy9i2sthijbUuoWbxFujRwkyUharDkuVNjQoqLi6/ht&#10;FazfluZzsD/MTzIsVuOzybavy51ST71u/gIiUBf+w3/tjVYwzNIUft/EJyC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mI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NziscA&#10;AADdAAAADwAAAGRycy9kb3ducmV2LnhtbESPQWvCQBSE7wX/w/KEXkrdqFRC6kZEKKZgQa3g9Zl9&#10;TUKyb0N2m6T/visUehxm5htmvRlNI3rqXGVZwXwWgSDOra64UHD5fHuOQTiPrLGxTAp+yMEmnTys&#10;MdF24BP1Z1+IAGGXoILS+zaR0uUlGXQz2xIH78t2Bn2QXSF1h0OAm0YuomglDVYcFkpsaVdSXp+/&#10;jYL+eLgVWe/a9zp+ci/L237/oa9KPU7H7SsIT6P/D/+1M61gGc8XcH8TnoB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Tc4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q2McA&#10;AADdAAAADwAAAGRycy9kb3ducmV2LnhtbESPQWvCQBSE7wX/w/KE3pqN2pYYXUWFQi9CtT3U2zP7&#10;TILZt3F3q6m/visUPA4z8w0znXemEWdyvrasYJCkIIgLq2suFXx9vj1lIHxA1thYJgW/5GE+6z1M&#10;Mdf2whs6b0MpIoR9jgqqENpcSl9UZNAntiWO3sE6gyFKV0rt8BLhppHDNH2VBmuOCxW2tKqoOG5/&#10;jILlOFuePp55fd3sd7T73h9fhi5V6rHfLSYgAnXhHv5vv2sFo2wwgt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+qtjHAAAA3QAAAA8AAAAAAAAAAAAAAAAAmAIAAGRy&#10;cy9kb3ducmV2LnhtbFBLBQYAAAAABAAEAPUAAACMAwAAAAA=&#10;" fillcolor="black" stroked="f"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7xosgA&#10;AADdAAAADwAAAGRycy9kb3ducmV2LnhtbESPT2vCQBTE7wW/w/IKvdWNViWkruKfCoL2oO2hx9fs&#10;a7Ik+zZktxr76buC4HGYmd8w03lna3Gi1hvHCgb9BARx7rThQsHnx+Y5BeEDssbaMSm4kIf5rPcw&#10;xUy7Mx/odAyFiBD2GSooQ2gyKX1ekkXfdw1x9H5cazFE2RZSt3iOcFvLYZJMpEXDcaHEhlYl5dXx&#10;1yr42k1MejA0/N7/Ld/0flwt39eVUk+P3eIVRKAu3MO39lYreEkHI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/vGi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dqjMYA&#10;AADdAAAADwAAAGRycy9kb3ducmV2LnhtbESPT2sCMRTE7wW/Q3gFbzWr0rJsjSIW0UsP9Q9eH5vX&#10;zXY3L9sk6uqnbwqFHoeZ+Q0zW/S2FRfyoXasYDzKQBCXTtdcKTjs1085iBCRNbaOScGNAizmg4cZ&#10;Ftpd+YMuu1iJBOFQoAITY1dIGUpDFsPIdcTJ+3TeYkzSV1J7vCa4beUky16kxZrTgsGOVobKZne2&#10;Cvzy9Nbc+Xxssvv7LWy++u8cjVLDx375CiJSH//Df+2tVjDNx8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dqj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RScUA&#10;AADdAAAADwAAAGRycy9kb3ducmV2LnhtbESPUWsCMRCE34X+h7BCX6TmVLD2apQiFAqKoPUHbC/b&#10;u8Nkc1xWPfvrjSD0cZiZb5j5svNOnamNdWADo2EGirgItubSwOH782UGKgqyRReYDFwpwnLx1Jtj&#10;bsOFd3TeS6kShGOOBiqRJtc6FhV5jMPQECfvN7QeJcm21LbFS4J7p8dZNtUea04LFTa0qqg47k/e&#10;gBv/uLf1a9zI9aA32Z+X3WBrjXnudx/voIQ6+Q8/2l/WwGQ2msL9TX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VFJ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7lsYA&#10;AADdAAAADwAAAGRycy9kb3ducmV2LnhtbESPQWsCMRSE74L/ITyhN81qoZXVKLYi7KUHtxavz81z&#10;s5i8LJtUt/31jVDwOMzMN8xy3TsrrtSFxrOC6SQDQVx53XCt4PC5G89BhIis0XomBT8UYL0aDpaY&#10;a3/jPV3LWIsE4ZCjAhNjm0sZKkMOw8S3xMk7+85hTLKrpe7wluDOylmWvUiHDacFgy29G6ou5bdT&#10;sC1bOzsU5i0cvz5OJ1v87ui4Vepp1G8WICL18RH+bxdawfN8+gr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H7l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gVcAA&#10;AADdAAAADwAAAGRycy9kb3ducmV2LnhtbERPTYvCMBC9C/sfwizsTRNdUKlGkWUFwZNaD96GZLbt&#10;2kxKE2399+YgeHy87+W6d7W4UxsqzxrGIwWC2HhbcaEhP22HcxAhIlusPZOGBwVYrz4GS8ys7/hA&#10;92MsRArhkKGGMsYmkzKYkhyGkW+IE/fnW4cxwbaQtsUuhbtaTpSaSocVp4YSG/opyVyPN6fhfyv3&#10;3ig05/zc7ezs8julWmn99dlvFiAi9fEtfrl3VsP3fJzmpj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kgV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wn4MUA&#10;AADdAAAADwAAAGRycy9kb3ducmV2LnhtbESPQWvCQBSE70L/w/IKvelGBYnRVVQQpMVDVUqPz+wz&#10;Ccm+Dburpv/eFQoeh5n5hpkvO9OIGzlfWVYwHCQgiHOrKy4UnI7bfgrCB2SNjWVS8Ecelou33hwz&#10;be/8TbdDKESEsM9QQRlCm0np85IM+oFtiaN3sc5giNIVUju8R7hp5ChJJtJgxXGhxJY2JeX14WoU&#10;/F6/+LIff67cOvzY7ujr0Tmtlfp471YzEIG68Ar/t3dawTgdTuH5Jj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Cfg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+EsUA&#10;AADdAAAADwAAAGRycy9kb3ducmV2LnhtbERPu27CMBTdK/EP1kViKw6hRSFgEFSq1KVSeQywXeJL&#10;EhFfp7YLab++HpAYj857vuxMI67kfG1ZwWiYgCAurK65VLDfvT9nIHxA1thYJgW/5GG56D3NMdf2&#10;xhu6bkMpYgj7HBVUIbS5lL6oyKAf2pY4cmfrDIYIXSm1w1sMN41Mk2QiDdYcGyps6a2i4rL9MQrW&#10;02z9/fXCn3+b05GOh9PlNXWJUoN+t5qBCNSFh/ju/tAKxlka98c38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P4SxQAAAN0AAAAPAAAAAAAAAAAAAAAAAJgCAABkcnMv&#10;ZG93bnJldi54bWxQSwUGAAAAAAQABAD1AAAAigMAAAAA&#10;" fillcolor="black" stroked="f"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hiMUA&#10;AADdAAAADwAAAGRycy9kb3ducmV2LnhtbESPQWsCMRSE7wX/Q3hCbzWrQpGtURZBWnpareL1uXnd&#10;LG5eliSN23/fFAo9DjPzDbPejrYXiXzoHCuYzwoQxI3THbcKTh/7pxWIEJE19o5JwTcF2G4mD2ss&#10;tbvzgdIxtiJDOJSowMQ4lFKGxpDFMHMDcfY+nbcYs/St1B7vGW57uSiKZ2mx47xgcKCdoeZ2/LIK&#10;0nVXV8t0Sebw7qvWu/r1fK2VepyO1QuISGP8D/+137SC5Woxh983+Qn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KGI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XfDcYA&#10;AADdAAAADwAAAGRycy9kb3ducmV2LnhtbESPQWvCQBSE7wX/w/IEb3VjCmKjq4i0RXupjYIeH9ln&#10;Nph9G7JrTPvru4VCj8PMfMMsVr2tRUetrxwrmIwTEMSF0xWXCo6H18cZCB+QNdaOScEXeVgtBw8L&#10;zLS78yd1eShFhLDPUIEJocmk9IUhi37sGuLoXVxrMUTZllK3eI9wW8s0SabSYsVxwWBDG0PFNb9Z&#10;BX6yeTm92+/n7vxm+CPfmem+NEqNhv16DiJQH/7Df+2tVvA0S1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XfD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A5ECF" w:rsidRDefault="00FA5ECF" w:rsidP="00FA5E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A5ECF" w:rsidRDefault="00FA5ECF" w:rsidP="00FA5EC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ECF" w:rsidRDefault="00FA5ECF" w:rsidP="00FA5E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A5ECF" w:rsidRPr="004A7D10" w:rsidRDefault="00FA5ECF" w:rsidP="00FA5EC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A5ECF" w:rsidRDefault="00FA5ECF" w:rsidP="00FA5EC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A5ECF" w:rsidRPr="00540E13" w:rsidRDefault="00FA5ECF" w:rsidP="00FA5EC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№60</w:t>
      </w:r>
    </w:p>
    <w:p w:rsidR="00FA5ECF" w:rsidRPr="00F043D3" w:rsidRDefault="00FA5ECF" w:rsidP="00FA5EC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A5ECF" w:rsidRPr="00F043D3" w:rsidRDefault="00FA5ECF" w:rsidP="00FA5EC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FA5ECF" w:rsidRPr="00F043D3" w:rsidRDefault="00FA5ECF" w:rsidP="00FA5EC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FA5ECF" w:rsidRPr="00F043D3" w:rsidRDefault="00FA5ECF" w:rsidP="00FA5EC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пе</w:t>
      </w:r>
      <w:r>
        <w:rPr>
          <w:rFonts w:ascii="Times New Roman" w:eastAsia="Calibri" w:hAnsi="Times New Roman" w:cs="Times New Roman"/>
          <w:b/>
          <w:sz w:val="24"/>
          <w:szCs w:val="24"/>
        </w:rPr>
        <w:t>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Макогончук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С.К.</w:t>
      </w:r>
    </w:p>
    <w:p w:rsidR="00FA5ECF" w:rsidRPr="00F043D3" w:rsidRDefault="00FA5ECF" w:rsidP="00FA5EC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FA5ECF" w:rsidRPr="00F043D3" w:rsidRDefault="00FA5ECF" w:rsidP="00FA5E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>»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Макогончук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С.К.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FA5ECF" w:rsidRPr="00F043D3" w:rsidRDefault="00FA5ECF" w:rsidP="00FA5E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A5ECF" w:rsidRPr="00F043D3" w:rsidRDefault="00FA5ECF" w:rsidP="00FA5E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Макогончук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ітлані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Костянтинівні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</w:t>
      </w:r>
      <w:r>
        <w:rPr>
          <w:rFonts w:ascii="Times New Roman" w:eastAsia="Calibri" w:hAnsi="Times New Roman" w:cs="Times New Roman"/>
          <w:sz w:val="24"/>
          <w:szCs w:val="24"/>
        </w:rPr>
        <w:t>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1,4269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рада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FA5ECF" w:rsidRPr="00F043D3" w:rsidRDefault="00FA5ECF" w:rsidP="00FA5E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Макогончук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ітлані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Костянтинівні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F043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зареєс</w:t>
      </w:r>
      <w:r>
        <w:rPr>
          <w:rFonts w:ascii="Times New Roman" w:eastAsia="Calibri" w:hAnsi="Times New Roman" w:cs="Times New Roman"/>
          <w:sz w:val="24"/>
        </w:rPr>
        <w:t>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056DC">
        <w:rPr>
          <w:rFonts w:ascii="Times New Roman" w:eastAsia="Calibri" w:hAnsi="Times New Roman" w:cs="Times New Roman"/>
          <w:sz w:val="24"/>
          <w:lang w:val="en-US"/>
        </w:rPr>
        <w:t>____________</w:t>
      </w:r>
      <w:r w:rsidRPr="00F043D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3056DC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1,4269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6823984000:03:018:0339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FA5ECF" w:rsidRPr="00F043D3" w:rsidRDefault="00FA5ECF" w:rsidP="00FA5E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3.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Макогончук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С.К.,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FA5ECF" w:rsidRDefault="00FA5ECF" w:rsidP="00FA5E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FA5ECF" w:rsidRPr="00F043D3" w:rsidRDefault="00FA5ECF" w:rsidP="00FA5E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A5ECF" w:rsidRDefault="00FA5ECF" w:rsidP="00FA5EC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753C9D" w:rsidRDefault="00753C9D"/>
    <w:sectPr w:rsidR="00753C9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43B" w:rsidRDefault="00A9643B">
      <w:pPr>
        <w:spacing w:after="0" w:line="240" w:lineRule="auto"/>
      </w:pPr>
      <w:r>
        <w:separator/>
      </w:r>
    </w:p>
  </w:endnote>
  <w:endnote w:type="continuationSeparator" w:id="0">
    <w:p w:rsidR="00A9643B" w:rsidRDefault="00A964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43B" w:rsidRDefault="00A9643B">
      <w:pPr>
        <w:spacing w:after="0" w:line="240" w:lineRule="auto"/>
      </w:pPr>
      <w:r>
        <w:separator/>
      </w:r>
    </w:p>
  </w:footnote>
  <w:footnote w:type="continuationSeparator" w:id="0">
    <w:p w:rsidR="00A9643B" w:rsidRDefault="00A964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ECF"/>
    <w:rsid w:val="003056DC"/>
    <w:rsid w:val="00753C9D"/>
    <w:rsid w:val="00827C32"/>
    <w:rsid w:val="00A9643B"/>
    <w:rsid w:val="00FA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C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A5EC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A5EC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A5ECF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EC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A5EC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A5EC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A5ECF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cp:lastPrinted>2009-07-13T00:38:00Z</cp:lastPrinted>
  <dcterms:created xsi:type="dcterms:W3CDTF">2020-12-24T18:06:00Z</dcterms:created>
  <dcterms:modified xsi:type="dcterms:W3CDTF">2020-12-24T18:55:00Z</dcterms:modified>
</cp:coreProperties>
</file>