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82" w:rsidRDefault="00A85D82" w:rsidP="00A85D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85D82" w:rsidRDefault="00A85D82" w:rsidP="00A85D82"/>
    <w:p w:rsidR="00A85D82" w:rsidRDefault="00A85D82" w:rsidP="00A85D82"/>
    <w:p w:rsidR="00A85D82" w:rsidRDefault="00A85D82" w:rsidP="00A85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85D82" w:rsidRDefault="00A85D82" w:rsidP="00A85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85D82" w:rsidRDefault="00A85D82" w:rsidP="00A85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85D82" w:rsidRDefault="00A85D82" w:rsidP="00A85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85D82" w:rsidRDefault="00A85D82" w:rsidP="00A85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D82" w:rsidRDefault="00A85D82" w:rsidP="00A85D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85D82" w:rsidRDefault="00A85D82" w:rsidP="00A85D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5D82" w:rsidRDefault="00A85D82" w:rsidP="00A85D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85D82" w:rsidRPr="00754841" w:rsidRDefault="00A85D82" w:rsidP="00A85D8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№51</w:t>
      </w:r>
    </w:p>
    <w:p w:rsidR="00A85D82" w:rsidRDefault="00A85D82" w:rsidP="00A85D8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85D82" w:rsidRPr="003A5171" w:rsidRDefault="00A85D82" w:rsidP="00A85D8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85D82" w:rsidRPr="003A5171" w:rsidRDefault="00A85D82" w:rsidP="00A85D8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A85D82" w:rsidRPr="003A5171" w:rsidRDefault="00A85D82" w:rsidP="00A85D8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85D82" w:rsidRPr="003A5171" w:rsidRDefault="00A85D82" w:rsidP="00A85D8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Тишенко О.О.</w:t>
      </w:r>
    </w:p>
    <w:p w:rsidR="00A85D82" w:rsidRPr="003A5171" w:rsidRDefault="00A85D82" w:rsidP="00A85D8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5D82" w:rsidRPr="003A5171" w:rsidRDefault="00A85D82" w:rsidP="00A85D8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Земельного кодексу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Тишенко О.О.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85D82" w:rsidRPr="00875C2B" w:rsidRDefault="00A85D82" w:rsidP="00A85D8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85D82" w:rsidRPr="00875C2B" w:rsidRDefault="00A85D82" w:rsidP="00A85D8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Тишенко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Олегівні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17465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проекту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га,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6823984000:03:012:0192),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благоустрою.</w:t>
      </w:r>
    </w:p>
    <w:p w:rsidR="00A85D82" w:rsidRPr="00875C2B" w:rsidRDefault="00A85D82" w:rsidP="00A85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5C2B">
        <w:rPr>
          <w:rFonts w:ascii="Times New Roman" w:hAnsi="Times New Roman" w:cs="Times New Roman"/>
          <w:sz w:val="24"/>
          <w:szCs w:val="24"/>
        </w:rPr>
        <w:t xml:space="preserve">   2.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85D82" w:rsidRPr="00875C2B" w:rsidRDefault="00A85D82" w:rsidP="00A85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5D82" w:rsidRPr="00875C2B" w:rsidRDefault="00A85D82" w:rsidP="00A85D8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5D82" w:rsidRPr="00875C2B" w:rsidRDefault="00A85D82" w:rsidP="00A85D8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5D82" w:rsidRPr="00875C2B" w:rsidRDefault="00A85D82" w:rsidP="00A85D8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E46A7" w:rsidRPr="00A85D82" w:rsidRDefault="00A85D82" w:rsidP="00A85D8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E46A7" w:rsidRPr="00A85D8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82"/>
    <w:rsid w:val="00171A2E"/>
    <w:rsid w:val="0017465F"/>
    <w:rsid w:val="001E46A7"/>
    <w:rsid w:val="00304C90"/>
    <w:rsid w:val="00505B6D"/>
    <w:rsid w:val="006D3977"/>
    <w:rsid w:val="007D6C18"/>
    <w:rsid w:val="00A85D8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2020-07-29T14:45:00Z</dcterms:created>
  <dcterms:modified xsi:type="dcterms:W3CDTF">2020-07-29T17:39:00Z</dcterms:modified>
</cp:coreProperties>
</file>