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2A8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2A8" w:rsidRDefault="00517A3B" w:rsidP="00AC32A8">
      <w:pPr>
        <w:jc w:val="both"/>
        <w:rPr>
          <w:rFonts w:ascii="Times New Roman" w:hAnsi="Times New Roman" w:cs="Times New Roman"/>
        </w:rPr>
      </w:pPr>
      <w:r w:rsidRPr="00517A3B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C32A8" w:rsidRDefault="00AC32A8" w:rsidP="00AC32A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2A8" w:rsidRDefault="00AC32A8" w:rsidP="00AC32A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C32A8" w:rsidRDefault="00AC32A8" w:rsidP="00AC32A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C32A8" w:rsidRDefault="00AC32A8" w:rsidP="00AC32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2A8" w:rsidRDefault="00AC32A8" w:rsidP="00AC32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32A8" w:rsidRPr="008B6866" w:rsidRDefault="00AC32A8" w:rsidP="00AC32A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B6866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  <w:proofErr w:type="spellStart"/>
      <w:r w:rsidRPr="008B6866">
        <w:rPr>
          <w:rFonts w:ascii="Times New Roman" w:hAnsi="Times New Roman" w:cs="Times New Roman"/>
          <w:b/>
          <w:sz w:val="24"/>
          <w:szCs w:val="24"/>
        </w:rPr>
        <w:t>Ковби</w:t>
      </w:r>
      <w:proofErr w:type="spellEnd"/>
      <w:r w:rsidRPr="008B6866">
        <w:rPr>
          <w:rFonts w:ascii="Times New Roman" w:hAnsi="Times New Roman" w:cs="Times New Roman"/>
          <w:b/>
          <w:sz w:val="24"/>
          <w:szCs w:val="24"/>
        </w:rPr>
        <w:t xml:space="preserve"> В.А.</w:t>
      </w: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2A8" w:rsidRPr="008B6866" w:rsidRDefault="00AC32A8" w:rsidP="00AC32A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32A8" w:rsidRPr="008B6866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proofErr w:type="spellStart"/>
      <w:r w:rsidRPr="008B6866">
        <w:rPr>
          <w:rFonts w:ascii="Times New Roman" w:hAnsi="Times New Roman" w:cs="Times New Roman"/>
          <w:sz w:val="24"/>
          <w:szCs w:val="24"/>
        </w:rPr>
        <w:t>заявуКовби</w:t>
      </w:r>
      <w:proofErr w:type="spellEnd"/>
      <w:r w:rsidRPr="008B6866">
        <w:rPr>
          <w:rFonts w:ascii="Times New Roman" w:hAnsi="Times New Roman" w:cs="Times New Roman"/>
          <w:sz w:val="24"/>
          <w:szCs w:val="24"/>
        </w:rPr>
        <w:t xml:space="preserve"> В.А., сільська  рада ВИРІШИЛА:</w:t>
      </w:r>
    </w:p>
    <w:p w:rsidR="00AC32A8" w:rsidRPr="008B6866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8B6866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8B6866">
        <w:rPr>
          <w:rFonts w:ascii="Times New Roman" w:hAnsi="Times New Roman" w:cs="Times New Roman"/>
          <w:sz w:val="24"/>
          <w:szCs w:val="24"/>
        </w:rPr>
        <w:t xml:space="preserve"> Василю Анатолійовичу,  який зареєстрована за адресою: </w:t>
      </w:r>
      <w:r w:rsidR="00A05D3E" w:rsidRPr="00A05D3E">
        <w:rPr>
          <w:rFonts w:ascii="Times New Roman" w:hAnsi="Times New Roman" w:cs="Times New Roman"/>
          <w:sz w:val="24"/>
          <w:szCs w:val="24"/>
        </w:rPr>
        <w:t>_____________</w:t>
      </w:r>
      <w:r w:rsidRPr="008B6866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A05D3E" w:rsidRPr="00A05D3E">
        <w:rPr>
          <w:rFonts w:ascii="Times New Roman" w:hAnsi="Times New Roman" w:cs="Times New Roman"/>
          <w:sz w:val="24"/>
          <w:szCs w:val="24"/>
        </w:rPr>
        <w:t>_____________</w:t>
      </w:r>
      <w:r w:rsidRPr="008B6866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0,1444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6866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6823984000:02:002:0066), для будівництва і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8B6866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8B6866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8B6866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8B6866">
        <w:rPr>
          <w:rFonts w:ascii="Times New Roman" w:hAnsi="Times New Roman" w:cs="Times New Roman"/>
          <w:sz w:val="24"/>
          <w:szCs w:val="24"/>
        </w:rPr>
        <w:t>,  вулиця Лісна, 23.</w:t>
      </w:r>
    </w:p>
    <w:p w:rsidR="00AC32A8" w:rsidRPr="008B6866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8B6866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8B6866">
        <w:rPr>
          <w:rFonts w:ascii="Times New Roman" w:hAnsi="Times New Roman" w:cs="Times New Roman"/>
          <w:sz w:val="24"/>
          <w:szCs w:val="24"/>
        </w:rPr>
        <w:t>Ковбі</w:t>
      </w:r>
      <w:proofErr w:type="spellEnd"/>
      <w:r w:rsidRPr="008B6866">
        <w:rPr>
          <w:rFonts w:ascii="Times New Roman" w:hAnsi="Times New Roman" w:cs="Times New Roman"/>
          <w:sz w:val="24"/>
          <w:szCs w:val="24"/>
        </w:rPr>
        <w:t xml:space="preserve"> В.А., посвідчити своє право  в  установленому  законом  порядку.</w:t>
      </w:r>
    </w:p>
    <w:p w:rsidR="00AC32A8" w:rsidRPr="008B6866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6866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C32A8" w:rsidRPr="008B6866" w:rsidRDefault="00AC32A8" w:rsidP="00AC32A8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AC32A8" w:rsidRPr="00AC32A8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03E50" w:rsidRPr="00AC32A8" w:rsidRDefault="00AC32A8" w:rsidP="00AC32A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6866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8B6866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8B6866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03E50" w:rsidRPr="00AC32A8" w:rsidSect="00403E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C32A8"/>
    <w:rsid w:val="00171A2E"/>
    <w:rsid w:val="00304C90"/>
    <w:rsid w:val="00403E50"/>
    <w:rsid w:val="00505B6D"/>
    <w:rsid w:val="00517A3B"/>
    <w:rsid w:val="006252BC"/>
    <w:rsid w:val="00641CC4"/>
    <w:rsid w:val="006D3977"/>
    <w:rsid w:val="007D6C18"/>
    <w:rsid w:val="00A05D3E"/>
    <w:rsid w:val="00AC32A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2A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264</Words>
  <Characters>1506</Characters>
  <Application>Microsoft Office Word</Application>
  <DocSecurity>0</DocSecurity>
  <Lines>12</Lines>
  <Paragraphs>3</Paragraphs>
  <ScaleCrop>false</ScaleCrop>
  <Company>Microsoft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3</cp:revision>
  <dcterms:created xsi:type="dcterms:W3CDTF">2019-12-11T11:37:00Z</dcterms:created>
  <dcterms:modified xsi:type="dcterms:W3CDTF">2019-12-11T12:10:00Z</dcterms:modified>
</cp:coreProperties>
</file>