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4B0" w:rsidRPr="00B623A8" w:rsidRDefault="00BA64B0" w:rsidP="00BA64B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F20A01" wp14:editId="6F76AE6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294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95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4B0" w:rsidRDefault="00BA64B0" w:rsidP="00BA6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STD8YA&#10;AADeAAAADwAAAGRycy9kb3ducmV2LnhtbESPQWvCQBCF7wX/wzKCt2bTSKtGVxGxxYMg2uY+ZMck&#10;NDsbsqum/75zKPQ2w7x5732rzeBadac+NJ4NvCQpKOLS24YrA1+f789zUCEiW2w9k4EfCrBZj55W&#10;mFv/4DPdL7FSYsIhRwN1jF2udShrchgS3xHL7ep7h1HWvtK2x4eYu1ZnafqmHTYsCTV2tKup/L7c&#10;nAE//Tgciyo7T/c8i7w9za/FcDRmMh62S1CRhvgv/vs+WKmfLV4FQHBkBr3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STD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EN8cA&#10;AADeAAAADwAAAGRycy9kb3ducmV2LnhtbERPS2sCMRC+F/ofwgi9iGYVtHVrlCJsrT0UfIDXYTPd&#10;rN1MliTVrb++KQi9zcf3nPmys404kw+1YwWjYQaCuHS65krBYV8MnkCEiKyxcUwKfijAcnF/N8dc&#10;uwtv6byLlUghHHJUYGJscylDachiGLqWOHGfzluMCfpKao+XFG4bOc6yqbRYc2ow2NLKUPm1+7YK&#10;TsWHOa4er6++P9vStV+8r5vNVKmHXvfyDCJSF//FN/ebTvPHs8kI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shD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2+QcUA&#10;AADeAAAADwAAAGRycy9kb3ducmV2LnhtbESP0YrCMBBF3xf8hzCCL4umVlbcrlFEVMQXUfcDhmZs&#10;yjaT0kRb/94Iwr7NcO/cc2e+7Gwl7tT40rGC8SgBQZw7XXKh4PeyHc5A+ICssXJMCh7kYbnofcwx&#10;067lE93PoRAxhH2GCkwIdSalzw1Z9CNXE0ft6hqLIa5NIXWDbQy3lUyTZCotlhwJBmtaG8r/zjcb&#10;IccJHg/X9rLdddji5mD4c3VSatDvVj8gAnXh3/y+3utYP/3+SuH1TpxB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b5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UO4MUA&#10;AADeAAAADwAAAGRycy9kb3ducmV2LnhtbERPTUsDMRC9C/6HMII3m3W11a5NS6kKUvBgFaS3YTPd&#10;XbqZhGTsrv/eCIK3ebzPWaxG16sTxdR5NnA9KUAR19523Bj4eH++ugeVBNli75kMfFOC1fL8bIGV&#10;9QO/0WknjcohnCo00IqESutUt+QwTXwgztzBR4eSYWy0jTjkcNfrsihm2mHHuaHFQJuW6uPuyxl4&#10;HZ7C9m42PYR9vC11erTyuRFjLi/G9QMooVH+xX/uF5vnl/PpD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ZQ7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iDrscA&#10;AADeAAAADwAAAGRycy9kb3ducmV2LnhtbESPzWrDMBCE74W8g9hCLiWR47QhdS2HUJJScgn5eYDF&#10;2lim1spYqu28fVUo9LbLzM43m29G24ieOl87VrCYJyCIS6drrhRcL/vZGoQPyBobx6TgTh42xeQh&#10;x0y7gU/Un0MlYgj7DBWYENpMSl8asujnriWO2s11FkNcu0rqDocYbhuZJslKWqw5Egy29G6o/Dp/&#10;2wg5LvF4uA2X/ceIA+4Ohp+2J6Wmj+P2DUSgMfyb/64/dayfvr48w+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Ig6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AzD8QA&#10;AADeAAAADwAAAGRycy9kb3ducmV2LnhtbERPTUvDQBC9C/0PyxS82Y3BVE27LVIVRPBgFaS3ITtN&#10;gtnZZXds4r93BcHbPN7nrLeTG9SJYuo9G7hcFKCIG297bg28vz1e3IBKgmxx8EwGvinBdjM7W2Nt&#10;/civdNpLq3IIpxoNdCKh1jo1HTlMCx+IM3f00aFkGFttI4453A26LIqldthzbugw0K6j5nP/5Qy8&#10;jA/h+XpZHcMhXpU63Vv52Ikx5/PpbgVKaJJ/8Z/7yeb55W1Vwe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AMw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ewkcUA&#10;AADeAAAADwAAAGRycy9kb3ducmV2LnhtbERP22oCMRB9F/oPYQp9KTWrRalbo2ghVKggXsDXYTPu&#10;Lt1MliR1t39vCgXf5nCuM1/2thFX8qF2rGA0zEAQF87UXCo4HfXLG4gQkQ02jknBLwVYLh4Gc8yN&#10;63hP10MsRQrhkKOCKsY2lzIUFVkMQ9cSJ+7ivMWYoC+l8dilcNvIcZZNpcWaU0OFLX1UVHwffqyC&#10;9a4rX/1zse7d1+XzPNHa6K1W6umxX72DiNTHu/jfvTFp/ng2mcLfO+kG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7C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tf9cMA&#10;AADeAAAADwAAAGRycy9kb3ducmV2LnhtbERP3WrCMBS+H/gO4Qi7m6llblqNIo7CGLuZ+gCH5thU&#10;m5OSxNq9/TIQvDsf3+9ZbQbbip58aBwrmE4yEMSV0w3XCo6H8mUOIkRkja1jUvBLATbr0dMKC+1u&#10;/EP9PtYihXAoUIGJsSukDJUhi2HiOuLEnZy3GBP0tdQebynctjLPsjdpseHUYLCjnaHqsr9aBeVX&#10;/t1frtqXbju8WpqZ8/zDKPU8HrZLEJGG+BDf3Z86zc8Xs3f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tf9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SBeMgA&#10;AADeAAAADwAAAGRycy9kb3ducmV2LnhtbESPQUsDMRCF74L/IUzBi7RZKxXdNi1WCAoWxFboddhM&#10;d5duJksSu+u/dw6Ctxnem/e+WW1G36kLxdQGNnA3K0ARV8G1XBv4OtjpI6iUkR12gcnADyXYrK+v&#10;Vli6MPAnXfa5VhLCqUQDTc59qXWqGvKYZqEnFu0Uoscsa6y1izhIuO/0vCgetMeWpaHBnl4aqs77&#10;b29g+zHU9/G22o7h/fR6XFjr7M4aczMZn5egMo353/x3/eYEf/60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xIF4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huHMMA&#10;AADeAAAADwAAAGRycy9kb3ducmV2LnhtbERP3WrCMBS+F3yHcITdaboyRbtGEaUwxm50e4BDc9Z0&#10;bU5KEmv39stgsLvz8f2e8jDZXozkQ+tYweMqA0FcO91yo+DjvVpuQYSIrLF3TAq+KcBhP5+VWGh3&#10;5wuN19iIFMKhQAUmxqGQMtSGLIaVG4gT9+m8xZigb6T2eE/htpd5lm2kxZZTg8GBTobq7nqzCqrX&#10;/G3sbtpX7jg9WVqbr+3ZKPWwmI7PICJN8V/8537RaX6+W+/g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huH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CT1MQA&#10;AADeAAAADwAAAGRycy9kb3ducmV2LnhtbESPzW7CQAyE75V4h5WReisbfgWBBVVIVOVI4AGsrEki&#10;st6Q3ZLw9vUBiZstj2fm2+x6V6sHtaHybGA8SkAR595WXBi4nA9fS1AhIlusPZOBJwXYbQcfG0yt&#10;7/hEjywWSkw4pGigjLFJtQ55SQ7DyDfEcrv61mGUtS20bbETc1frSZIstMOKJaHEhvYl5bfszxmY&#10;Pbufeza/JQfraHycNkeO+dyYz2H/vQYVqY9v8ev710r9yWohAIIjM+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gk9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4g4MMA&#10;AADeAAAADwAAAGRycy9kb3ducmV2LnhtbERPTWvCQBC9F/wPyxR6azbmEGrqKlJRiqc2Rs9DdkxC&#10;s7Mhu4nx37uC0Ns83ucs15NpxUi9aywrmEcxCOLS6oYrBcVx9/4Bwnlkja1lUnAjB+vV7GWJmbZX&#10;/qUx95UIIewyVFB732VSurImgy6yHXHgLrY36APsK6l7vIZw08okjlNpsOHQUGNHXzWVf/lgFAzp&#10;OSn4ctA/+fa2X2x3GydPlVJvr9PmE4Snyf+Ln+5vHeYni3QOj3fCDXJ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24g4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MOisYA&#10;AADeAAAADwAAAGRycy9kb3ducmV2LnhtbERPTWvCQBC9F/oflhG8NRujBI2uYgtC7aFSqwdvY3ZM&#10;UrOzMbvV9N+7hUJv83ifM1t0phZXal1lWcEgikEQ51ZXXCjYfa6exiCcR9ZYWyYFP+RgMX98mGGm&#10;7Y0/6Lr1hQgh7DJUUHrfZFK6vCSDLrINceBOtjXoA2wLqVu8hXBTyySOU2mw4tBQYkMvJeXn7bdR&#10;sN+M08nmeT36ens/4tDoy0FXqVL9XrecgvDU+X/xn/tVh/nJJE3g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MOi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Y8hcQA&#10;AADeAAAADwAAAGRycy9kb3ducmV2LnhtbERPS2vCQBC+F/wPywi91U2jBBuzER9oiydrBa9DdkxC&#10;s7Mhu9XYX+8Khd7m43tONu9NIy7UudqygtdRBIK4sLrmUsHxa/MyBeE8ssbGMim4kYN5PnjKMNX2&#10;yp90OfhShBB2KSqovG9TKV1RkUE3si1x4M62M+gD7EqpO7yGcNPIOIoSabDm0FBhS6uKiu/Dj1Hw&#10;m5xw797j5XqsPd0m063d7bdKPQ/7xQyEp97/i//cHzrMj9+SMTzeCTf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mPI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bNX8MA&#10;AADeAAAADwAAAGRycy9kb3ducmV2LnhtbERPzYrCMBC+L/gOYQRva2qpotUosih4c60+wNCMabGZ&#10;1CardZ9+s7Cwt/n4fme16W0jHtT52rGCyTgBQVw6XbNRcDnv3+cgfEDW2DgmBS/ysFkP3laYa/fk&#10;Ez2KYEQMYZ+jgiqENpfSlxVZ9GPXEkfu6jqLIcLOSN3hM4bbRqZJMpMWa44NFbb0UVF5K76sgrtL&#10;p7ovdni87RaftTHZ/fuUKTUa9tsliEB9+Bf/uQ86zk8Xswx+34k3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bNX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YOL8MA&#10;AADeAAAADwAAAGRycy9kb3ducmV2LnhtbERPyW7CMBC9V+IfrEHiVhyoCBAwiFZC4spy4DjYQxKI&#10;xyF2IfD1daVKvc3TW2e+bG0l7tT40rGCQT8BQaydKTlXcNiv3ycgfEA2WDkmBU/ysFx03uaYGffg&#10;Ld13IRcxhH2GCooQ6kxKrwuy6PuuJo7c2TUWQ4RNLk2DjxhuKzlMklRaLDk2FFjTV0H6uvu2Cjbl&#10;iUapPk/t5FNvj69b+BhfjFK9bruagQjUhn/xn3tj4vzhNB3B7zvxBr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YOL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Vpj8YA&#10;AADeAAAADwAAAGRycy9kb3ducmV2LnhtbERP0WrCQBB8F/yHY4W+6cU8hJp6BiMIlrZCVdrXJbfN&#10;BXN7IXeN8e97hULfZnd2ZnbWxWhbMVDvG8cKlosEBHHldMO1gst5P38E4QOyxtYxKbiTh2Iznawx&#10;1+7G7zScQi2iCfscFZgQulxKXxmy6BeuI47cl+sthjj2tdQ93qK5bWWaJJm02HBMMNjRzlB1PX1b&#10;BQMe78mnKd9Wz81rlR7Ljxcd9+phNm6fQAQaw//xn/qg4/vpKsvgt07E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Vpj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TjsMA&#10;AADeAAAADwAAAGRycy9kb3ducmV2LnhtbERPPU/DMBDdkfofrKvERp1mKBDqVlWlIkYIDIxHfI1T&#10;4rvIdpvAr8dISGz39D5vvZ18ry4UYidsYLkoQBE3YjtuDby9Hm7uQMWEbLEXJgNfFGG7mV2tsbIy&#10;8gtd6tSqHMKxQgMupaHSOjaOPMaFDMSZO0rwmDIMrbYBxxzue10WxUp77Dg3OBxo76j5rM/ewPjY&#10;fJzK47t132GQQ/0sp7IXY67n0+4BVKIp/Yv/3E82zy/vV7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QTj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OX68gA&#10;AADeAAAADwAAAGRycy9kb3ducmV2LnhtbESPS0/DMBCE70j8B2uRuFGHHEpJ61Z9UAmhItTXfYmX&#10;JNReR7Fpw79nD5W47WpmZ76dzHrv1Jm62AQ28DjIQBGXwTZcGTjs1w8jUDEhW3SBycAvRZhNb28m&#10;WNhw4S2dd6lSEsKxQAN1Sm2hdSxr8hgHoSUW7St0HpOsXaVthxcJ907nWTbUHhuWhhpbWtZUnnY/&#10;3sD6Y+W+8/ft/KjT8uXp043eFquNMfd3/XwMKlGf/s3X61cr+PnzUHjlHZlBT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k5fr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nv5MYA&#10;AADeAAAADwAAAGRycy9kb3ducmV2LnhtbERP32vCMBB+H/g/hBP2MjS1Q9HOWGQwdOBgU8HXs7m1&#10;xeZSkqx2//0iCHu7j+/nLfPeNKIj52vLCibjBARxYXXNpYLj4W00B+EDssbGMin4JQ/5avCwxEzb&#10;K39Rtw+liCHsM1RQhdBmUvqiIoN+bFviyH1bZzBE6EqpHV5juGlkmiQzabDm2FBhS68VFZf9j1HQ&#10;fe7O5bbz7ftl/uSnz+fN5kOflHoc9usXEIH68C++u7c6zk8XswXc3o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nv5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uuckA&#10;AADeAAAADwAAAGRycy9kb3ducmV2LnhtbESPT2/CMAzF75P2HSJP2m2kq/YHCgGNSZN2QRqMA9xM&#10;Y9qKxumSDAqfHh8m7WbLz++932TWu1YdKcTGs4HHQQaKuPS24crA+vvjYQgqJmSLrWcycKYIs+nt&#10;zQQL60+8pOMqVUpMOBZooE6pK7SOZU0O48B3xHLb++AwyRoqbQOexNy1Os+yF+2wYUmosaP3msrD&#10;6tcZmI+G85+vJ15clrstbTe7w3MeMmPu7/q3MahEffoX/31/Wqmfj14FQHBkBj2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qauuckAAADeAAAADwAAAAAAAAAAAAAAAACYAgAA&#10;ZHJzL2Rvd25yZXYueG1sUEsFBgAAAAAEAAQA9QAAAI4DAAAAAA==&#10;" fillcolor="black" stroked="f"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FIsYA&#10;AADeAAAADwAAAGRycy9kb3ducmV2LnhtbERPS2vCQBC+C/6HZQq96cZAfaSuon1AoXrwcfA4zU6T&#10;JdnZkN1q2l/fFQRv8/E9Z77sbC3O1HrjWMFomIAgzp02XCg4Ht4HUxA+IGusHZOCX/KwXPR7c8y0&#10;u/COzvtQiBjCPkMFZQhNJqXPS7Loh64hjty3ay2GCNtC6hYvMdzWMk2SsbRoODaU2NBLSXm1/7EK&#10;Tp9jM90ZSr82f+s3vXmq1tvXSqnHh271DCJQF+7im/tDx/npbDKC6zvxBr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kFI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n2Z8QA&#10;AADeAAAADwAAAGRycy9kb3ducmV2LnhtbERPPW/CMBDdK/EfrENiKw4ZKKQYhKgQXTpAi7qe4muc&#10;Jj6ntoHAr6+RKnW7p/d5i1VvW3EmH2rHCibjDARx6XTNlYKP9+3jDESIyBpbx6TgSgFWy8HDAgvt&#10;Lryn8yFWIoVwKFCBibErpAylIYth7DrixH05bzEm6CupPV5SuG1lnmVTabHm1GCwo42hsjmcrAK/&#10;/nxpbnw6Ntnt7Rp23/3PDI1So2G/fgYRqY//4j/3q07z8/lTDvd30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p9m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Tlt8QA&#10;AADeAAAADwAAAGRycy9kb3ducmV2LnhtbERP22rCQBB9L/gPyxR8KbpphFqjq0ihIFQKWj9gzI5J&#10;6O5syE419uvdQsG3OZzrLFa9d+pMXWwCG3geZ6CIy2Abrgwcvt5Hr6CiIFt0gcnAlSKsloOHBRY2&#10;XHhH571UKoVwLNBALdIWWseyJo9xHFrixJ1C51ES7CptO7ykcO90nmUv2mPDqaHGlt5qKr/3P96A&#10;y49u9jGNW7ke9Db79bJ7+rTGDB/79RyUUC938b97Y9P8fDadwN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U5b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08mcUA&#10;AADeAAAADwAAAGRycy9kb3ducmV2LnhtbERPyWrDMBC9F/IPYgq5NXJN6OJGCVkI+NJD3ZRcJ9bE&#10;MpFGxlISp19fFQq9zeOtM1sMzooL9aH1rOBxkoEgrr1uuVGw+9w+vIAIEVmj9UwKbhRgMR/dzbDQ&#10;/sofdKliI1IIhwIVmBi7QspQG3IYJr4jTtzR9w5jgn0jdY/XFO6szLPsSTpsOTUY7GhtqD5VZ6dg&#10;U3U235VmFfZf74eDLb+3tN8oNb4flm8gIg3xX/znLnWan78+T+H3nXSD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rTyZ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QrNMIA&#10;AADeAAAADwAAAGRycy9kb3ducmV2LnhtbERPS2sCMRC+C/0PYQq9aVLBR1ejlFJB8OTr0NuQjLur&#10;m8myie723xtB8DYf33Pmy85V4kZNKD1r+BwoEMTG25JzDYf9qj8FESKyxcozafinAMvFW2+OmfUt&#10;b+m2i7lIIRwy1FDEWGdSBlOQwzDwNXHiTr5xGBNscmkbbFO4q+RQqbF0WHJqKLCmn4LMZXd1Gs4r&#10;ufFGoTkeju3aTv5+x1QprT/eu+8ZiEhdfImf7rVN84dfkxE83kk3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5Cs0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5GJMQA&#10;AADeAAAADwAAAGRycy9kb3ducmV2LnhtbERPS2vCQBC+F/wPywi91Y0RrEZXUUEoLT34QDyO2TEJ&#10;yc6G3VXTf98tFLzNx/ec+bIzjbiT85VlBcNBAoI4t7riQsHxsH2bgPABWWNjmRT8kIflovcyx0zb&#10;B+/ovg+FiCHsM1RQhtBmUvq8JIN+YFviyF2tMxgidIXUDh8x3DQyTZKxNFhxbCixpU1Jeb2/GQXn&#10;2xdfv0efK7cOJ9sdfJ1eJrVSr/1uNQMRqAtP8b/7Q8f56fR9DH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eRi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82zcYA&#10;AADeAAAADwAAAGRycy9kb3ducmV2LnhtbERPS2sCMRC+C/6HMIXeNNulvlajqFDwUlDbQ72Nm3F3&#10;cTNZk1S3/npTKPQ2H99zZovW1OJKzleWFbz0ExDEudUVFwo+P956YxA+IGusLZOCH/KwmHc7M8y0&#10;vfGOrvtQiBjCPkMFZQhNJqXPSzLo+7YhjtzJOoMhQldI7fAWw00t0yQZSoMVx4YSG1qXlJ/330bB&#10;ajJeXbav/H7fHQ90+DqeB6lLlHp+apdTEIHa8C/+c290nJ9ORiP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82zcYAAADeAAAADwAAAAAAAAAAAAAAAACYAgAAZHJz&#10;L2Rvd25yZXYueG1sUEsFBgAAAAAEAAQA9QAAAIsDAAAAAA==&#10;" fillcolor="black" stroked="f"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apFcYA&#10;AADeAAAADwAAAGRycy9kb3ducmV2LnhtbESPT0/DMAzF70h8h8hI3FjKkPhTlk3VJATi1G0grl5j&#10;morGqZKQlW+PD0jcbL3n935ebWY/qkIxDYENXC8qUMRdsAP3Bt4OT1f3oFJGtjgGJgM/lGCzPj9b&#10;YW3DiXdU9rlXEsKpRgMu56nWOnWOPKZFmIhF+wzRY5Y19tpGPEm4H/Wyqm61x4GlweFEW0fd1/7b&#10;GyjHbdvclI/idq+x6WNon9+PrTGXF3PzCCrTnP/Nf9cvVvCXD3fCK+/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apF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ZIh8UA&#10;AADeAAAADwAAAGRycy9kb3ducmV2LnhtbERPTWvCQBC9F/wPywje6kYPtomuItJK20ttFPQ4ZMds&#10;MDsbstsY/fXdQqG3ebzPWax6W4uOWl85VjAZJyCIC6crLhUc9q+PzyB8QNZYOyYFN/KwWg4eFphp&#10;d+Uv6vJQihjCPkMFJoQmk9IXhiz6sWuII3d2rcUQYVtK3eI1httaTpNkJi1WHBsMNrQxVFzyb6vA&#10;TzYvxw97T7vT1vBn/m5mu9IoNRr26zmIQH34F/+533ScP02fUv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hki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64B0" w:rsidRDefault="00BA64B0" w:rsidP="00BA6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64B0" w:rsidRDefault="00BA64B0" w:rsidP="00BA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64B0" w:rsidRDefault="00BA64B0" w:rsidP="00BA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64B0" w:rsidRDefault="00BA64B0" w:rsidP="00BA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64B0" w:rsidRDefault="00BA64B0" w:rsidP="00BA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64B0" w:rsidRDefault="00BA64B0" w:rsidP="00BA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A64B0" w:rsidRDefault="00BA64B0" w:rsidP="00BA64B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A64B0" w:rsidRDefault="00BA64B0" w:rsidP="00BA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A64B0" w:rsidRDefault="00BA64B0" w:rsidP="00BA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A64B0" w:rsidRDefault="00BA64B0" w:rsidP="00BA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64B0" w:rsidRDefault="00BA64B0" w:rsidP="00BA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A64B0" w:rsidRDefault="00BA64B0" w:rsidP="00BA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64B0" w:rsidRDefault="00BA64B0" w:rsidP="00BA6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A64B0" w:rsidRPr="004A7D10" w:rsidRDefault="00BA64B0" w:rsidP="00BA64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64B0" w:rsidRDefault="00BA64B0" w:rsidP="00BA64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64B0" w:rsidRDefault="00BA64B0" w:rsidP="00BA64B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№35</w:t>
      </w:r>
    </w:p>
    <w:p w:rsidR="00BA64B0" w:rsidRPr="0060655C" w:rsidRDefault="00BA64B0" w:rsidP="00BA64B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A64B0" w:rsidRPr="0060655C" w:rsidRDefault="00BA64B0" w:rsidP="00BA64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BA64B0" w:rsidRPr="0060655C" w:rsidRDefault="00BA64B0" w:rsidP="00BA64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BA64B0" w:rsidRPr="0060655C" w:rsidRDefault="00BA64B0" w:rsidP="00BA64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BA64B0" w:rsidRPr="0060655C" w:rsidRDefault="00BA64B0" w:rsidP="00BA64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іжик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Т.П.</w:t>
      </w:r>
    </w:p>
    <w:p w:rsidR="00BA64B0" w:rsidRPr="0060655C" w:rsidRDefault="00BA64B0" w:rsidP="00BA64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4B0" w:rsidRPr="0060655C" w:rsidRDefault="00BA64B0" w:rsidP="00BA64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іжик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Т.П.,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BA64B0" w:rsidRPr="004B0203" w:rsidRDefault="00BA64B0" w:rsidP="00BA64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BA64B0" w:rsidRPr="0060655C" w:rsidRDefault="00BA64B0" w:rsidP="00BA64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іжик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Тетяні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Павлівні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яка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D690F">
        <w:rPr>
          <w:rFonts w:ascii="Times New Roman" w:eastAsia="Calibri" w:hAnsi="Times New Roman" w:cs="Times New Roman"/>
          <w:sz w:val="24"/>
          <w:szCs w:val="24"/>
          <w:lang w:val="en-US"/>
        </w:rPr>
        <w:t>________________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0,1315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 6823984000:03:013:0056), 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пункту села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64B0" w:rsidRPr="0060655C" w:rsidRDefault="00BA64B0" w:rsidP="00BA64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іжик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Т.П.,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BA64B0" w:rsidRPr="0060655C" w:rsidRDefault="00BA64B0" w:rsidP="00BA64B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A64B0" w:rsidRPr="0060655C" w:rsidRDefault="00BA64B0" w:rsidP="00BA64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4B0" w:rsidRPr="0060655C" w:rsidRDefault="00BA64B0" w:rsidP="00BA64B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73EE" w:rsidRPr="00BA64B0" w:rsidRDefault="00BA64B0" w:rsidP="00BA64B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AB73EE" w:rsidRPr="00BA64B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D10" w:rsidRDefault="005C0D10">
      <w:pPr>
        <w:spacing w:after="0" w:line="240" w:lineRule="auto"/>
      </w:pPr>
      <w:r>
        <w:separator/>
      </w:r>
    </w:p>
  </w:endnote>
  <w:endnote w:type="continuationSeparator" w:id="0">
    <w:p w:rsidR="005C0D10" w:rsidRDefault="005C0D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D10" w:rsidRDefault="005C0D10">
      <w:pPr>
        <w:spacing w:after="0" w:line="240" w:lineRule="auto"/>
      </w:pPr>
      <w:r>
        <w:separator/>
      </w:r>
    </w:p>
  </w:footnote>
  <w:footnote w:type="continuationSeparator" w:id="0">
    <w:p w:rsidR="005C0D10" w:rsidRDefault="005C0D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4B0"/>
    <w:rsid w:val="005C0D10"/>
    <w:rsid w:val="008D690F"/>
    <w:rsid w:val="00AB73EE"/>
    <w:rsid w:val="00BA64B0"/>
    <w:rsid w:val="00F53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B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A64B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A64B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A64B0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4B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A64B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A64B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A64B0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2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2020-12-24T17:21:00Z</dcterms:created>
  <dcterms:modified xsi:type="dcterms:W3CDTF">2020-12-24T18:51:00Z</dcterms:modified>
</cp:coreProperties>
</file>