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31A" w:rsidRPr="009C120A" w:rsidRDefault="0091731A" w:rsidP="00917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1731A" w:rsidRDefault="0091731A" w:rsidP="009173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1731A" w:rsidRDefault="0091731A" w:rsidP="009173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731A" w:rsidRDefault="0091731A" w:rsidP="0091731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731A" w:rsidRDefault="0091731A" w:rsidP="009173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731A" w:rsidRDefault="0091731A" w:rsidP="009173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1731A" w:rsidRDefault="0091731A" w:rsidP="0091731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1731A" w:rsidRDefault="0091731A" w:rsidP="009173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1731A" w:rsidRDefault="0091731A" w:rsidP="009173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1731A" w:rsidRDefault="0091731A" w:rsidP="009173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731A" w:rsidRDefault="0091731A" w:rsidP="009173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1731A" w:rsidRDefault="0091731A" w:rsidP="009173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731A" w:rsidRDefault="0091731A" w:rsidP="009173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1731A" w:rsidRDefault="0091731A" w:rsidP="009173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731A" w:rsidRDefault="0091731A" w:rsidP="009173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731A" w:rsidRDefault="0091731A" w:rsidP="009173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№9</w:t>
      </w:r>
    </w:p>
    <w:p w:rsidR="0091731A" w:rsidRDefault="0091731A" w:rsidP="009173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731A" w:rsidRDefault="0091731A" w:rsidP="009173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91731A" w:rsidRDefault="0091731A" w:rsidP="0091731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731A" w:rsidRDefault="0091731A" w:rsidP="00917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ст.25,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Крупецької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91731A" w:rsidRDefault="0091731A" w:rsidP="00917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91731A" w:rsidRDefault="0091731A" w:rsidP="00917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91731A" w:rsidRDefault="0091731A" w:rsidP="00917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Крупецької сільської ради :</w:t>
      </w:r>
    </w:p>
    <w:p w:rsidR="0091731A" w:rsidRDefault="0091731A" w:rsidP="009173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Гуменюк Ніні Олександрівні в розмірі 2000.00 ( дві тисячі)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1731A" w:rsidRDefault="0091731A" w:rsidP="009173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Остапович Володимиру Степановичу 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1731A" w:rsidRDefault="0091731A" w:rsidP="009173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Янчишиній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Софії Іванівні в розмірі 500.00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1731A" w:rsidRDefault="0091731A" w:rsidP="009173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Смолій Галині Михайлівні  в розмірі 2000.00 ( дві тисячі)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1731A" w:rsidRDefault="0091731A" w:rsidP="009173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Іванівні в розмірі 500.00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1731A" w:rsidRDefault="0091731A" w:rsidP="009173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Івану Феодосійовичу в розмірі 500.00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1731A" w:rsidRDefault="0091731A" w:rsidP="009173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Гасенко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Тетяні Павлівні в розмірі  2000.00 ( дві тисячі)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1731A" w:rsidRDefault="0091731A" w:rsidP="009173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Михальчук Валерію Івановичу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1731A" w:rsidRDefault="0091731A" w:rsidP="009173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Ніні Петрівні в розмірі 500.00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br/>
        <w:t xml:space="preserve"> 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Стеценко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Івану Івановичу в розмірі 500.00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1731A" w:rsidRDefault="0091731A" w:rsidP="009173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 Кравчук Галині Миколаївні  в розмірі 1000.00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1731A" w:rsidRDefault="0091731A" w:rsidP="0091731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 Пєтуховій Вікторії Володимирівні в розмірі 2000.00 ( дві тисячі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лікування дочки Пєтухової Софії Дмитрівни 09.04.2019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1731A" w:rsidRDefault="0091731A" w:rsidP="0091731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91731A" w:rsidRDefault="0091731A" w:rsidP="0091731A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91731A" w:rsidRPr="002775F1" w:rsidRDefault="0091731A" w:rsidP="009173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E7097" w:rsidRDefault="00CE7097"/>
    <w:sectPr w:rsidR="00CE7097" w:rsidSect="00CE70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1731A"/>
    <w:rsid w:val="00171A2E"/>
    <w:rsid w:val="00304C90"/>
    <w:rsid w:val="00505B6D"/>
    <w:rsid w:val="006D3977"/>
    <w:rsid w:val="007D6C18"/>
    <w:rsid w:val="0091731A"/>
    <w:rsid w:val="00CE7097"/>
    <w:rsid w:val="00D1641A"/>
    <w:rsid w:val="00F24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1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356</Words>
  <Characters>2031</Characters>
  <Application>Microsoft Office Word</Application>
  <DocSecurity>0</DocSecurity>
  <Lines>16</Lines>
  <Paragraphs>4</Paragraphs>
  <ScaleCrop>false</ScaleCrop>
  <Company>Microsoft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2019-12-17T13:35:00Z</dcterms:created>
  <dcterms:modified xsi:type="dcterms:W3CDTF">2019-12-17T13:35:00Z</dcterms:modified>
</cp:coreProperties>
</file>