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53D5" w:rsidRDefault="006253D5" w:rsidP="006253D5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53D5" w:rsidRDefault="006253D5" w:rsidP="006253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53D5" w:rsidRDefault="006253D5" w:rsidP="006253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53D5" w:rsidRDefault="006253D5" w:rsidP="006253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53D5" w:rsidRDefault="006253D5" w:rsidP="006253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53D5" w:rsidRDefault="006253D5" w:rsidP="006253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53D5" w:rsidRDefault="006253D5" w:rsidP="006253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53D5" w:rsidRDefault="006253D5" w:rsidP="006253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53D5" w:rsidRDefault="006253D5" w:rsidP="006253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53D5" w:rsidRDefault="006253D5" w:rsidP="006253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53D5" w:rsidRDefault="006253D5" w:rsidP="006253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53D5" w:rsidRDefault="006253D5" w:rsidP="006253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53D5" w:rsidRDefault="006253D5" w:rsidP="006253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53D5" w:rsidRDefault="006253D5" w:rsidP="006253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53D5" w:rsidRDefault="006253D5" w:rsidP="006253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53D5" w:rsidRDefault="006253D5" w:rsidP="006253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53D5" w:rsidRDefault="006253D5" w:rsidP="006253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53D5" w:rsidRDefault="006253D5" w:rsidP="006253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53D5" w:rsidRDefault="006253D5" w:rsidP="006253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53D5" w:rsidRDefault="006253D5" w:rsidP="006253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53D5" w:rsidRDefault="006253D5" w:rsidP="006253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53D5" w:rsidRDefault="006253D5" w:rsidP="006253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53D5" w:rsidRDefault="006253D5" w:rsidP="006253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53D5" w:rsidRDefault="006253D5" w:rsidP="006253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53D5" w:rsidRDefault="006253D5" w:rsidP="006253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53D5" w:rsidRDefault="006253D5" w:rsidP="006253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53D5" w:rsidRDefault="006253D5" w:rsidP="006253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53D5" w:rsidRDefault="006253D5" w:rsidP="006253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53D5" w:rsidRDefault="006253D5" w:rsidP="006253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53D5" w:rsidRDefault="006253D5" w:rsidP="006253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53D5" w:rsidRDefault="006253D5" w:rsidP="006253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253D5" w:rsidRDefault="006253D5" w:rsidP="006253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253D5" w:rsidRDefault="006253D5" w:rsidP="006253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253D5" w:rsidRDefault="006253D5" w:rsidP="006253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253D5" w:rsidRDefault="006253D5" w:rsidP="006253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253D5" w:rsidRDefault="006253D5" w:rsidP="006253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253D5" w:rsidRDefault="006253D5" w:rsidP="006253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253D5" w:rsidRDefault="006253D5" w:rsidP="006253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253D5" w:rsidRDefault="006253D5" w:rsidP="006253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253D5" w:rsidRDefault="006253D5" w:rsidP="006253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253D5" w:rsidRDefault="006253D5" w:rsidP="006253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253D5" w:rsidRDefault="006253D5" w:rsidP="006253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253D5" w:rsidRDefault="006253D5" w:rsidP="006253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253D5" w:rsidRDefault="006253D5" w:rsidP="006253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253D5" w:rsidRDefault="006253D5" w:rsidP="006253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253D5" w:rsidRDefault="006253D5" w:rsidP="006253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253D5" w:rsidRDefault="006253D5" w:rsidP="006253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253D5" w:rsidRDefault="006253D5" w:rsidP="006253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253D5" w:rsidRDefault="006253D5" w:rsidP="006253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253D5" w:rsidRDefault="006253D5" w:rsidP="006253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253D5" w:rsidRDefault="006253D5" w:rsidP="006253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" fillcolor="black" stroked="f">
                  <v:textbox>
                    <w:txbxContent>
                      <w:p w:rsidR="006253D5" w:rsidRDefault="006253D5" w:rsidP="006253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253D5" w:rsidRDefault="006253D5" w:rsidP="006253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253D5" w:rsidRDefault="006253D5" w:rsidP="006253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253D5" w:rsidRDefault="006253D5" w:rsidP="006253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253D5" w:rsidRDefault="006253D5" w:rsidP="006253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253D5" w:rsidRDefault="006253D5" w:rsidP="006253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253D5" w:rsidRDefault="006253D5" w:rsidP="006253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" fillcolor="black" stroked="f">
                  <v:textbox>
                    <w:txbxContent>
                      <w:p w:rsidR="006253D5" w:rsidRDefault="006253D5" w:rsidP="006253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253D5" w:rsidRDefault="006253D5" w:rsidP="006253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253D5" w:rsidRDefault="006253D5" w:rsidP="006253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253D5" w:rsidRDefault="006253D5" w:rsidP="006253D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253D5" w:rsidRDefault="006253D5" w:rsidP="006253D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253D5" w:rsidRDefault="006253D5" w:rsidP="006253D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253D5" w:rsidRDefault="006253D5" w:rsidP="006253D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253D5" w:rsidRDefault="006253D5" w:rsidP="006253D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253D5" w:rsidRDefault="006253D5" w:rsidP="006253D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253D5" w:rsidRDefault="006253D5" w:rsidP="006253D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6253D5" w:rsidRDefault="006253D5" w:rsidP="006253D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253D5" w:rsidRDefault="006253D5" w:rsidP="006253D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253D5" w:rsidRDefault="006253D5" w:rsidP="006253D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6253D5" w:rsidRDefault="006253D5" w:rsidP="006253D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253D5" w:rsidRDefault="006253D5" w:rsidP="006253D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6253D5" w:rsidRDefault="006253D5" w:rsidP="006253D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253D5" w:rsidRDefault="006253D5" w:rsidP="006253D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.04.2021 року                                            Крупець                                                       №118</w:t>
      </w:r>
    </w:p>
    <w:p w:rsidR="006253D5" w:rsidRPr="001524CD" w:rsidRDefault="006253D5" w:rsidP="006253D5">
      <w:pPr>
        <w:tabs>
          <w:tab w:val="left" w:pos="4424"/>
        </w:tabs>
        <w:spacing w:after="0"/>
        <w:jc w:val="right"/>
        <w:rPr>
          <w:rFonts w:ascii="Times New Roman" w:eastAsia="Arial Unicode MS" w:hAnsi="Times New Roman" w:cs="Times New Roman"/>
          <w:sz w:val="24"/>
          <w:szCs w:val="24"/>
        </w:rPr>
      </w:pPr>
    </w:p>
    <w:p w:rsidR="006253D5" w:rsidRPr="001524CD" w:rsidRDefault="006253D5" w:rsidP="006253D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1524CD">
        <w:rPr>
          <w:rFonts w:ascii="Times New Roman" w:eastAsia="Arial Unicode MS" w:hAnsi="Times New Roman" w:cs="Times New Roman"/>
          <w:b/>
          <w:sz w:val="24"/>
          <w:szCs w:val="24"/>
        </w:rPr>
        <w:t>Про затвердження технічної документації</w:t>
      </w:r>
    </w:p>
    <w:p w:rsidR="006253D5" w:rsidRPr="001524CD" w:rsidRDefault="006253D5" w:rsidP="006253D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1524CD">
        <w:rPr>
          <w:rFonts w:ascii="Times New Roman" w:eastAsia="Arial Unicode MS" w:hAnsi="Times New Roman" w:cs="Times New Roman"/>
          <w:b/>
          <w:sz w:val="24"/>
          <w:szCs w:val="24"/>
        </w:rPr>
        <w:t xml:space="preserve">із землеустрою щодо встановлення </w:t>
      </w:r>
    </w:p>
    <w:p w:rsidR="006253D5" w:rsidRPr="001524CD" w:rsidRDefault="006253D5" w:rsidP="006253D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1524CD">
        <w:rPr>
          <w:rFonts w:ascii="Times New Roman" w:eastAsia="Arial Unicode MS" w:hAnsi="Times New Roman" w:cs="Times New Roman"/>
          <w:b/>
          <w:sz w:val="24"/>
          <w:szCs w:val="24"/>
        </w:rPr>
        <w:t>(відновлення)  меж земельної ділянки</w:t>
      </w:r>
    </w:p>
    <w:p w:rsidR="006253D5" w:rsidRPr="001524CD" w:rsidRDefault="006253D5" w:rsidP="006253D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1524CD">
        <w:rPr>
          <w:rFonts w:ascii="Times New Roman" w:eastAsia="Arial Unicode MS" w:hAnsi="Times New Roman" w:cs="Times New Roman"/>
          <w:b/>
          <w:sz w:val="24"/>
          <w:szCs w:val="24"/>
        </w:rPr>
        <w:t xml:space="preserve">в натурі (на місцевості)  </w:t>
      </w:r>
    </w:p>
    <w:p w:rsidR="006253D5" w:rsidRPr="007769A8" w:rsidRDefault="006253D5" w:rsidP="006253D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proofErr w:type="spellStart"/>
      <w:r w:rsidRPr="001524CD">
        <w:rPr>
          <w:rFonts w:ascii="Times New Roman" w:eastAsia="Arial Unicode MS" w:hAnsi="Times New Roman" w:cs="Times New Roman"/>
          <w:b/>
          <w:sz w:val="24"/>
          <w:szCs w:val="24"/>
        </w:rPr>
        <w:t>Незборецького</w:t>
      </w:r>
      <w:proofErr w:type="spellEnd"/>
      <w:r w:rsidRPr="001524CD">
        <w:rPr>
          <w:rFonts w:ascii="Times New Roman" w:eastAsia="Arial Unicode MS" w:hAnsi="Times New Roman" w:cs="Times New Roman"/>
          <w:b/>
          <w:sz w:val="24"/>
          <w:szCs w:val="24"/>
        </w:rPr>
        <w:t xml:space="preserve"> О.С.</w:t>
      </w:r>
    </w:p>
    <w:p w:rsidR="006253D5" w:rsidRPr="001524CD" w:rsidRDefault="006253D5" w:rsidP="006253D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6253D5" w:rsidRPr="001524CD" w:rsidRDefault="006253D5" w:rsidP="006253D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524CD">
        <w:rPr>
          <w:rFonts w:ascii="Times New Roman" w:eastAsia="Arial Unicode MS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</w:t>
      </w:r>
      <w:proofErr w:type="spellStart"/>
      <w:r w:rsidRPr="001524CD">
        <w:rPr>
          <w:rFonts w:ascii="Times New Roman" w:eastAsia="Arial Unicode MS" w:hAnsi="Times New Roman" w:cs="Times New Roman"/>
          <w:sz w:val="24"/>
          <w:szCs w:val="24"/>
        </w:rPr>
        <w:t>Незборецького</w:t>
      </w:r>
      <w:proofErr w:type="spellEnd"/>
      <w:r w:rsidRPr="001524CD">
        <w:rPr>
          <w:rFonts w:ascii="Times New Roman" w:eastAsia="Arial Unicode MS" w:hAnsi="Times New Roman" w:cs="Times New Roman"/>
          <w:sz w:val="24"/>
          <w:szCs w:val="24"/>
        </w:rPr>
        <w:t xml:space="preserve"> О.С. сільська  рада </w:t>
      </w:r>
    </w:p>
    <w:p w:rsidR="006253D5" w:rsidRPr="001524CD" w:rsidRDefault="006253D5" w:rsidP="006253D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524CD">
        <w:rPr>
          <w:rFonts w:ascii="Times New Roman" w:eastAsia="Arial Unicode MS" w:hAnsi="Times New Roman" w:cs="Times New Roman"/>
          <w:sz w:val="24"/>
          <w:szCs w:val="24"/>
        </w:rPr>
        <w:t>ВИРІШИЛА:</w:t>
      </w:r>
    </w:p>
    <w:p w:rsidR="006253D5" w:rsidRPr="001524CD" w:rsidRDefault="006253D5" w:rsidP="006253D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524CD">
        <w:rPr>
          <w:rFonts w:ascii="Times New Roman" w:eastAsia="Arial Unicode MS" w:hAnsi="Times New Roman" w:cs="Times New Roman"/>
          <w:sz w:val="24"/>
          <w:szCs w:val="24"/>
        </w:rPr>
        <w:t xml:space="preserve">      1. Затвердити  </w:t>
      </w:r>
      <w:proofErr w:type="spellStart"/>
      <w:r w:rsidRPr="001524CD">
        <w:rPr>
          <w:rFonts w:ascii="Times New Roman" w:eastAsia="Arial Unicode MS" w:hAnsi="Times New Roman" w:cs="Times New Roman"/>
          <w:sz w:val="24"/>
          <w:szCs w:val="24"/>
        </w:rPr>
        <w:t>Незборецькому</w:t>
      </w:r>
      <w:proofErr w:type="spellEnd"/>
      <w:r w:rsidRPr="001524CD">
        <w:rPr>
          <w:rFonts w:ascii="Times New Roman" w:eastAsia="Arial Unicode MS" w:hAnsi="Times New Roman" w:cs="Times New Roman"/>
          <w:sz w:val="24"/>
          <w:szCs w:val="24"/>
        </w:rPr>
        <w:t xml:space="preserve"> Олександру Сергійовичу, </w:t>
      </w:r>
      <w:r w:rsidRPr="001524CD">
        <w:rPr>
          <w:rFonts w:ascii="Times New Roman" w:eastAsia="Calibri" w:hAnsi="Times New Roman" w:cs="Times New Roman"/>
          <w:sz w:val="24"/>
          <w:szCs w:val="24"/>
        </w:rPr>
        <w:t xml:space="preserve"> який  зареєстрований за </w:t>
      </w:r>
      <w:proofErr w:type="spellStart"/>
      <w:r w:rsidRPr="001524CD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1524CD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1A0216">
        <w:rPr>
          <w:rFonts w:ascii="Times New Roman" w:eastAsia="Calibri" w:hAnsi="Times New Roman" w:cs="Times New Roman"/>
          <w:sz w:val="24"/>
          <w:szCs w:val="24"/>
        </w:rPr>
        <w:t>_____________</w:t>
      </w:r>
      <w:r w:rsidRPr="001524C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1524CD">
        <w:rPr>
          <w:rFonts w:ascii="Times New Roman" w:eastAsia="Arial Unicode MS" w:hAnsi="Times New Roman" w:cs="Times New Roman"/>
          <w:sz w:val="24"/>
          <w:szCs w:val="24"/>
        </w:rPr>
        <w:t xml:space="preserve">ідентифікаційний номер </w:t>
      </w:r>
      <w:r w:rsidR="001A0216">
        <w:rPr>
          <w:rFonts w:ascii="Times New Roman" w:eastAsia="Arial Unicode MS" w:hAnsi="Times New Roman" w:cs="Times New Roman"/>
          <w:sz w:val="24"/>
          <w:szCs w:val="24"/>
        </w:rPr>
        <w:t>____________</w:t>
      </w:r>
      <w:r w:rsidRPr="001524CD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bookmarkStart w:id="0" w:name="_GoBack"/>
      <w:bookmarkEnd w:id="0"/>
      <w:r w:rsidRPr="001524CD">
        <w:rPr>
          <w:rFonts w:ascii="Times New Roman" w:eastAsia="Arial Unicode MS" w:hAnsi="Times New Roman" w:cs="Times New Roman"/>
          <w:sz w:val="24"/>
          <w:szCs w:val="24"/>
        </w:rPr>
        <w:t>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 площею 2,0 га,  кадастровий номер: 6823986800:05:001:0256, д</w:t>
      </w:r>
      <w:r w:rsidRPr="001524CD">
        <w:rPr>
          <w:rFonts w:ascii="Times New Roman" w:eastAsia="Calibri" w:hAnsi="Times New Roman" w:cs="Times New Roman"/>
          <w:sz w:val="24"/>
          <w:szCs w:val="24"/>
        </w:rPr>
        <w:t>ля ведення особистого селянського господарства</w:t>
      </w:r>
      <w:r w:rsidRPr="001524CD">
        <w:rPr>
          <w:rFonts w:ascii="Times New Roman" w:eastAsia="Arial Unicode MS" w:hAnsi="Times New Roman" w:cs="Times New Roman"/>
          <w:sz w:val="24"/>
          <w:szCs w:val="24"/>
        </w:rPr>
        <w:t xml:space="preserve">, яка розташована Хмельницька область,  </w:t>
      </w:r>
      <w:proofErr w:type="spellStart"/>
      <w:r w:rsidRPr="001524CD">
        <w:rPr>
          <w:rFonts w:ascii="Times New Roman" w:eastAsia="Arial Unicode MS" w:hAnsi="Times New Roman" w:cs="Times New Roman"/>
          <w:sz w:val="24"/>
          <w:szCs w:val="24"/>
        </w:rPr>
        <w:t>Славутський</w:t>
      </w:r>
      <w:proofErr w:type="spellEnd"/>
      <w:r w:rsidRPr="001524CD">
        <w:rPr>
          <w:rFonts w:ascii="Times New Roman" w:eastAsia="Arial Unicode MS" w:hAnsi="Times New Roman" w:cs="Times New Roman"/>
          <w:sz w:val="24"/>
          <w:szCs w:val="24"/>
        </w:rPr>
        <w:t xml:space="preserve">  (Шепетівський) район, Полянська (</w:t>
      </w:r>
      <w:proofErr w:type="spellStart"/>
      <w:r w:rsidRPr="001524CD">
        <w:rPr>
          <w:rFonts w:ascii="Times New Roman" w:eastAsia="Arial Unicode MS" w:hAnsi="Times New Roman" w:cs="Times New Roman"/>
          <w:sz w:val="24"/>
          <w:szCs w:val="24"/>
        </w:rPr>
        <w:t>Крупецька</w:t>
      </w:r>
      <w:proofErr w:type="spellEnd"/>
      <w:r w:rsidRPr="001524CD">
        <w:rPr>
          <w:rFonts w:ascii="Times New Roman" w:eastAsia="Arial Unicode MS" w:hAnsi="Times New Roman" w:cs="Times New Roman"/>
          <w:sz w:val="24"/>
          <w:szCs w:val="24"/>
        </w:rPr>
        <w:t>) сільська рада за межами населеного пункту.</w:t>
      </w:r>
    </w:p>
    <w:p w:rsidR="006253D5" w:rsidRPr="001524CD" w:rsidRDefault="006253D5" w:rsidP="006253D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</w:t>
      </w:r>
      <w:r w:rsidRPr="001524CD">
        <w:rPr>
          <w:rFonts w:ascii="Times New Roman" w:eastAsia="Arial Unicode MS" w:hAnsi="Times New Roman" w:cs="Times New Roman"/>
          <w:sz w:val="24"/>
          <w:szCs w:val="24"/>
        </w:rPr>
        <w:t xml:space="preserve">2. </w:t>
      </w:r>
      <w:proofErr w:type="spellStart"/>
      <w:r w:rsidRPr="001524CD">
        <w:rPr>
          <w:rFonts w:ascii="Times New Roman" w:eastAsia="Arial Unicode MS" w:hAnsi="Times New Roman" w:cs="Times New Roman"/>
          <w:sz w:val="24"/>
          <w:szCs w:val="24"/>
        </w:rPr>
        <w:t>Незборецькому</w:t>
      </w:r>
      <w:proofErr w:type="spellEnd"/>
      <w:r w:rsidRPr="001524CD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1524CD">
        <w:rPr>
          <w:rFonts w:ascii="Times New Roman" w:eastAsia="Arial Unicode MS" w:hAnsi="Times New Roman" w:cs="Times New Roman"/>
          <w:sz w:val="24"/>
          <w:szCs w:val="24"/>
        </w:rPr>
        <w:t>О.С.посвідчити</w:t>
      </w:r>
      <w:proofErr w:type="spellEnd"/>
      <w:r w:rsidRPr="001524CD">
        <w:rPr>
          <w:rFonts w:ascii="Times New Roman" w:eastAsia="Arial Unicode MS" w:hAnsi="Times New Roman" w:cs="Times New Roman"/>
          <w:sz w:val="24"/>
          <w:szCs w:val="24"/>
        </w:rPr>
        <w:t xml:space="preserve"> своє право  в  установленому  законом  порядку.</w:t>
      </w:r>
    </w:p>
    <w:p w:rsidR="006253D5" w:rsidRPr="001524CD" w:rsidRDefault="006253D5" w:rsidP="006253D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524CD">
        <w:rPr>
          <w:rFonts w:ascii="Times New Roman" w:eastAsia="Arial Unicode MS" w:hAnsi="Times New Roman" w:cs="Times New Roman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6253D5" w:rsidRPr="001524CD" w:rsidRDefault="006253D5" w:rsidP="006253D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6253D5" w:rsidRDefault="006253D5" w:rsidP="006253D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6253D5" w:rsidRPr="001524CD" w:rsidRDefault="006253D5" w:rsidP="006253D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6253D5" w:rsidRPr="001524CD" w:rsidRDefault="006253D5" w:rsidP="006253D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6253D5" w:rsidRPr="001524CD" w:rsidRDefault="006253D5" w:rsidP="006253D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1524CD">
        <w:rPr>
          <w:rFonts w:ascii="Times New Roman" w:eastAsia="Arial Unicode MS" w:hAnsi="Times New Roman" w:cs="Times New Roman"/>
          <w:sz w:val="24"/>
          <w:szCs w:val="24"/>
        </w:rPr>
        <w:lastRenderedPageBreak/>
        <w:t>Сільський   голова                                                                         Валерій   МИХАЛЮК</w:t>
      </w:r>
    </w:p>
    <w:p w:rsidR="003373F7" w:rsidRDefault="003373F7"/>
    <w:sectPr w:rsidR="003373F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3D5"/>
    <w:rsid w:val="00171A2E"/>
    <w:rsid w:val="001A0216"/>
    <w:rsid w:val="00304C90"/>
    <w:rsid w:val="003373F7"/>
    <w:rsid w:val="00505B6D"/>
    <w:rsid w:val="006253D5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30676"/>
  <w15:docId w15:val="{FA556731-A038-44DD-A0CC-C52DA9A55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53D5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6253D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6253D5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6253D5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2</Pages>
  <Words>266</Words>
  <Characters>1521</Characters>
  <Application>Microsoft Office Word</Application>
  <DocSecurity>0</DocSecurity>
  <Lines>12</Lines>
  <Paragraphs>3</Paragraphs>
  <ScaleCrop>false</ScaleCrop>
  <Company>Microsoft</Company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2021-04-28T12:32:00Z</dcterms:created>
  <dcterms:modified xsi:type="dcterms:W3CDTF">2021-04-28T13:42:00Z</dcterms:modified>
</cp:coreProperties>
</file>