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CBA" w:rsidRPr="009A054C" w:rsidRDefault="00176CBA" w:rsidP="00176CB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CBA" w:rsidRDefault="00176CBA" w:rsidP="00176C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6CBA" w:rsidRDefault="00176CBA" w:rsidP="00176C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176CBA" w:rsidRPr="00356442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76CBA" w:rsidRDefault="00176CBA" w:rsidP="00176C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CBA" w:rsidRDefault="00176CBA" w:rsidP="00176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76CBA" w:rsidRDefault="00176CBA" w:rsidP="00176C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6CBA" w:rsidRPr="006E3F23" w:rsidRDefault="00176CBA" w:rsidP="00176C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176CBA" w:rsidRPr="00A31AA4" w:rsidRDefault="00176CBA" w:rsidP="00176C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76CBA" w:rsidRPr="00A31AA4" w:rsidRDefault="00176CBA" w:rsidP="00176CB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176CBA" w:rsidRPr="00A31AA4" w:rsidRDefault="00176CBA" w:rsidP="00176CB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176CBA" w:rsidRPr="00243225" w:rsidRDefault="00176CBA" w:rsidP="00176CB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О.В.</w:t>
      </w:r>
    </w:p>
    <w:p w:rsidR="00176CBA" w:rsidRPr="00A31AA4" w:rsidRDefault="00176CBA" w:rsidP="00176CB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6CBA" w:rsidRPr="00A31AA4" w:rsidRDefault="00176CBA" w:rsidP="00176CB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176CBA" w:rsidRPr="00A31AA4" w:rsidRDefault="00176CBA" w:rsidP="00176CB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76CBA" w:rsidRPr="00A31AA4" w:rsidRDefault="00176CBA" w:rsidP="00176CB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1,9240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176CBA" w:rsidRDefault="00176CBA" w:rsidP="00176CBA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DF321C">
        <w:rPr>
          <w:rFonts w:ascii="Times New Roman" w:eastAsia="Arial Unicode MS" w:hAnsi="Times New Roman"/>
          <w:sz w:val="24"/>
          <w:szCs w:val="24"/>
        </w:rPr>
        <w:t>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DF321C">
        <w:rPr>
          <w:rFonts w:ascii="Times New Roman" w:eastAsia="Arial Unicode MS" w:hAnsi="Times New Roman"/>
          <w:sz w:val="24"/>
          <w:szCs w:val="24"/>
        </w:rPr>
        <w:t>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1,9240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68239868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6:002:0089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176CBA" w:rsidRPr="00A31AA4" w:rsidRDefault="00176CBA" w:rsidP="00176CB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176CBA" w:rsidRPr="00A31AA4" w:rsidRDefault="00176CBA" w:rsidP="00176CB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176CBA" w:rsidRPr="00A31AA4" w:rsidRDefault="00176CBA" w:rsidP="00176CB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6CBA" w:rsidRDefault="00176CBA" w:rsidP="00176CB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402C95" w:rsidRDefault="00402C95"/>
    <w:sectPr w:rsidR="00402C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CBA"/>
    <w:rsid w:val="00171A2E"/>
    <w:rsid w:val="00176CBA"/>
    <w:rsid w:val="00304C90"/>
    <w:rsid w:val="00402C95"/>
    <w:rsid w:val="00505B6D"/>
    <w:rsid w:val="006D3977"/>
    <w:rsid w:val="007D6C18"/>
    <w:rsid w:val="00D1641A"/>
    <w:rsid w:val="00DF3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333</Words>
  <Characters>1901</Characters>
  <Application>Microsoft Office Word</Application>
  <DocSecurity>0</DocSecurity>
  <Lines>15</Lines>
  <Paragraphs>4</Paragraphs>
  <ScaleCrop>false</ScaleCrop>
  <Company>Microsoft</Company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2020-11-30T15:30:00Z</dcterms:created>
  <dcterms:modified xsi:type="dcterms:W3CDTF">2020-12-01T06:53:00Z</dcterms:modified>
</cp:coreProperties>
</file>