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6E" w:rsidRPr="00744026" w:rsidRDefault="000D296E" w:rsidP="000D296E">
      <w:pPr>
        <w:pStyle w:val="HTML0"/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296E" w:rsidRDefault="000D296E" w:rsidP="000D29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296E" w:rsidRDefault="000D296E" w:rsidP="000D29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296E" w:rsidRDefault="000D296E" w:rsidP="000D29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296E" w:rsidRDefault="000D296E" w:rsidP="000D29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D296E" w:rsidRDefault="000D296E" w:rsidP="000D29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296E" w:rsidRPr="00186FBA" w:rsidRDefault="000D296E" w:rsidP="000D29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№20</w:t>
      </w:r>
    </w:p>
    <w:p w:rsidR="000D296E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6823984000:03:012:0195, яка розташована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за межами  с.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Стригани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0D296E" w:rsidRPr="00CF04D8" w:rsidRDefault="000D296E" w:rsidP="000D296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96E" w:rsidRPr="00CF04D8" w:rsidRDefault="000D296E" w:rsidP="000D2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D296E" w:rsidRPr="00CF04D8" w:rsidRDefault="000D296E" w:rsidP="000D2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D296E" w:rsidRPr="00CF04D8" w:rsidRDefault="000D296E" w:rsidP="000D29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та об’єднання земельної ділянки площею 0,6714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га, кадастровий  номер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6823984000:03:012:0195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,  яка розташована на території  Крупецької сільської ради за межами 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Стригани,  16.00 землі </w:t>
      </w:r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296E" w:rsidRPr="00CF04D8" w:rsidRDefault="000D296E" w:rsidP="000D2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D296E" w:rsidRPr="00CF04D8" w:rsidRDefault="000D296E" w:rsidP="000D2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96E" w:rsidRPr="00CF04D8" w:rsidRDefault="000D296E" w:rsidP="000D29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96E" w:rsidRPr="00CF04D8" w:rsidRDefault="000D296E" w:rsidP="000D29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654154" w:rsidRDefault="00654154"/>
    <w:sectPr w:rsidR="00654154" w:rsidSect="000D296E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6E"/>
    <w:rsid w:val="000D296E"/>
    <w:rsid w:val="00171A2E"/>
    <w:rsid w:val="00304C90"/>
    <w:rsid w:val="00505B6D"/>
    <w:rsid w:val="00654154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D29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D296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296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D29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D296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296E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2021-03-02T13:57:00Z</dcterms:created>
  <dcterms:modified xsi:type="dcterms:W3CDTF">2021-03-02T13:57:00Z</dcterms:modified>
</cp:coreProperties>
</file>