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E7F" w:rsidRPr="004C3041" w:rsidRDefault="00954E7F" w:rsidP="00954E7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183B03" wp14:editId="299CBC2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84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8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4E7F" w:rsidRDefault="00954E7F" w:rsidP="00954E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09CqncAAF9ZBAAOAAAAZHJzL2Uyb0RvYy54bWzsfW1uJjmS3n8DvsML/RygWsn8zsLULGa6&#10;ugYGxvYA8/oAb0mqkmCV3rKk7q7dxQIGfARfxDfwFXZv5CfIIJNUZUTk1HQbgwV7gE5NKxRJRgSZ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BHy09CqncAAF9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1Ya8QA&#10;AADeAAAADwAAAGRycy9kb3ducmV2LnhtbERPTWvCQBC9F/oflil4azY1pU2jawhFiwdBktb7kB2T&#10;YHY2ZFdN/31XEHqbx/ucZT6ZXlxodJ1lBS9RDIK4trrjRsHP9+Y5BeE8ssbeMin4JQf56vFhiZm2&#10;Vy7pUvlGhBB2GSpovR8yKV3dkkEX2YE4cEc7GvQBjo3UI15DuOnlPI7fpMGOQ0OLA322VJ+qs1Fg&#10;k6/t7tDMy2TN756LfXo8TDulZk9TsQDhafL/4rt7q8P8JH39gN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9WG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ViMkA&#10;AADeAAAADwAAAGRycy9kb3ducmV2LnhtbESPQUsDMRCF74L/IYzgpdisirVumxYprFYPQqvgddhM&#10;N6ubyZLEdu2vdw4FbzPMm/feN18OvlN7iqkNbOB6XIAiroNtuTHw8V5dTUGljGyxC0wGfinBcnF+&#10;NsfShgNvaL/NjRITTiUacDn3pdapduQxjUNPLLddiB6zrLHRNuJBzH2nb4pioj22LAkOe1o5qr+3&#10;P97AV/XmPlf3x6c4etjQcVS9PncvE2MuL4bHGahMQ/4Xn77XVurfTu8EQHB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hrVi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XUEsYA&#10;AADeAAAADwAAAGRycy9kb3ducmV2LnhtbESP0WrCQBBF3wv+wzKCL0U3GlokuoYgjRRfRO0HDNkx&#10;G8zOhuzWxL/vFgp9m+HeuefONh9tKx7U+8axguUiAUFcOd1wreDrWs7XIHxA1tg6JgVP8pDvJi9b&#10;zLQb+EyPS6hFDGGfoQITQpdJ6StDFv3CdcRRu7neYohrX0vd4xDDbStXSfIuLTYcCQY72huq7pdv&#10;GyGnFE/H23AtDyMO+HE0/FqclZpNx2IDItAY/s1/15861k/Xb0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XUE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NfX8UA&#10;AADeAAAADwAAAGRycy9kb3ducmV2LnhtbERPTUsDMRC9C/0PYQRvNutqa1mbllIVROihrSDehs10&#10;d3EzCcnYXf+9EQRv83ifs1yPrldniqnzbOBmWoAirr3tuDHwdny+XoBKgmyx90wGvinBejW5WGJl&#10;/cB7Oh+kUTmEU4UGWpFQaZ3qlhymqQ/EmTv56FAyjI22EYcc7npdFsVcO+w4N7QYaNtS/Xn4cgZ2&#10;w1N4vZ/PTuEj3pU6PVp534oxV5fj5gGU0Cj/4j/3i83zbxez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19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v/sQA&#10;AADeAAAADwAAAGRycy9kb3ducmV2LnhtbESP3YrCMBCF7xd8hzCCN4umWlakGkVEZfFG/HmAoRmb&#10;YjMpTbT17TeCsHcznDPnO7NYdbYST2p86VjBeJSAIM6dLrlQcL3shjMQPiBrrByTghd5WC17XwvM&#10;tGv5RM9zKEQMYZ+hAhNCnUnpc0MW/cjVxFG7ucZiiGtTSN1gG8NtJSdJMpUWS44EgzVtDOX388NG&#10;yDHF4+HWXnb7DlvcHgx/r09KDfrdeg4iUBf+zZ/rXx3rp7OfFN7vxBn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b7/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isMQA&#10;AADeAAAADwAAAGRycy9kb3ducmV2LnhtbERPS0sDMRC+C/0PYQrebNbaF2vTIlVBBA+2heJt2Ex3&#10;FzeTkIzd9d8bQfA2H99z1tvBdepCMbWeDdxOClDElbct1waOh+ebFagkyBY7z2TgmxJsN6OrNZbW&#10;9/xOl73UKodwKtFAIxJKrVPVkMM08YE4c2cfHUqGsdY2Yp/DXaenRbHQDlvODQ0G2jVUfe6/nIG3&#10;/im8Lhfzc/iIs6lOj1ZOOzHmejw83IMSGuRf/Od+sXn+3Wo+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2Yr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/awsQA&#10;AADeAAAADwAAAGRycy9kb3ducmV2LnhtbERP32vCMBB+H/g/hBN8GTOdUpHOKDoIDhyM6WCvR3O2&#10;xeZSkmi7/94MBnu7j+/nrTaDbcWNfGgcK3ieZiCIS2carhR8nfTTEkSIyAZbx6TghwJs1qOHFRbG&#10;9fxJt2OsRArhUKCCOsaukDKUNVkMU9cRJ+7svMWYoK+k8dincNvKWZYtpMWGU0ONHb3WVF6OV6tg&#10;99FXc/9Y7gZ3OO+/c62NftdKTcbD9gVEpCH+i//cbybNny/z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/2s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0OSsIA&#10;AADeAAAADwAAAGRycy9kb3ducmV2LnhtbERP3WrCMBS+H/gO4QjezVSdUqpRRCnI2M3cHuDQHJtq&#10;c1KSWOvbL4PB7s7H93s2u8G2oicfGscKZtMMBHHldMO1gu+v8jUHESKyxtYxKXhSgN129LLBQrsH&#10;f1J/jrVIIRwKVGBi7AopQ2XIYpi6jjhxF+ctxgR9LbXHRwq3rZxn2UpabDg1GOzoYKi6ne9WQfk+&#10;/+hvd+1Ltx/eLC3NNT8apSbjYb8GEWmI/+I/90mn+Yt8uYL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HQ5K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HhLsUA&#10;AADeAAAADwAAAGRycy9kb3ducmV2LnhtbERP32vCMBB+F/Y/hBvsZcxURSedUVQIExRkbrDXoznb&#10;suZSksx2/70RBr7dx/fzFqveNuJCPtSOFYyGGQjiwpmaSwVfn/plDiJEZIONY1LwRwFWy4fBAnPj&#10;Ov6gyymWIoVwyFFBFWObSxmKiiyGoWuJE3d23mJM0JfSeOxSuG3kOMtm0mLNqaHClrYVFT+nX6tg&#10;c+zKiX8uNr3bn9+/p1obfdBKPT326zcQkfp4F/+7dybNn8y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YeE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/o8YA&#10;AADeAAAADwAAAGRycy9kb3ducmV2LnhtbESPQWvDMAyF74P+B6NBb6uzbh0hrVtKR2CMXdbtB4hY&#10;i9PGcrDdNP3302Gwm8R7eu/TZjf5Xo0UUxfYwOOiAEXcBNtxa+D7q34oQaWMbLEPTAZulGC3nd1t&#10;sLLhyp80HnOrJIRThQZczkOldWoceUyLMBCL9hOixyxrbLWNeJVw3+tlUbxojx1Lg8OBDo6a8/Hi&#10;DdTvy4/xfLGxDvvp2dPKncpXZ8z8ftqvQWWa8r/57/rNCv5TuRJ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4/o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wE0MAA&#10;AADeAAAADwAAAGRycy9kb3ducmV2LnhtbERPy6rCMBDdC/5DGMGdpj4q3l6jiKDo0no/YGjmtsVm&#10;Upto698bQXA3h/Oc1aYzlXhQ40rLCibjCARxZnXJuYK/y360BOE8ssbKMil4koPNut9bYaJty2d6&#10;pD4XIYRdggoK7+tESpcVZNCNbU0cuH/bGPQBNrnUDbYh3FRyGkULabDk0FBgTbuCsmt6Nwrmz/Zw&#10;S+NrtNeGJqdZfWKfxUoNB932F4Snzn/FH/dRh/mzZfwD73fCD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0wE0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xX8YA&#10;AADeAAAADwAAAGRycy9kb3ducmV2LnhtbESPT2vCQBDF7wW/wzKCt7rRQtDUVUSxSE82/jkP2TEJ&#10;zc6G7Krx23cOQm8zzJv33m+x6l2j7tSF2rOByTgBRVx4W3Np4HTcvc9AhYhssfFMBp4UYLUcvC0w&#10;s/7BP3TPY6nEhEOGBqoY20zrUFTkMIx9Syy3q+8cRlm7UtsOH2LuGj1NklQ7rFkSKmxpU1Hxm9+c&#10;gVt6mZ74+m0P+fb5Nd/u1kGfS2NGw379CSpSH//Fr++9lfofs1QABEd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hxX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tk2cYA&#10;AADeAAAADwAAAGRycy9kb3ducmV2LnhtbERPTWvCQBC9F/wPywjemo1aQoyuooLQ9lCptYfexuyY&#10;RLOzMbvV9N+7hUJv83ifM1t0phZXal1lWcEwikEQ51ZXXCjYf2weUxDOI2usLZOCH3KwmPceZphp&#10;e+N3uu58IUIIuwwVlN43mZQuL8mgi2xDHLijbQ36ANtC6hZvIdzUchTHiTRYcWgosaF1Sfl5920U&#10;fG7TZLJdvTydXt8OODb68qWrRKlBv1tOQXjq/L/4z/2sw/xxmgzh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tk2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BtOs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PHaRLD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hBtO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WhD8QA&#10;AADeAAAADwAAAGRycy9kb3ducmV2LnhtbERP3WrCMBS+F/YO4Qy803TqRDtjGcOBd5vdHuDQHNNi&#10;c9I2UTOffhkMvDsf3+/ZFNG24kKDbxwreJpmIIgrpxs2Cr6/3icrED4ga2wdk4If8lBsH0YbzLW7&#10;8oEuZTAihbDPUUEdQpdL6auaLPqp64gTd3SDxZDgYKQe8JrCbStnWbaUFhtODTV29FZTdSrPVkHv&#10;Zs86ljv8OO3Wn40xi/52WCg1foyvLyACxXAX/7v3Os2fr5Zz+Hsn3S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loQ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fkMQA&#10;AADeAAAADwAAAGRycy9kb3ducmV2LnhtbERPyW7CMBC9I/UfrKnEDRyWpmnAIKhUiSvLocepPSSB&#10;eBxiA6FfX1eq1Ns8vXXmy87W4katrxwrGA0TEMTamYoLBYf9xyAD4QOywdoxKXiQh+XiqTfH3Lg7&#10;b+m2C4WIIexzVFCG0ORSel2SRT90DXHkjq61GCJsC2lavMdwW8txkqTSYsWxocSG3kvS593VKthU&#10;X/SS6uObzdZ6+/l9CZPXk1Gq/9ytZiACdeFf/OfemDh/kqVT+H0n3i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X5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0D3McA&#10;AADeAAAADwAAAGRycy9kb3ducmV2LnhtbERPXWvCQBB8L/Q/HFvwrV6qVDT1EmpBUNoKfqCvS26b&#10;C83thdwZ47/3hELfZnd2ZnbmeW9r0VHrK8cKXoYJCOLC6YpLBYf98nkKwgdkjbVjUnAlD3n2+DDH&#10;VLsLb6nbhVJEE/YpKjAhNKmUvjBk0Q9dQxy5H9daDHFsS6lbvERzW8tRkkykxYpjgsGGPgwVv7uz&#10;VdDh5pqczOJ7tq6+itFmcfzUca8GT/37G4hAffg//lOvdHx/PJ28wr1OxC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dA9z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JCMcMA&#10;AADeAAAADwAAAGRycy9kb3ducmV2LnhtbERPTUvDQBC9C/0PyxS82U0jhBK7LSK0eNToweOYnWZT&#10;szNhd22iv94VBG/zeJ+z3c9+UBcKsRc2sF4VoIhbsT13Bl5fDjcbUDEhWxyEycAXRdjvFldbrK1M&#10;/EyXJnUqh3Cs0YBLaay1jq0jj3ElI3HmThI8pgxDp23AKYf7QZdFUWmPPecGhyM9OGo/mk9vYDq2&#10;7+fy9Gbddxjl0DzJuRzEmOvlfH8HKtGc/sV/7keb599uqgp+38k3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JC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b3vcUA&#10;AADeAAAADwAAAGRycy9kb3ducmV2LnhtbERP22oCMRB9L/QfwhR8q9kq6LIaxXqBUlrE2/u4GXe3&#10;TSbLJur6941Q8G0O5zrjaWuNuFDjK8cK3roJCOLc6YoLBfvd6jUF4QOyRuOYFNzIw3Ty/DTGTLsr&#10;b+iyDYWIIewzVFCGUGdS+rwki77rauLInVxjMUTYFFI3eI3h1shekgykxYpjQ4k1zUvKf7dnq2C1&#10;Xpif3vdmdpBhvhweTfr5vvhSqvPSzkYgArXhIf53f+g4v58Ohn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Nve9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++W8gA&#10;AADeAAAADwAAAGRycy9kb3ducmV2LnhtbESPT2vCQBDF7wW/wzKCl1I3ViohdRURihYs+KfQ65gd&#10;k2B2NmTXmH5751DobYb35r3fzJe9q1VHbag8G5iME1DEubcVFwa+Tx8vKagQkS3WnsnALwVYLgZP&#10;c8ysv/OBumMslIRwyNBAGWOTaR3ykhyGsW+IRbv41mGUtS20bfEu4a7Wr0ky0w4rloYSG1qXlF+P&#10;N2eg2+/OxbYLzec1fQ5v0/Nm82V/jBkN+9U7qEh9/Df/XW+t4E/TmfDKOzKDXj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X75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9l3cYA&#10;AADeAAAADwAAAGRycy9kb3ducmV2LnhtbERPS2sCMRC+F/wPYQRvNau2sq5G0UKhl0J9HPQ2bsbd&#10;xc1km6S69debQsHbfHzPmS1aU4sLOV9ZVjDoJyCIc6srLhTstu/PKQgfkDXWlknBL3lYzDtPM8y0&#10;vfKaLptQiBjCPkMFZQhNJqXPSzLo+7YhjtzJOoMhQldI7fAaw00th0kylgYrjg0lNvRWUn7e/BgF&#10;q0m6+v564c/b+nigw/54fh26RKlet11OQQRqw0P87/7Qcf4oHU/g7514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9l3cYAAADeAAAADwAAAAAAAAAAAAAAAACYAgAAZHJz&#10;L2Rvd25yZXYueG1sUEsFBgAAAAAEAAQA9QAAAIsDAAAAAA==&#10;" fillcolor="black" stroked="f"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9UnckA&#10;AADeAAAADwAAAGRycy9kb3ducmV2LnhtbESPT0/CQBDF7yZ8h82QeJOtGLEpLET8k5iIB5ADx6E7&#10;tpt2Z5vuCtVP7xxIvM1k3rz3fovV4Ft1oj66wAZuJxko4jJYx5WB/efrTQ4qJmSLbWAy8EMRVsvR&#10;1QILG868pdMuVUpMOBZooE6pK7SOZU0e4yR0xHL7Cr3HJGtfadvjWcx9q6dZNtMeHUtCjR091VQ2&#10;u29v4PA+c/nW0fS4+V2/2M19s/54boy5Hg+Pc1CJhvQvvny/Wal/lz8IgODIDHr5B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V9Un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GcNMUA&#10;AADeAAAADwAAAGRycy9kb3ducmV2LnhtbERPS2sCMRC+F/wPYQrealaFdtkaRSyilx7qA6/DZrrZ&#10;7mayTaKu/vqmUOhtPr7nzBa9bcWFfKgdKxiPMhDEpdM1VwoO+/VTDiJEZI2tY1JwowCL+eBhhoV2&#10;V/6gyy5WIoVwKFCBibErpAylIYth5DrixH06bzEm6CupPV5TuG3lJMuepcWaU4PBjlaGymZ3tgr8&#10;8vTW3Pl8bLL7+y1svvrvHI1Sw8d++QoiUh//xX/urU7zp/nLG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Zw0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K0CMQA&#10;AADeAAAADwAAAGRycy9kb3ducmV2LnhtbERP22rCQBB9L/gPyxR8KXXTCFWjq0ihIFQKWj9gzI5J&#10;6O5syE419uvdQsG3OZzrLFa9d+pMXWwCG3gZZaCIy2Abrgwcvt6fp6CiIFt0gcnAlSKsloOHBRY2&#10;XHhH571UKoVwLNBALdIWWseyJo9xFFrixJ1C51ES7CptO7ykcO90nmWv2mPDqaHGlt5qKr/3P96A&#10;y49u9jGJW7ke9Db79bJ7+rTGDB/79RyUUC938b97Y9P88XSSw9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itA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5QycQA&#10;AADeAAAADwAAAGRycy9kb3ducmV2LnhtbERPTWsCMRC9F/wPYQrearYKrWyNohVhLx66Kl7HzXSz&#10;mEyWTaqrv74pFLzN433ObNE7Ky7UhcazgtdRBoK48rrhWsF+t3mZgggRWaP1TApuFGAxHzzNMNf+&#10;yl90KWMtUgiHHBWYGNtcylAZchhGviVO3LfvHMYEu1rqDq8p3Fk5zrI36bDh1GCwpU9D1bn8cQrW&#10;ZWvH+8KswvGwPZ1scd/Qca3U8LlffoCI1MeH+N9d6DR/Mn2fwN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+UM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J6i8MA&#10;AADeAAAADwAAAGRycy9kb3ducmV2LnhtbERPTWsCMRC9C/6HMII3Tayist2sSFEQPNXqobchme5u&#10;u5ksm+hu/31TKPQ2j/c5+W5wjXhQF2rPGhZzBYLYeFtzqeH6dpxtQYSIbLHxTBq+KcCuGI9yzKzv&#10;+ZUel1iKFMIhQw1VjG0mZTAVOQxz3xIn7sN3DmOCXSlth30Kd418UmotHdacGips6aUi83W5Ow2f&#10;R3n2RqG5XW/9yW7eD2tqlNbTybB/BhFpiP/iP/fJpvnL7WYFv++kG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J6i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Ysd8QA&#10;AADeAAAADwAAAGRycy9kb3ducmV2LnhtbERPS2vCQBC+F/wPywjedKPSGqKraKEgLT34QDyO2TEJ&#10;yc6G3VXTf98tCL3Nx/ecxaozjbiT85VlBeNRAoI4t7riQsHx8DFMQfiArLGxTAp+yMNq2XtZYKbt&#10;g3d034dCxBD2GSooQ2gzKX1ekkE/si1x5K7WGQwRukJqh48Ybho5SZI3abDi2FBiS+8l5fX+ZhSc&#10;b198/Z5+rt0mnGx38PXkktZKDfrdeg4iUBf+xU/3Vsf503T2C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2LH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ncsYA&#10;AADeAAAADwAAAGRycy9kb3ducmV2LnhtbERPS2sCMRC+C/6HMEJvmq1tdV2NUoVCL4X6OOht3Ex3&#10;FzeTbRJ121/fFARv8/E9Z7ZoTS0u5HxlWcHjIAFBnFtdcaFgt33rpyB8QNZYWyYFP+RhMe92Zphp&#10;e+U1XTahEDGEfYYKyhCaTEqfl2TQD2xDHLkv6wyGCF0htcNrDDe1HCbJSBqsODaU2NCqpPy0ORsF&#10;y0m6/P585o/f9fFAh/3x9DJ0iVIPvfZ1CiJQG+7im/tdx/lP6XgE/+/EG+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lncsYAAADeAAAADwAAAAAAAAAAAAAAAACYAgAAZHJz&#10;L2Rvd25yZXYueG1sUEsFBgAAAAAEAAQA9QAAAIsDAAAAAA==&#10;" fillcolor="black" stroked="f"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PJQ8QA&#10;AADeAAAADwAAAGRycy9kb3ducmV2LnhtbERPTWsCMRC9F/wPYYTeatYKVbZGWQRp6WnVll7HzbhZ&#10;3EyWJI3bf98UCr3N433OejvaXiTyoXOsYD4rQBA3TnfcKng/7R9WIEJE1tg7JgXfFGC7mdytsdTu&#10;xgdKx9iKHMKhRAUmxqGUMjSGLIaZG4gzd3HeYszQt1J7vOVw28vHoniSFjvODQYH2hlqrscvqyCd&#10;d3W1SJ/JHN581XpXv3yca6Xup2P1DCLSGP/Ff+5XnecvVss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DyU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AZOMgA&#10;AADeAAAADwAAAGRycy9kb3ducmV2LnhtbESPQU/CQBCF7yb8h82QcJMtkiAWFmKIGvWiVhI4TrpD&#10;t6E723TXUv31zsHE20zem/e+WW8H36ieulgHNjCbZqCIy2BrrgzsPx+vl6BiQrbYBCYD3xRhuxld&#10;rTG34cIf1BepUhLCMUcDLqU21zqWjjzGaWiJRTuFzmOStau07fAi4b7RN1m20B5rlgaHLe0clefi&#10;yxuIs93D4dX/3PXHJ8dvxYtbvFfOmMl4uF+BSjSkf/Pf9bMV/PnyVnjlHZlBb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8Bk4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54E7F" w:rsidRDefault="00954E7F" w:rsidP="00954E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54E7F" w:rsidRDefault="00954E7F" w:rsidP="00954E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54E7F" w:rsidRDefault="00954E7F" w:rsidP="00954E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4E7F" w:rsidRDefault="00954E7F" w:rsidP="00954E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</w:t>
      </w:r>
    </w:p>
    <w:p w:rsidR="00954E7F" w:rsidRPr="006D0034" w:rsidRDefault="00954E7F" w:rsidP="00954E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54E7F" w:rsidRPr="005A4157" w:rsidRDefault="00954E7F" w:rsidP="005A4157">
      <w:pPr>
        <w:pStyle w:val="af1"/>
        <w:tabs>
          <w:tab w:val="left" w:pos="4140"/>
        </w:tabs>
        <w:spacing w:after="0"/>
        <w:ind w:left="0" w:hanging="28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A415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ліміту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споживання</w:t>
      </w:r>
      <w:proofErr w:type="spellEnd"/>
    </w:p>
    <w:p w:rsidR="00954E7F" w:rsidRPr="005A4157" w:rsidRDefault="00954E7F" w:rsidP="005A4157">
      <w:pPr>
        <w:pStyle w:val="af1"/>
        <w:tabs>
          <w:tab w:val="left" w:pos="4140"/>
        </w:tabs>
        <w:spacing w:after="0"/>
        <w:ind w:left="0" w:hanging="28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енергоносіїв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натуральних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показниках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по</w:t>
      </w:r>
    </w:p>
    <w:p w:rsidR="00954E7F" w:rsidRPr="005A4157" w:rsidRDefault="00954E7F" w:rsidP="005A4157">
      <w:pPr>
        <w:pStyle w:val="af1"/>
        <w:tabs>
          <w:tab w:val="left" w:pos="4140"/>
        </w:tabs>
        <w:spacing w:after="0"/>
        <w:ind w:left="0" w:hanging="289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Крупецькій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сільській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A4157">
        <w:rPr>
          <w:rFonts w:ascii="Times New Roman" w:hAnsi="Times New Roman" w:cs="Times New Roman"/>
          <w:b/>
          <w:sz w:val="24"/>
          <w:szCs w:val="24"/>
        </w:rPr>
        <w:t>раді</w:t>
      </w:r>
      <w:proofErr w:type="spellEnd"/>
      <w:r w:rsidRPr="005A4157">
        <w:rPr>
          <w:rFonts w:ascii="Times New Roman" w:hAnsi="Times New Roman" w:cs="Times New Roman"/>
          <w:b/>
          <w:sz w:val="24"/>
          <w:szCs w:val="24"/>
        </w:rPr>
        <w:t xml:space="preserve"> на 2021 </w:t>
      </w:r>
      <w:proofErr w:type="spellStart"/>
      <w:proofErr w:type="gramStart"/>
      <w:r w:rsidRPr="005A4157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5A4157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954E7F" w:rsidRPr="00E02E47" w:rsidRDefault="00954E7F" w:rsidP="00954E7F">
      <w:pPr>
        <w:pStyle w:val="af1"/>
        <w:tabs>
          <w:tab w:val="left" w:pos="4140"/>
        </w:tabs>
        <w:ind w:left="0"/>
        <w:jc w:val="both"/>
        <w:rPr>
          <w:b/>
          <w:sz w:val="24"/>
          <w:szCs w:val="24"/>
        </w:rPr>
      </w:pPr>
    </w:p>
    <w:p w:rsidR="00954E7F" w:rsidRPr="00E02E47" w:rsidRDefault="00954E7F" w:rsidP="00954E7F">
      <w:pPr>
        <w:spacing w:after="0"/>
        <w:ind w:right="-186"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02E47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до п.3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51 Бюджетного кодексу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, з метою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цільових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обсягів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споживання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енергоносіїв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керуючись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статтею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40 Закону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2E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02E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02E4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02E47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954E7F" w:rsidRPr="00E02E47" w:rsidRDefault="00954E7F" w:rsidP="00954E7F">
      <w:pPr>
        <w:spacing w:after="0"/>
        <w:ind w:right="-186"/>
        <w:jc w:val="both"/>
        <w:rPr>
          <w:rFonts w:ascii="Times New Roman" w:hAnsi="Times New Roman" w:cs="Times New Roman"/>
          <w:sz w:val="24"/>
          <w:szCs w:val="24"/>
        </w:rPr>
      </w:pPr>
      <w:r w:rsidRPr="00E02E47">
        <w:rPr>
          <w:rFonts w:ascii="Times New Roman" w:hAnsi="Times New Roman" w:cs="Times New Roman"/>
          <w:sz w:val="24"/>
          <w:szCs w:val="24"/>
        </w:rPr>
        <w:t>ВИРІШИЛА:</w:t>
      </w:r>
    </w:p>
    <w:p w:rsidR="00954E7F" w:rsidRPr="00E02E47" w:rsidRDefault="00954E7F" w:rsidP="00954E7F">
      <w:pPr>
        <w:pStyle w:val="af1"/>
        <w:tabs>
          <w:tab w:val="left" w:pos="4140"/>
        </w:tabs>
        <w:ind w:left="0" w:firstLine="567"/>
        <w:jc w:val="both"/>
        <w:rPr>
          <w:sz w:val="24"/>
          <w:szCs w:val="24"/>
        </w:rPr>
      </w:pPr>
      <w:r w:rsidRPr="00E02E47">
        <w:rPr>
          <w:sz w:val="24"/>
          <w:szCs w:val="24"/>
        </w:rPr>
        <w:t xml:space="preserve">1.Затвердити </w:t>
      </w:r>
      <w:proofErr w:type="spellStart"/>
      <w:r w:rsidRPr="00E02E47">
        <w:rPr>
          <w:sz w:val="24"/>
          <w:szCs w:val="24"/>
        </w:rPr>
        <w:t>ліміт</w:t>
      </w:r>
      <w:proofErr w:type="spellEnd"/>
      <w:r w:rsidRPr="00E02E47">
        <w:rPr>
          <w:sz w:val="24"/>
          <w:szCs w:val="24"/>
        </w:rPr>
        <w:t xml:space="preserve"> </w:t>
      </w:r>
      <w:proofErr w:type="spellStart"/>
      <w:r w:rsidRPr="00E02E47">
        <w:rPr>
          <w:sz w:val="24"/>
          <w:szCs w:val="24"/>
        </w:rPr>
        <w:t>споживання</w:t>
      </w:r>
      <w:proofErr w:type="spellEnd"/>
      <w:r w:rsidRPr="00E02E47">
        <w:rPr>
          <w:sz w:val="24"/>
          <w:szCs w:val="24"/>
        </w:rPr>
        <w:t xml:space="preserve"> </w:t>
      </w:r>
      <w:proofErr w:type="spellStart"/>
      <w:r w:rsidRPr="00E02E47">
        <w:rPr>
          <w:sz w:val="24"/>
          <w:szCs w:val="24"/>
        </w:rPr>
        <w:t>енергоносіїв</w:t>
      </w:r>
      <w:proofErr w:type="spellEnd"/>
      <w:r w:rsidRPr="00E02E47">
        <w:rPr>
          <w:sz w:val="24"/>
          <w:szCs w:val="24"/>
        </w:rPr>
        <w:t xml:space="preserve"> у </w:t>
      </w:r>
      <w:proofErr w:type="spellStart"/>
      <w:r w:rsidRPr="00E02E47">
        <w:rPr>
          <w:sz w:val="24"/>
          <w:szCs w:val="24"/>
        </w:rPr>
        <w:t>натуральних</w:t>
      </w:r>
      <w:proofErr w:type="spellEnd"/>
      <w:r w:rsidRPr="00E02E47">
        <w:rPr>
          <w:sz w:val="24"/>
          <w:szCs w:val="24"/>
        </w:rPr>
        <w:t xml:space="preserve"> </w:t>
      </w:r>
      <w:proofErr w:type="spellStart"/>
      <w:r w:rsidRPr="00E02E47">
        <w:rPr>
          <w:sz w:val="24"/>
          <w:szCs w:val="24"/>
        </w:rPr>
        <w:t>показниках</w:t>
      </w:r>
      <w:proofErr w:type="spellEnd"/>
      <w:r w:rsidRPr="00E02E47">
        <w:rPr>
          <w:sz w:val="24"/>
          <w:szCs w:val="24"/>
        </w:rPr>
        <w:t xml:space="preserve"> по </w:t>
      </w:r>
      <w:proofErr w:type="spellStart"/>
      <w:r w:rsidRPr="00E02E47">
        <w:rPr>
          <w:sz w:val="24"/>
          <w:szCs w:val="24"/>
        </w:rPr>
        <w:t>Крупецькій</w:t>
      </w:r>
      <w:proofErr w:type="spellEnd"/>
      <w:r w:rsidRPr="00E02E47">
        <w:rPr>
          <w:sz w:val="24"/>
          <w:szCs w:val="24"/>
        </w:rPr>
        <w:t xml:space="preserve"> </w:t>
      </w:r>
      <w:proofErr w:type="spellStart"/>
      <w:r w:rsidRPr="00E02E47">
        <w:rPr>
          <w:sz w:val="24"/>
          <w:szCs w:val="24"/>
        </w:rPr>
        <w:t>сільській</w:t>
      </w:r>
      <w:proofErr w:type="spellEnd"/>
      <w:r w:rsidRPr="00E02E47">
        <w:rPr>
          <w:sz w:val="24"/>
          <w:szCs w:val="24"/>
        </w:rPr>
        <w:t xml:space="preserve"> </w:t>
      </w:r>
      <w:proofErr w:type="spellStart"/>
      <w:r w:rsidRPr="00E02E47">
        <w:rPr>
          <w:sz w:val="24"/>
          <w:szCs w:val="24"/>
        </w:rPr>
        <w:t>раді</w:t>
      </w:r>
      <w:proofErr w:type="spellEnd"/>
      <w:r w:rsidRPr="00E02E47">
        <w:rPr>
          <w:sz w:val="24"/>
          <w:szCs w:val="24"/>
        </w:rPr>
        <w:t xml:space="preserve"> на 2021 </w:t>
      </w:r>
      <w:proofErr w:type="spellStart"/>
      <w:proofErr w:type="gramStart"/>
      <w:r w:rsidRPr="00E02E47">
        <w:rPr>
          <w:sz w:val="24"/>
          <w:szCs w:val="24"/>
        </w:rPr>
        <w:t>р</w:t>
      </w:r>
      <w:proofErr w:type="gramEnd"/>
      <w:r w:rsidRPr="00E02E47">
        <w:rPr>
          <w:sz w:val="24"/>
          <w:szCs w:val="24"/>
        </w:rPr>
        <w:t>ік</w:t>
      </w:r>
      <w:proofErr w:type="spellEnd"/>
      <w:r w:rsidRPr="00E02E47">
        <w:rPr>
          <w:sz w:val="24"/>
          <w:szCs w:val="24"/>
        </w:rPr>
        <w:t>:</w:t>
      </w:r>
    </w:p>
    <w:p w:rsidR="00954E7F" w:rsidRPr="00E02E47" w:rsidRDefault="00954E7F" w:rsidP="00954E7F">
      <w:pPr>
        <w:pStyle w:val="aff"/>
        <w:spacing w:line="276" w:lineRule="auto"/>
        <w:ind w:firstLine="708"/>
        <w:rPr>
          <w:b/>
        </w:rPr>
      </w:pPr>
      <w:r w:rsidRPr="00E02E47">
        <w:rPr>
          <w:b/>
        </w:rPr>
        <w:t xml:space="preserve">     </w:t>
      </w:r>
      <w:proofErr w:type="spellStart"/>
      <w:r w:rsidRPr="00E02E47">
        <w:rPr>
          <w:b/>
        </w:rPr>
        <w:t>Управління</w:t>
      </w:r>
      <w:proofErr w:type="spellEnd"/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Електроенергія</w:t>
      </w:r>
      <w:proofErr w:type="spellEnd"/>
      <w:r w:rsidRPr="00E02E47">
        <w:t xml:space="preserve"> - 4540 кВт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Природний</w:t>
      </w:r>
      <w:proofErr w:type="spellEnd"/>
      <w:r w:rsidRPr="00E02E47">
        <w:t xml:space="preserve"> газ – 6200 м.</w:t>
      </w:r>
      <w:r>
        <w:t xml:space="preserve"> </w:t>
      </w:r>
      <w:r w:rsidRPr="00E02E47">
        <w:t>куб</w:t>
      </w:r>
    </w:p>
    <w:p w:rsidR="00954E7F" w:rsidRPr="00E02E47" w:rsidRDefault="00954E7F" w:rsidP="00954E7F">
      <w:pPr>
        <w:pStyle w:val="aff"/>
        <w:spacing w:line="276" w:lineRule="auto"/>
        <w:ind w:firstLine="708"/>
        <w:rPr>
          <w:b/>
        </w:rPr>
      </w:pPr>
      <w:r w:rsidRPr="00E02E47">
        <w:rPr>
          <w:b/>
        </w:rPr>
        <w:t xml:space="preserve">    </w:t>
      </w:r>
      <w:proofErr w:type="spellStart"/>
      <w:r w:rsidRPr="00E02E47">
        <w:rPr>
          <w:b/>
        </w:rPr>
        <w:t>Освіта</w:t>
      </w:r>
      <w:proofErr w:type="spellEnd"/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Електроенергія</w:t>
      </w:r>
      <w:proofErr w:type="spellEnd"/>
      <w:r w:rsidRPr="00E02E47">
        <w:t xml:space="preserve"> – 116600 кВт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Природний</w:t>
      </w:r>
      <w:proofErr w:type="spellEnd"/>
      <w:r w:rsidRPr="00E02E47">
        <w:t xml:space="preserve"> газ – 21000 м.</w:t>
      </w:r>
      <w:r>
        <w:t xml:space="preserve"> </w:t>
      </w:r>
      <w:r w:rsidRPr="00E02E47">
        <w:t>куб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Теплопостачання</w:t>
      </w:r>
      <w:proofErr w:type="spellEnd"/>
      <w:r w:rsidRPr="00E02E47">
        <w:t xml:space="preserve"> – 360 </w:t>
      </w:r>
      <w:proofErr w:type="spellStart"/>
      <w:r w:rsidRPr="00E02E47">
        <w:t>гкал</w:t>
      </w:r>
      <w:proofErr w:type="spellEnd"/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Водопостачання</w:t>
      </w:r>
      <w:proofErr w:type="spellEnd"/>
      <w:r w:rsidRPr="00E02E47">
        <w:t xml:space="preserve"> – 504 м.</w:t>
      </w:r>
      <w:r>
        <w:t xml:space="preserve"> </w:t>
      </w:r>
      <w:r w:rsidRPr="00E02E47">
        <w:t>куб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Інші</w:t>
      </w:r>
      <w:proofErr w:type="spellEnd"/>
      <w:r w:rsidRPr="00E02E47">
        <w:t xml:space="preserve"> </w:t>
      </w:r>
      <w:proofErr w:type="spellStart"/>
      <w:r w:rsidRPr="00E02E47">
        <w:t>енергоносії</w:t>
      </w:r>
      <w:proofErr w:type="spellEnd"/>
      <w:r w:rsidRPr="00E02E47">
        <w:t xml:space="preserve"> (дрова) – 26 м.</w:t>
      </w:r>
      <w:r>
        <w:t xml:space="preserve"> </w:t>
      </w:r>
      <w:r w:rsidRPr="00E02E47">
        <w:t>кв.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Інші</w:t>
      </w:r>
      <w:proofErr w:type="spellEnd"/>
      <w:r w:rsidRPr="00E02E47">
        <w:t xml:space="preserve"> </w:t>
      </w:r>
      <w:proofErr w:type="spellStart"/>
      <w:r w:rsidRPr="00E02E47">
        <w:t>енергоносії</w:t>
      </w:r>
      <w:proofErr w:type="spellEnd"/>
      <w:r w:rsidRPr="00E02E47">
        <w:t xml:space="preserve"> (</w:t>
      </w:r>
      <w:proofErr w:type="spellStart"/>
      <w:r w:rsidRPr="00E02E47">
        <w:t>вугілля</w:t>
      </w:r>
      <w:proofErr w:type="spellEnd"/>
      <w:r w:rsidRPr="00E02E47">
        <w:t>, торф) – 70 т.</w:t>
      </w:r>
    </w:p>
    <w:p w:rsidR="00954E7F" w:rsidRPr="00E02E47" w:rsidRDefault="00954E7F" w:rsidP="00954E7F">
      <w:pPr>
        <w:pStyle w:val="aff"/>
        <w:spacing w:line="276" w:lineRule="auto"/>
        <w:ind w:firstLine="708"/>
        <w:rPr>
          <w:b/>
        </w:rPr>
      </w:pPr>
      <w:r w:rsidRPr="00E02E47">
        <w:rPr>
          <w:b/>
        </w:rPr>
        <w:t xml:space="preserve">     Культура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Електроенергія</w:t>
      </w:r>
      <w:proofErr w:type="spellEnd"/>
      <w:r w:rsidRPr="00E02E47">
        <w:t xml:space="preserve"> – 51930 кВт</w:t>
      </w:r>
    </w:p>
    <w:p w:rsidR="00954E7F" w:rsidRPr="00E02E47" w:rsidRDefault="00954E7F" w:rsidP="00954E7F">
      <w:pPr>
        <w:pStyle w:val="aff"/>
        <w:spacing w:line="276" w:lineRule="auto"/>
        <w:ind w:firstLine="708"/>
        <w:rPr>
          <w:b/>
        </w:rPr>
      </w:pPr>
      <w:r w:rsidRPr="00E02E47">
        <w:rPr>
          <w:b/>
        </w:rPr>
        <w:t xml:space="preserve">     ЖКГ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Електроенергія</w:t>
      </w:r>
      <w:proofErr w:type="spellEnd"/>
      <w:r w:rsidRPr="00E02E47">
        <w:t xml:space="preserve"> – 76770 кВт</w:t>
      </w:r>
    </w:p>
    <w:p w:rsidR="00954E7F" w:rsidRPr="00E02E47" w:rsidRDefault="00954E7F" w:rsidP="00954E7F">
      <w:pPr>
        <w:pStyle w:val="aff"/>
        <w:spacing w:line="276" w:lineRule="auto"/>
        <w:ind w:firstLine="708"/>
        <w:rPr>
          <w:b/>
        </w:rPr>
      </w:pPr>
      <w:r w:rsidRPr="00E02E47">
        <w:rPr>
          <w:b/>
        </w:rPr>
        <w:lastRenderedPageBreak/>
        <w:t xml:space="preserve">     </w:t>
      </w:r>
      <w:proofErr w:type="spellStart"/>
      <w:r w:rsidRPr="00E02E47">
        <w:rPr>
          <w:b/>
        </w:rPr>
        <w:t>Охорона</w:t>
      </w:r>
      <w:proofErr w:type="spellEnd"/>
      <w:r w:rsidRPr="00E02E47">
        <w:rPr>
          <w:b/>
        </w:rPr>
        <w:t xml:space="preserve"> </w:t>
      </w:r>
      <w:proofErr w:type="spellStart"/>
      <w:r w:rsidRPr="00E02E47">
        <w:rPr>
          <w:b/>
        </w:rPr>
        <w:t>здоров’я</w:t>
      </w:r>
      <w:proofErr w:type="spellEnd"/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Електроенергія</w:t>
      </w:r>
      <w:proofErr w:type="spellEnd"/>
      <w:r w:rsidRPr="00E02E47">
        <w:t xml:space="preserve"> – 37600 кВт</w:t>
      </w:r>
    </w:p>
    <w:p w:rsidR="00954E7F" w:rsidRPr="00E02E47" w:rsidRDefault="00954E7F" w:rsidP="00954E7F">
      <w:pPr>
        <w:pStyle w:val="aff"/>
        <w:spacing w:line="276" w:lineRule="auto"/>
        <w:ind w:firstLine="708"/>
      </w:pPr>
      <w:proofErr w:type="spellStart"/>
      <w:r w:rsidRPr="00E02E47">
        <w:t>Природний</w:t>
      </w:r>
      <w:proofErr w:type="spellEnd"/>
      <w:r w:rsidRPr="00E02E47">
        <w:t xml:space="preserve"> газ – 8000 м.</w:t>
      </w:r>
      <w:r>
        <w:t xml:space="preserve"> </w:t>
      </w:r>
      <w:r w:rsidRPr="00E02E47">
        <w:t>куб</w:t>
      </w:r>
      <w:bookmarkStart w:id="0" w:name="_GoBack"/>
      <w:bookmarkEnd w:id="0"/>
    </w:p>
    <w:p w:rsidR="00954E7F" w:rsidRPr="00E02E47" w:rsidRDefault="00954E7F" w:rsidP="00954E7F">
      <w:pPr>
        <w:pStyle w:val="aff"/>
        <w:spacing w:line="276" w:lineRule="auto"/>
        <w:ind w:firstLine="567"/>
      </w:pPr>
      <w:r w:rsidRPr="00E02E47">
        <w:t xml:space="preserve">2. Контроль за </w:t>
      </w:r>
      <w:proofErr w:type="spellStart"/>
      <w:r w:rsidRPr="00E02E47">
        <w:t>виконанням</w:t>
      </w:r>
      <w:proofErr w:type="spellEnd"/>
      <w:r w:rsidRPr="00E02E47">
        <w:t xml:space="preserve"> </w:t>
      </w:r>
      <w:proofErr w:type="spellStart"/>
      <w:r w:rsidRPr="00E02E47">
        <w:t>даного</w:t>
      </w:r>
      <w:proofErr w:type="spellEnd"/>
      <w:r w:rsidRPr="00E02E47">
        <w:t xml:space="preserve"> </w:t>
      </w:r>
      <w:proofErr w:type="spellStart"/>
      <w:proofErr w:type="gramStart"/>
      <w:r w:rsidRPr="00E02E47">
        <w:t>р</w:t>
      </w:r>
      <w:proofErr w:type="gramEnd"/>
      <w:r w:rsidRPr="00E02E47">
        <w:t>ішення</w:t>
      </w:r>
      <w:proofErr w:type="spellEnd"/>
      <w:r w:rsidRPr="00E02E47">
        <w:t xml:space="preserve"> </w:t>
      </w:r>
      <w:proofErr w:type="spellStart"/>
      <w:r w:rsidRPr="00E02E47">
        <w:t>покласти</w:t>
      </w:r>
      <w:proofErr w:type="spellEnd"/>
      <w:r w:rsidRPr="00E02E47">
        <w:t xml:space="preserve"> на заступника </w:t>
      </w:r>
      <w:proofErr w:type="spellStart"/>
      <w:r w:rsidRPr="00E02E47">
        <w:t>сільського</w:t>
      </w:r>
      <w:proofErr w:type="spellEnd"/>
      <w:r w:rsidRPr="00E02E47">
        <w:t xml:space="preserve"> </w:t>
      </w:r>
      <w:proofErr w:type="spellStart"/>
      <w:r w:rsidRPr="00E02E47">
        <w:t>голови</w:t>
      </w:r>
      <w:proofErr w:type="spellEnd"/>
      <w:r w:rsidRPr="00E02E47">
        <w:t xml:space="preserve"> з </w:t>
      </w:r>
      <w:proofErr w:type="spellStart"/>
      <w:r w:rsidRPr="00E02E47">
        <w:t>питань</w:t>
      </w:r>
      <w:proofErr w:type="spellEnd"/>
      <w:r w:rsidRPr="00E02E47">
        <w:t xml:space="preserve"> </w:t>
      </w:r>
      <w:proofErr w:type="spellStart"/>
      <w:r w:rsidRPr="00E02E47">
        <w:t>діяльності</w:t>
      </w:r>
      <w:proofErr w:type="spellEnd"/>
      <w:r w:rsidRPr="00E02E47">
        <w:t xml:space="preserve"> </w:t>
      </w:r>
      <w:proofErr w:type="spellStart"/>
      <w:r w:rsidRPr="00E02E47">
        <w:t>виконавчих</w:t>
      </w:r>
      <w:proofErr w:type="spellEnd"/>
      <w:r w:rsidRPr="00E02E47">
        <w:t xml:space="preserve"> </w:t>
      </w:r>
      <w:proofErr w:type="spellStart"/>
      <w:r w:rsidRPr="00E02E47">
        <w:t>органів</w:t>
      </w:r>
      <w:proofErr w:type="spellEnd"/>
      <w:r w:rsidRPr="00E02E47">
        <w:t xml:space="preserve"> ради </w:t>
      </w:r>
      <w:proofErr w:type="spellStart"/>
      <w:r w:rsidRPr="00E02E47">
        <w:t>Л.П.Ліпську</w:t>
      </w:r>
      <w:proofErr w:type="spellEnd"/>
      <w:r w:rsidRPr="00E02E47">
        <w:t>.</w:t>
      </w:r>
    </w:p>
    <w:p w:rsidR="00954E7F" w:rsidRPr="00E02E47" w:rsidRDefault="00954E7F" w:rsidP="00954E7F">
      <w:pPr>
        <w:pStyle w:val="1"/>
        <w:spacing w:line="276" w:lineRule="auto"/>
        <w:jc w:val="both"/>
        <w:rPr>
          <w:b/>
          <w:sz w:val="24"/>
        </w:rPr>
      </w:pPr>
    </w:p>
    <w:p w:rsidR="00954E7F" w:rsidRPr="00E02E47" w:rsidRDefault="00954E7F" w:rsidP="00954E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4E7F" w:rsidRPr="005A4157" w:rsidRDefault="00954E7F" w:rsidP="00954E7F">
      <w:pPr>
        <w:pStyle w:val="1"/>
        <w:spacing w:line="276" w:lineRule="auto"/>
        <w:jc w:val="both"/>
        <w:rPr>
          <w:rFonts w:ascii="Times New Roman" w:hAnsi="Times New Roman" w:cs="Times New Roman"/>
          <w:b/>
          <w:sz w:val="24"/>
        </w:rPr>
      </w:pPr>
      <w:proofErr w:type="spellStart"/>
      <w:r w:rsidRPr="005A4157">
        <w:rPr>
          <w:rFonts w:ascii="Times New Roman" w:hAnsi="Times New Roman" w:cs="Times New Roman"/>
          <w:sz w:val="24"/>
        </w:rPr>
        <w:t>Сільський</w:t>
      </w:r>
      <w:proofErr w:type="spellEnd"/>
      <w:r w:rsidRPr="005A4157">
        <w:rPr>
          <w:rFonts w:ascii="Times New Roman" w:hAnsi="Times New Roman" w:cs="Times New Roman"/>
          <w:sz w:val="24"/>
        </w:rPr>
        <w:t xml:space="preserve"> голова</w:t>
      </w:r>
      <w:r w:rsidRPr="005A4157">
        <w:rPr>
          <w:rFonts w:ascii="Times New Roman" w:hAnsi="Times New Roman" w:cs="Times New Roman"/>
          <w:sz w:val="24"/>
        </w:rPr>
        <w:tab/>
        <w:t xml:space="preserve">                              </w:t>
      </w:r>
      <w:r w:rsidRPr="005A4157">
        <w:rPr>
          <w:rFonts w:ascii="Times New Roman" w:hAnsi="Times New Roman" w:cs="Times New Roman"/>
          <w:sz w:val="24"/>
        </w:rPr>
        <w:tab/>
        <w:t xml:space="preserve">             </w:t>
      </w:r>
      <w:r w:rsidRPr="005A4157">
        <w:rPr>
          <w:rFonts w:ascii="Times New Roman" w:hAnsi="Times New Roman" w:cs="Times New Roman"/>
          <w:sz w:val="24"/>
        </w:rPr>
        <w:tab/>
      </w:r>
      <w:proofErr w:type="spellStart"/>
      <w:r w:rsidRPr="005A4157">
        <w:rPr>
          <w:rFonts w:ascii="Times New Roman" w:hAnsi="Times New Roman" w:cs="Times New Roman"/>
          <w:sz w:val="24"/>
        </w:rPr>
        <w:t>Валерій</w:t>
      </w:r>
      <w:proofErr w:type="spellEnd"/>
      <w:r w:rsidRPr="005A4157">
        <w:rPr>
          <w:rFonts w:ascii="Times New Roman" w:hAnsi="Times New Roman" w:cs="Times New Roman"/>
          <w:sz w:val="24"/>
        </w:rPr>
        <w:t xml:space="preserve"> МИХАЛЮК</w:t>
      </w:r>
    </w:p>
    <w:p w:rsidR="00D513EA" w:rsidRDefault="00D513EA"/>
    <w:sectPr w:rsidR="00D513E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025" w:rsidRDefault="00132025">
      <w:pPr>
        <w:spacing w:after="0" w:line="240" w:lineRule="auto"/>
      </w:pPr>
      <w:r>
        <w:separator/>
      </w:r>
    </w:p>
  </w:endnote>
  <w:endnote w:type="continuationSeparator" w:id="0">
    <w:p w:rsidR="00132025" w:rsidRDefault="00132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025" w:rsidRDefault="00132025">
      <w:pPr>
        <w:spacing w:after="0" w:line="240" w:lineRule="auto"/>
      </w:pPr>
      <w:r>
        <w:separator/>
      </w:r>
    </w:p>
  </w:footnote>
  <w:footnote w:type="continuationSeparator" w:id="0">
    <w:p w:rsidR="00132025" w:rsidRDefault="001320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E7F"/>
    <w:rsid w:val="00132025"/>
    <w:rsid w:val="00171E7B"/>
    <w:rsid w:val="005A4157"/>
    <w:rsid w:val="00954E7F"/>
    <w:rsid w:val="00D51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7F"/>
    <w:rPr>
      <w:rFonts w:eastAsiaTheme="minorEastAsi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954E7F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54E7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54E7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54E7F"/>
    <w:rPr>
      <w:rFonts w:ascii="Consolas" w:eastAsiaTheme="minorEastAsia" w:hAnsi="Consolas"/>
      <w:sz w:val="20"/>
      <w:szCs w:val="20"/>
    </w:rPr>
  </w:style>
  <w:style w:type="paragraph" w:styleId="aff">
    <w:name w:val="Body Text Indent"/>
    <w:aliases w:val="Подпись к рис.,Ïîäïèñü ê ðèñ.,Iiaienu e ?en.,Body Text 2,Body Text 2 Знак"/>
    <w:basedOn w:val="a"/>
    <w:link w:val="aff0"/>
    <w:unhideWhenUsed/>
    <w:rsid w:val="00954E7F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0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ff"/>
    <w:rsid w:val="00954E7F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E7F"/>
    <w:rPr>
      <w:rFonts w:eastAsiaTheme="minorEastAsia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link w:val="af2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3">
    <w:name w:val="Intense Quote"/>
    <w:basedOn w:val="a"/>
    <w:next w:val="a"/>
    <w:link w:val="af4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4">
    <w:name w:val="Выделенная цитата Знак"/>
    <w:basedOn w:val="a0"/>
    <w:link w:val="af3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5">
    <w:name w:val="Subtle Emphasis"/>
    <w:basedOn w:val="a0"/>
    <w:uiPriority w:val="19"/>
    <w:qFormat/>
    <w:rPr>
      <w:i/>
      <w:iCs/>
      <w:color w:val="000000"/>
    </w:rPr>
  </w:style>
  <w:style w:type="character" w:styleId="af6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7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8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9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a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b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c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d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e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af2">
    <w:name w:val="Абзац списка Знак"/>
    <w:link w:val="af1"/>
    <w:uiPriority w:val="34"/>
    <w:locked/>
    <w:rsid w:val="00954E7F"/>
    <w:rPr>
      <w:color w:val="283138" w:themeColor="text2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54E7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54E7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54E7F"/>
    <w:rPr>
      <w:rFonts w:ascii="Consolas" w:eastAsiaTheme="minorEastAsia" w:hAnsi="Consolas"/>
      <w:sz w:val="20"/>
      <w:szCs w:val="20"/>
    </w:rPr>
  </w:style>
  <w:style w:type="paragraph" w:styleId="aff">
    <w:name w:val="Body Text Indent"/>
    <w:aliases w:val="Подпись к рис.,Ïîäïèñü ê ðèñ.,Iiaienu e ?en.,Body Text 2,Body Text 2 Знак"/>
    <w:basedOn w:val="a"/>
    <w:link w:val="aff0"/>
    <w:unhideWhenUsed/>
    <w:rsid w:val="00954E7F"/>
    <w:pPr>
      <w:suppressAutoHyphens/>
      <w:spacing w:after="0" w:line="36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ff0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ff"/>
    <w:rsid w:val="00954E7F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9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2020-12-24T16:51:00Z</dcterms:created>
  <dcterms:modified xsi:type="dcterms:W3CDTF">2020-12-24T18:41:00Z</dcterms:modified>
</cp:coreProperties>
</file>