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B4A" w:rsidRPr="00154EFF" w:rsidRDefault="00AD4B4A" w:rsidP="00AD4B4A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B4A" w:rsidRDefault="00AD4B4A" w:rsidP="00AD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4B4A" w:rsidRDefault="00AD4B4A" w:rsidP="00AD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D4B4A" w:rsidRDefault="00AD4B4A" w:rsidP="00AD4B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B4A" w:rsidRDefault="00AD4B4A" w:rsidP="00AD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D4B4A" w:rsidRDefault="00AD4B4A" w:rsidP="00AD4B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4B4A" w:rsidRDefault="00AD4B4A" w:rsidP="00AD4B4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№89</w:t>
      </w:r>
    </w:p>
    <w:p w:rsidR="00AD4B4A" w:rsidRDefault="00AD4B4A" w:rsidP="00AD4B4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D4B4A" w:rsidRPr="00F6667D" w:rsidRDefault="00AD4B4A" w:rsidP="00AD4B4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6667D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6667D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6667D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6667D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6667D">
        <w:rPr>
          <w:rFonts w:ascii="Times New Roman" w:eastAsia="Calibri" w:hAnsi="Times New Roman" w:cs="Times New Roman"/>
          <w:b/>
          <w:sz w:val="24"/>
        </w:rPr>
        <w:t>Макарчуку</w:t>
      </w:r>
      <w:proofErr w:type="spellEnd"/>
      <w:r w:rsidRPr="00F6667D">
        <w:rPr>
          <w:rFonts w:ascii="Times New Roman" w:eastAsia="Calibri" w:hAnsi="Times New Roman" w:cs="Times New Roman"/>
          <w:b/>
          <w:sz w:val="24"/>
        </w:rPr>
        <w:t xml:space="preserve"> В.С.</w:t>
      </w: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6667D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</w:t>
      </w:r>
      <w:r w:rsidRPr="008E53CC">
        <w:rPr>
          <w:rFonts w:ascii="Times New Roman" w:eastAsia="Calibri" w:hAnsi="Times New Roman" w:cs="Times New Roman"/>
          <w:sz w:val="24"/>
        </w:rPr>
        <w:t xml:space="preserve">12, 116, 118, 121, 122, 186 </w:t>
      </w:r>
      <w:r w:rsidRPr="00F6667D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Макарчука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 xml:space="preserve"> В.С.,  сільська рада </w:t>
      </w: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6667D">
        <w:rPr>
          <w:rFonts w:ascii="Times New Roman" w:eastAsia="Calibri" w:hAnsi="Times New Roman" w:cs="Times New Roman"/>
          <w:sz w:val="24"/>
        </w:rPr>
        <w:t>ВИРІШИЛА:</w:t>
      </w: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6667D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    1.</w:t>
      </w:r>
      <w:r w:rsidRPr="00F6667D">
        <w:rPr>
          <w:rFonts w:ascii="Times New Roman" w:eastAsia="Calibri" w:hAnsi="Times New Roman" w:cs="Times New Roman"/>
          <w:sz w:val="24"/>
        </w:rPr>
        <w:t xml:space="preserve">Надати 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Макарчуку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 xml:space="preserve"> Василю Степановичу, який зареєстрований за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 xml:space="preserve">: </w:t>
      </w:r>
      <w:r w:rsidR="009A711F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F6667D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0,2000 га, для </w:t>
      </w:r>
      <w:r w:rsidRPr="00F6667D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6667D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</w:rPr>
        <w:t xml:space="preserve"> Нижні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>.</w:t>
      </w:r>
    </w:p>
    <w:p w:rsidR="00AD4B4A" w:rsidRPr="00F6667D" w:rsidRDefault="00AD4B4A" w:rsidP="00AD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6667D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Макарчуку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 xml:space="preserve"> В.С.  розробити </w:t>
      </w:r>
      <w:proofErr w:type="spellStart"/>
      <w:r w:rsidRPr="00F6667D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6667D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D4B4A" w:rsidRPr="00F6667D" w:rsidRDefault="00AD4B4A" w:rsidP="00AD4B4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6667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D4B4A" w:rsidRPr="00276BF3" w:rsidRDefault="00AD4B4A" w:rsidP="00AD4B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666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D4B4A" w:rsidRPr="00F6667D" w:rsidRDefault="00AD4B4A" w:rsidP="00AD4B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D4B4A" w:rsidRPr="00F6667D" w:rsidRDefault="00AD4B4A" w:rsidP="00AD4B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D4B4A" w:rsidRPr="00F6667D" w:rsidRDefault="00AD4B4A" w:rsidP="00AD4B4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0B78" w:rsidRPr="00AD4B4A" w:rsidRDefault="00AD4B4A" w:rsidP="00AD4B4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6667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C0B78" w:rsidRPr="00AD4B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B4A"/>
    <w:rsid w:val="003C0B78"/>
    <w:rsid w:val="009A711F"/>
    <w:rsid w:val="00AD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B4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D4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D4B4A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B4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D4B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D4B4A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242</Words>
  <Characters>1386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2022-02-08T06:58:00Z</dcterms:created>
  <dcterms:modified xsi:type="dcterms:W3CDTF">2022-02-08T11:30:00Z</dcterms:modified>
</cp:coreProperties>
</file>