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4CD" w:rsidRPr="00AF2E62" w:rsidRDefault="00CD74CD" w:rsidP="00CD74CD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  <w:r w:rsidRPr="00AF2E62"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CD74CD" w:rsidRPr="00AF2E62" w:rsidRDefault="00CD74CD" w:rsidP="00CD74C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AF2E62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63CF757" wp14:editId="3BE98D10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4217" name="Группа 142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4218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74CD" w:rsidRDefault="00CD74CD" w:rsidP="00CD74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19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74CD" w:rsidRDefault="00CD74CD" w:rsidP="00CD74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20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74CD" w:rsidRDefault="00CD74CD" w:rsidP="00CD74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21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74CD" w:rsidRDefault="00CD74CD" w:rsidP="00CD74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22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74CD" w:rsidRDefault="00CD74CD" w:rsidP="00CD74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23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74CD" w:rsidRDefault="00CD74CD" w:rsidP="00CD74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24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74CD" w:rsidRDefault="00CD74CD" w:rsidP="00CD74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25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74CD" w:rsidRDefault="00CD74CD" w:rsidP="00CD74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26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74CD" w:rsidRDefault="00CD74CD" w:rsidP="00CD74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27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74CD" w:rsidRDefault="00CD74CD" w:rsidP="00CD74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28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74CD" w:rsidRDefault="00CD74CD" w:rsidP="00CD74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29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74CD" w:rsidRDefault="00CD74CD" w:rsidP="00CD74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30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74CD" w:rsidRDefault="00CD74CD" w:rsidP="00CD74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31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74CD" w:rsidRDefault="00CD74CD" w:rsidP="00CD74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32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74CD" w:rsidRDefault="00CD74CD" w:rsidP="00CD74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33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74CD" w:rsidRDefault="00CD74CD" w:rsidP="00CD74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34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74CD" w:rsidRDefault="00CD74CD" w:rsidP="00CD74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35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74CD" w:rsidRDefault="00CD74CD" w:rsidP="00CD74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36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74CD" w:rsidRDefault="00CD74CD" w:rsidP="00CD74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37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74CD" w:rsidRDefault="00CD74CD" w:rsidP="00CD74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38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74CD" w:rsidRDefault="00CD74CD" w:rsidP="00CD74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39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74CD" w:rsidRDefault="00CD74CD" w:rsidP="00CD74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40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74CD" w:rsidRDefault="00CD74CD" w:rsidP="00CD74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41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74CD" w:rsidRDefault="00CD74CD" w:rsidP="00CD74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42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74CD" w:rsidRDefault="00CD74CD" w:rsidP="00CD74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43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74CD" w:rsidRDefault="00CD74CD" w:rsidP="00CD74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44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74CD" w:rsidRDefault="00CD74CD" w:rsidP="00CD74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45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74CD" w:rsidRDefault="00CD74CD" w:rsidP="00CD74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46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74CD" w:rsidRDefault="00CD74CD" w:rsidP="00CD74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47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74CD" w:rsidRDefault="00CD74CD" w:rsidP="00CD74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163CF757" id="Группа 14217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D74CD" w:rsidRDefault="00CD74CD" w:rsidP="00CD74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D74CD" w:rsidRDefault="00CD74CD" w:rsidP="00CD74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D74CD" w:rsidRDefault="00CD74CD" w:rsidP="00CD74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D74CD" w:rsidRDefault="00CD74CD" w:rsidP="00CD74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D74CD" w:rsidRDefault="00CD74CD" w:rsidP="00CD74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D74CD" w:rsidRDefault="00CD74CD" w:rsidP="00CD74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D74CD" w:rsidRDefault="00CD74CD" w:rsidP="00CD74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D74CD" w:rsidRDefault="00CD74CD" w:rsidP="00CD74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D74CD" w:rsidRDefault="00CD74CD" w:rsidP="00CD74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D74CD" w:rsidRDefault="00CD74CD" w:rsidP="00CD74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D74CD" w:rsidRDefault="00CD74CD" w:rsidP="00CD74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D74CD" w:rsidRDefault="00CD74CD" w:rsidP="00CD74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D74CD" w:rsidRDefault="00CD74CD" w:rsidP="00CD74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D74CD" w:rsidRDefault="00CD74CD" w:rsidP="00CD74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D74CD" w:rsidRDefault="00CD74CD" w:rsidP="00CD74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D74CD" w:rsidRDefault="00CD74CD" w:rsidP="00CD74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D74CD" w:rsidRDefault="00CD74CD" w:rsidP="00CD74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D74CD" w:rsidRDefault="00CD74CD" w:rsidP="00CD74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D74CD" w:rsidRDefault="00CD74CD" w:rsidP="00CD74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D74CD" w:rsidRDefault="00CD74CD" w:rsidP="00CD74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" fillcolor="black" stroked="f">
                  <v:textbox>
                    <w:txbxContent>
                      <w:p w:rsidR="00CD74CD" w:rsidRDefault="00CD74CD" w:rsidP="00CD74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CD74CD" w:rsidRDefault="00CD74CD" w:rsidP="00CD74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CD74CD" w:rsidRDefault="00CD74CD" w:rsidP="00CD74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CD74CD" w:rsidRDefault="00CD74CD" w:rsidP="00CD74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CD74CD" w:rsidRDefault="00CD74CD" w:rsidP="00CD74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CD74CD" w:rsidRDefault="00CD74CD" w:rsidP="00CD74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CD74CD" w:rsidRDefault="00CD74CD" w:rsidP="00CD74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" fillcolor="black" stroked="f">
                  <v:textbox>
                    <w:txbxContent>
                      <w:p w:rsidR="00CD74CD" w:rsidRDefault="00CD74CD" w:rsidP="00CD74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CD74CD" w:rsidRDefault="00CD74CD" w:rsidP="00CD74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CD74CD" w:rsidRDefault="00CD74CD" w:rsidP="00CD74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CD74CD" w:rsidRPr="00AF2E62" w:rsidRDefault="00CD74CD" w:rsidP="00CD74C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CD74CD" w:rsidRPr="00AF2E62" w:rsidRDefault="00CD74CD" w:rsidP="00CD74CD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CD74CD" w:rsidRPr="00AF2E62" w:rsidRDefault="00CD74CD" w:rsidP="00CD74C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CD74CD" w:rsidRPr="00AF2E62" w:rsidRDefault="00CD74CD" w:rsidP="00CD74C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CD74CD" w:rsidRPr="00AF2E62" w:rsidRDefault="00CD74CD" w:rsidP="00CD74C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  <w:r w:rsidRPr="00AF2E62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  <w:t>УКРАЇНА</w:t>
      </w:r>
    </w:p>
    <w:p w:rsidR="00CD74CD" w:rsidRPr="00AF2E62" w:rsidRDefault="00CD74CD" w:rsidP="00CD74CD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AF2E6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КРУПЕЦЬКА СІЛЬСЬКА РАДА</w:t>
      </w:r>
    </w:p>
    <w:p w:rsidR="00CD74CD" w:rsidRPr="00AF2E62" w:rsidRDefault="00CD74CD" w:rsidP="00CD74C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AF2E6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СЛАВУТСЬКОГО РАЙОНУ</w:t>
      </w:r>
    </w:p>
    <w:p w:rsidR="00CD74CD" w:rsidRPr="00AF2E62" w:rsidRDefault="00CD74CD" w:rsidP="00CD74C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AF2E6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ХМЕЛЬНИЦЬКОЇ ОБЛАСТІ</w:t>
      </w:r>
    </w:p>
    <w:p w:rsidR="00CD74CD" w:rsidRPr="00AF2E62" w:rsidRDefault="00CD74CD" w:rsidP="00CD74C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CD74CD" w:rsidRPr="00AF2E62" w:rsidRDefault="00CD74CD" w:rsidP="00CD74C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AF2E6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 xml:space="preserve"> РІШЕННЯ</w:t>
      </w:r>
    </w:p>
    <w:p w:rsidR="00CD74CD" w:rsidRPr="00AF2E62" w:rsidRDefault="00CD74CD" w:rsidP="00CD74C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CD74CD" w:rsidRPr="00AF2E62" w:rsidRDefault="00CD74CD" w:rsidP="00CD74C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ХІІ</w:t>
      </w: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сесії сільської ради  </w:t>
      </w: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CD74CD" w:rsidRPr="00AF2E62" w:rsidRDefault="00CD74CD" w:rsidP="00CD74C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CD74CD" w:rsidRPr="00AF2E62" w:rsidRDefault="00CD74CD" w:rsidP="00CD74C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__.06.2021 року                                            Крупець                                                 №___</w:t>
      </w:r>
    </w:p>
    <w:p w:rsidR="00CD74CD" w:rsidRPr="00AF2E62" w:rsidRDefault="00CD74CD" w:rsidP="00CD74CD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CD74CD" w:rsidRPr="00AF2E62" w:rsidRDefault="00CD74CD" w:rsidP="00CD74CD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CD74CD" w:rsidRPr="00AF2E62" w:rsidRDefault="00CD74CD" w:rsidP="00CD74C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проєкту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CD74CD" w:rsidRPr="00AF2E62" w:rsidRDefault="00CD74CD" w:rsidP="00CD74C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відведення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</w:p>
    <w:p w:rsidR="00CD74CD" w:rsidRPr="00AF2E62" w:rsidRDefault="00CD74CD" w:rsidP="00CD74C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Шевцову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 В.Г.</w:t>
      </w:r>
    </w:p>
    <w:p w:rsidR="00CD74CD" w:rsidRPr="00AF2E62" w:rsidRDefault="00CD74CD" w:rsidP="00CD74C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</w:p>
    <w:p w:rsidR="00CD74CD" w:rsidRPr="00AF2E62" w:rsidRDefault="00CD74CD" w:rsidP="00CD74C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CD74CD" w:rsidRPr="00AF2E62" w:rsidRDefault="00CD74CD" w:rsidP="00CD74C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       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до</w:t>
      </w:r>
      <w:proofErr w:type="gram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пункту</w:t>
      </w:r>
      <w:proofErr w:type="gram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», статей 12,  118, 121 та 123 Земельного кодексу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», 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р</w:t>
      </w:r>
      <w:r>
        <w:rPr>
          <w:rFonts w:ascii="Times New Roman" w:eastAsia="Calibri" w:hAnsi="Times New Roman" w:cs="Times New Roman"/>
          <w:sz w:val="24"/>
          <w:lang w:val="ru-RU" w:eastAsia="en-US"/>
        </w:rPr>
        <w:t>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Шевцова В.Г.</w:t>
      </w: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,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рада </w:t>
      </w:r>
    </w:p>
    <w:p w:rsidR="00CD74CD" w:rsidRPr="00AF2E62" w:rsidRDefault="00CD74CD" w:rsidP="00CD74C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CD74CD" w:rsidRPr="00AF2E62" w:rsidRDefault="00CD74CD" w:rsidP="00CD74CD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CD74CD" w:rsidRPr="00AF2E62" w:rsidRDefault="00CD74CD" w:rsidP="00CD74C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      1. Надати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Шевцову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Валерію Георгійовичу, який зареєстрований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7A51BB">
        <w:rPr>
          <w:rFonts w:ascii="Times New Roman" w:eastAsia="Calibri" w:hAnsi="Times New Roman" w:cs="Times New Roman"/>
          <w:sz w:val="24"/>
          <w:lang w:eastAsia="en-US"/>
        </w:rPr>
        <w:t>____________</w:t>
      </w:r>
      <w:bookmarkStart w:id="0" w:name="_GoBack"/>
      <w:bookmarkEnd w:id="0"/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</w:t>
      </w:r>
      <w:proofErr w:type="spellStart"/>
      <w:r w:rsidRPr="00AF2E62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</w:t>
      </w:r>
      <w:r>
        <w:rPr>
          <w:rFonts w:ascii="Times New Roman" w:eastAsia="Calibri" w:hAnsi="Times New Roman" w:cs="Times New Roman"/>
          <w:sz w:val="24"/>
          <w:lang w:eastAsia="en-US"/>
        </w:rPr>
        <w:t>єнтовною площею 0,16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00га, для </w:t>
      </w:r>
      <w:r w:rsidRPr="00CA6548"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,  яка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розташована в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с.Крупець</w:t>
      </w:r>
      <w:proofErr w:type="spellEnd"/>
      <w:r w:rsidRPr="00AF2E62"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CD74CD" w:rsidRPr="00AF2E62" w:rsidRDefault="00CD74CD" w:rsidP="00CD74C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Шевцову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В.Г., 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розробити </w:t>
      </w:r>
      <w:proofErr w:type="spellStart"/>
      <w:r w:rsidRPr="00AF2E62"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CD74CD" w:rsidRPr="00AF2E62" w:rsidRDefault="00CD74CD" w:rsidP="00CD74C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F2E62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CD74CD" w:rsidRPr="00AF2E62" w:rsidRDefault="00CD74CD" w:rsidP="00CD74CD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CD74CD" w:rsidRPr="00AF2E62" w:rsidRDefault="00CD74CD" w:rsidP="00CD74C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CD74CD" w:rsidRPr="00AF2E62" w:rsidRDefault="00CD74CD" w:rsidP="00CD74C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CD74CD" w:rsidRDefault="00CD74CD" w:rsidP="00CD74C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CD74CD" w:rsidRDefault="00CD74CD" w:rsidP="00CD74C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CD74CD" w:rsidRDefault="00CD74CD" w:rsidP="00CD74C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CD74CD" w:rsidRDefault="00CD74CD" w:rsidP="00CD74C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523E4A" w:rsidRPr="00CD74CD" w:rsidRDefault="00CD74CD" w:rsidP="00CD74CD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3C3FA9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523E4A" w:rsidRPr="00CD74C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4CD"/>
    <w:rsid w:val="00523E4A"/>
    <w:rsid w:val="007A51BB"/>
    <w:rsid w:val="00CD7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4CD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4CD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234</Words>
  <Characters>1337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2021-06-22T08:04:00Z</dcterms:created>
  <dcterms:modified xsi:type="dcterms:W3CDTF">2021-06-22T12:52:00Z</dcterms:modified>
</cp:coreProperties>
</file>