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90B" w:rsidRDefault="00DB705E" w:rsidP="00D659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B705E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D6590B" w:rsidRDefault="00D6590B" w:rsidP="00D6590B"/>
    <w:p w:rsidR="00D6590B" w:rsidRDefault="00D6590B" w:rsidP="00D6590B"/>
    <w:p w:rsidR="00D6590B" w:rsidRDefault="00D6590B" w:rsidP="00D659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6590B" w:rsidRDefault="00D6590B" w:rsidP="00D659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6590B" w:rsidRDefault="00D6590B" w:rsidP="00D659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6590B" w:rsidRDefault="00D6590B" w:rsidP="00D659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6590B" w:rsidRDefault="00D6590B" w:rsidP="00D659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90B" w:rsidRDefault="00D6590B" w:rsidP="00D659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D6590B" w:rsidRDefault="00D6590B" w:rsidP="00D659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590B" w:rsidRDefault="00D6590B" w:rsidP="00D6590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6590B" w:rsidRDefault="00D6590B" w:rsidP="00D6590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D6590B" w:rsidRDefault="00D6590B" w:rsidP="00D6590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D6590B" w:rsidRDefault="00D6590B" w:rsidP="00D6590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надання дозволу на розробку </w:t>
      </w:r>
    </w:p>
    <w:p w:rsidR="00D6590B" w:rsidRDefault="00D6590B" w:rsidP="00D6590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із землеустрою  щодо </w:t>
      </w:r>
    </w:p>
    <w:p w:rsidR="00D6590B" w:rsidRDefault="00D6590B" w:rsidP="00D6590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 земельної  ділянки</w:t>
      </w:r>
    </w:p>
    <w:p w:rsidR="00D6590B" w:rsidRDefault="00D6590B" w:rsidP="00D6590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Мирончуку Ю.В.</w:t>
      </w:r>
    </w:p>
    <w:p w:rsidR="00D6590B" w:rsidRDefault="00D6590B" w:rsidP="00D6590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6590B" w:rsidRDefault="00D6590B" w:rsidP="00D6590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Мирончука Ю.В., сільська рада </w:t>
      </w:r>
    </w:p>
    <w:p w:rsidR="00D6590B" w:rsidRDefault="00D6590B" w:rsidP="00D6590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D6590B" w:rsidRDefault="00D6590B" w:rsidP="00D6590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Надати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Мирончуку Юрію Вікторовичу, який зареєстрований за адресою: </w:t>
      </w:r>
      <w:r w:rsidR="005C0D87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_____________________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2,0га,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за рахунок земель  колективної власності, яка розташована в с. Потереба, Крупецької сільської ради.</w:t>
      </w:r>
    </w:p>
    <w:p w:rsidR="00D6590B" w:rsidRDefault="00D6590B" w:rsidP="00D6590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 Мирончуку Ю.В.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D6590B" w:rsidRDefault="00D6590B" w:rsidP="00D6590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6590B" w:rsidRDefault="00D6590B" w:rsidP="00D6590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6590B" w:rsidRDefault="00D6590B" w:rsidP="00D6590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6590B" w:rsidRDefault="00D6590B" w:rsidP="00D6590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6590B" w:rsidRPr="00D6590B" w:rsidRDefault="00D6590B" w:rsidP="00D6590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941A39" w:rsidRPr="00D6590B" w:rsidRDefault="00D6590B" w:rsidP="00D6590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Сільський голова                                                                                                   В.А.Михалюк </w:t>
      </w:r>
    </w:p>
    <w:sectPr w:rsidR="00941A39" w:rsidRPr="00D6590B" w:rsidSect="00941A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attachedTemplate r:id="rId1"/>
  <w:defaultTabStop w:val="720"/>
  <w:characterSpacingControl w:val="doNotCompress"/>
  <w:compat>
    <w:useFELayout/>
  </w:compat>
  <w:rsids>
    <w:rsidRoot w:val="00D6590B"/>
    <w:rsid w:val="00171A2E"/>
    <w:rsid w:val="00304C90"/>
    <w:rsid w:val="00505B6D"/>
    <w:rsid w:val="005C0D87"/>
    <w:rsid w:val="006D3977"/>
    <w:rsid w:val="007D6C18"/>
    <w:rsid w:val="00941A39"/>
    <w:rsid w:val="00D1641A"/>
    <w:rsid w:val="00D6590B"/>
    <w:rsid w:val="00DB7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90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232</Words>
  <Characters>1329</Characters>
  <Application>Microsoft Office Word</Application>
  <DocSecurity>0</DocSecurity>
  <Lines>11</Lines>
  <Paragraphs>3</Paragraphs>
  <ScaleCrop>false</ScaleCrop>
  <Company>Microsoft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2020-03-04T08:40:00Z</dcterms:created>
  <dcterms:modified xsi:type="dcterms:W3CDTF">2020-03-04T08:51:00Z</dcterms:modified>
</cp:coreProperties>
</file>