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085" w:rsidRPr="00D815F3" w:rsidRDefault="00146085" w:rsidP="0014608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 w:rsidRPr="001869A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146085" w:rsidRPr="00D815F3" w:rsidRDefault="00146085" w:rsidP="0014608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146085" w:rsidRPr="001869AA" w:rsidRDefault="00146085" w:rsidP="0014608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9728" name="Группа 9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97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30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SYCcIA&#10;AADdAAAADwAAAGRycy9kb3ducmV2LnhtbESPS6vCMBSE94L/IRzBnaZW8FGNInIVF4L42h+aY1ts&#10;TkqTq/XfG0FwOczMN8x82ZhSPKh2hWUFg34Egji1uuBMweW86U1AOI+ssbRMCl7kYLlot+aYaPvk&#10;Iz1OPhMBwi5BBbn3VSKlS3My6Pq2Ig7ezdYGfZB1JnWNzwA3pYyjaCQNFhwWcqxonVN6P/0bBXa4&#10;3e2vWXwc/vHY8+owuV2bvVLdTrOagfDU+F/4295pBdNxPIXPm/A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JgJ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HkcgA&#10;AADdAAAADwAAAGRycy9kb3ducmV2LnhtbESPQUsDMRSE74L/ITzBS7FZe2jdtWmRwmr1UOha6PWx&#10;eW5WNy9LEtttf30jFDwOM/MNM18OthMH8qF1rOBxnIEgrp1uuVGw+ywfnkCEiKyxc0wKThRgubi9&#10;mWOh3ZG3dKhiIxKEQ4EKTIx9IWWoDVkMY9cTJ+/LeYsxSd9I7fGY4LaTkyybSostpwWDPa0M1T/V&#10;r1XwXW7MfjU7v/pRvqXzqPx4696nSt3fDS/PICIN8T98ba+1gnyWT+DvTXoCcnE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mQeR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3AdcUA&#10;AADdAAAADwAAAGRycy9kb3ducmV2LnhtbESP3WrCQBCF7wt9h2UK3hTd1EBbo6tIMaXkRvx5gCE7&#10;ZoPZ2ZBdk/j2bqHQy8P5+TirzWgb0VPna8cK3mYJCOLS6ZorBedTPv0E4QOyxsYxKbiTh836+WmF&#10;mXYDH6g/hkrEEfYZKjAhtJmUvjRk0c9cSxy9i+sshii7SuoOhzhuGzlPkndpseZIMNjSl6HyerzZ&#10;CNmnuC8uwyn/HnHAXWH4dXtQavIybpcgAo3hP/zX/tEKFh+LFH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DcB1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+NocYA&#10;AADdAAAADwAAAGRycy9kb3ducmV2LnhtbESPX0sDMRDE34V+h7AF32zOUvvnbFqkKojgg22h+LZc&#10;tneHl01I1t757Y0g+DjMzG+Y9XZwnbpQTK1nA7eTAhRx5W3LtYHj4flmCSoJssXOMxn4pgTbzehq&#10;jaX1Pb/TZS+1yhBOJRpoREKpdaoacpgmPhBn7+yjQ8ky1tpG7DPcdXpaFHPtsOW80GCgXUPV5/7L&#10;GXjrn8LrYn53Dh9xNtXp0cppJ8Zcj4eHe1BCg/yH/9ov1sBqsZrB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+No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j9msMA&#10;AADdAAAADwAAAGRycy9kb3ducmV2LnhtbESP24rCMBRF34X5h3AG5kU0HQdv1Sgio4gv4uUDDs2x&#10;KTYnpcnYzt8bQfBxsy+LPV+2thR3qn3hWMF3PwFBnDldcK7gct70JiB8QNZYOiYF/+RhufjozDHV&#10;ruEj3U8hF3GEfYoKTAhVKqXPDFn0fVcRR+/qaoshyjqXusYmjttSDpJkJC0WHAkGK1obym6nPxsh&#10;hx887K/NebNtscHfveHu6qjU12e7moEI1IZ3+NXeaQXT8XQI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j9m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G2TcYA&#10;AADdAAAADwAAAGRycy9kb3ducmV2LnhtbESPQUsDMRSE74L/IbxCbzbbolu7Ni1SFUTowSqIt8fm&#10;dXdx8xKS1+76740geBxm5htmvR1dr84UU+fZwHxWgCKuve24MfD+9nR1CyoJssXeMxn4pgTbzeXF&#10;GivrB36l80EalSGcKjTQioRK61S35DDNfCDO3tFHh5JlbLSNOGS46/WiKErtsOO80GKgXUv11+Hk&#10;DOyHx/CyLG+O4TNeL3R6sPKxE2Omk/H+DpTQKP/hv/azNbBarkr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G2T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2zqMcA&#10;AADdAAAADwAAAGRycy9kb3ducmV2LnhtbESPQWsCMRSE74X+h/AKXkrN2lKtq1FqISgolNqC18fm&#10;ubu4eVmS6K7/3hQKPQ4z8w0zX/a2ERfyoXasYDTMQBAXztRcKvj51k9vIEJENtg4JgVXCrBc3N/N&#10;MTeu4y+67GMpEoRDjgqqGNtcylBUZDEMXUucvKPzFmOSvpTGY5fgtpHPWTaWFmtOCxW29FFRcdqf&#10;rYLVZ1e++Mdi1bvtcX141dronVZq8NC/z0BE6uN/+K+9MQqmk+kEft+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Ns6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9n8EA&#10;AADdAAAADwAAAGRycy9kb3ducmV2LnhtbERP3WrCMBS+H/gO4Qx2N9OJTq1GEaUwZDfWPcChOWuq&#10;zUlJYu3efrkQvPz4/tfbwbaiJx8axwo+xhkI4srphmsFP+fifQEiRGSNrWNS8EcBtpvRyxpz7e58&#10;or6MtUghHHJUYGLscilDZchiGLuOOHG/zluMCfpaao/3FG5bOcmyT2mx4dRgsKO9oepa3qyC4jj5&#10;7q837Qu3G6aWZuayOBil3l6H3QpEpCE+xQ/3l1awnC/T3PQmPQG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qfZ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6CQccA&#10;AADdAAAADwAAAGRycy9kb3ducmV2LnhtbESPUUvDMBSF3wX/Q7iCL7KlTtxst2xsQnCgMLYJe700&#10;d22xuSlJXOu/XwTBx8M55zucxWqwrbiQD41jBY/jDARx6UzDlYLPox69gAgR2WDrmBT8UIDV8vZm&#10;gYVxPe/pcoiVSBAOBSqoY+wKKUNZk8Uwdh1x8s7OW4xJ+koaj32C21ZOsmwqLTacFmrs6LWm8uvw&#10;bRVsdn315B/KzeDez2+nZ62N/tBK3d8N6zmISEP8D/+1t0ZBPstz+H2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egk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JwSMEA&#10;AADdAAAADwAAAGRycy9kb3ducmV2LnhtbERP3WrCMBS+H+wdwhnsbqbKHLUziiiFId5YfYBDc9ZU&#10;m5OSxNq9vbkQdvnx/S/Xo+3EQD60jhVMJxkI4trplhsF51P5kYMIEVlj55gU/FGA9er1ZYmFdnc+&#10;0lDFRqQQDgUqMDH2hZShNmQxTFxPnLhf5y3GBH0jtcd7CrednGXZl7TYcmow2NPWUH2tblZBuZ8d&#10;hutN+9Jtxk9Lc3PJd0ap97dx8w0i0hj/xU/3j1awyLO0P71JT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icE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P9cMA&#10;AADdAAAADwAAAGRycy9kb3ducmV2LnhtbESP3YrCMBSE7xd8h3AWvFuTrj+4XaMsgqKXVh/g0Jxt&#10;i81JbaKtb28EwcthZr5hFqve1uJGra8ca0hGCgRx7kzFhYbTcfM1B+EDssHaMWm4k4fVcvCxwNS4&#10;jg90y0IhIoR9ihrKEJpUSp+XZNGPXEMcvX/XWgxRtoU0LXYRbmv5rdRMWqw4LpTY0Lqk/JxdrYbJ&#10;vdtesulZbYylZD9u9hzyqdbDz/7vF0SgPrzDr/bOaPiZqwSeb+IT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vP9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tInsUA&#10;AADdAAAADwAAAGRycy9kb3ducmV2LnhtbESPzWvCQBTE7wX/h+UJ3uqmOQRNXUUqiniy8eP8yD6T&#10;0OzbkN18+N+7hUKPw8z8hlltRlOLnlpXWVbwMY9AEOdWV1wouF727wsQziNrrC2Tgic52KwnbytM&#10;tR34m/rMFyJA2KWooPS+SaV0eUkG3dw2xMF72NagD7ItpG5xCHBTyziKEmmw4rBQYkNfJeU/WWcU&#10;dMk9vvLjpM/Z7nlY7vZbJ2+FUrPpuP0E4Wn0/+G/9lErWC6iGH7fhCcg1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0ie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SAsgA&#10;AADdAAAADwAAAGRycy9kb3ducmV2LnhtbESPT2vCQBTE70K/w/IK3symWkKMrqIFoe2h4r+Dt9fs&#10;a5KafZtmt5p+e7cgeBxm5jfMdN6ZWpypdZVlBU9RDII4t7riQsF+txqkIJxH1lhbJgV/5GA+e+hN&#10;MdP2whs6b30hAoRdhgpK75tMSpeXZNBFtiEO3pdtDfog20LqFi8Bbmo5jONEGqw4LJTY0EtJ+Wn7&#10;axQc1mkyXi/fnr/fPz5xZPTPUVeJUv3HbjEB4anz9/Ct/aoVjNN4BP9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RJI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XIhcYA&#10;AADdAAAADwAAAGRycy9kb3ducmV2LnhtbESPQWvCQBSE7wX/w/KE3urGVCSNrkFbmhZPagu9PrLP&#10;JJh9G7JbTfrrXaHgcZiZb5hl1ptGnKlztWUF00kEgriwuuZSwffX+1MCwnlkjY1lUjCQg2w1elhi&#10;qu2F93Q++FIECLsUFVTet6mUrqjIoJvYljh4R9sZ9EF2pdQdXgLcNDKOork0WHNYqLCl14qK0+HX&#10;KPib/+DOfcSbt2ftaZglud3ucqUex/16AcJT7+/h//anVvCSRDO4vQ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XIh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E+psUA&#10;AADdAAAADwAAAGRycy9kb3ducmV2LnhtbESPwWrDMBBE74H+g9hAb4kckxTHjRJKcKG3Nk4+YLG2&#10;som1si3Fcfv1VaHQ4zAzb5jdYbKtGGnwjWMFq2UCgrhyumGj4HJ+XWQgfEDW2DomBV/k4bB/mO0w&#10;1+7OJxrLYESEsM9RQR1Cl0vpq5os+qXriKP36QaLIcrBSD3gPcJtK9MkeZIWG44LNXZ0rKm6ljer&#10;oHfpRk9lge/XYvvRGLPuv09rpR7n08sziEBT+A//td+0gm2WbOD3TXw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QT6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IqucUA&#10;AADdAAAADwAAAGRycy9kb3ducmV2LnhtbESPzW7CMBCE75X6DtZW4gZOQYSQYlBBQuLKz6HHrb0k&#10;aeN1GhsIPD1GQupxNDPfaGaLztbiTK2vHCt4HyQgiLUzFRcKDvt1PwPhA7LB2jEpuJKHxfz1ZYa5&#10;cRfe0nkXChEh7HNUUIbQ5FJ6XZJFP3ANcfSOrrUYomwLaVq8RLit5TBJUmmx4rhQYkOrkvTv7mQV&#10;bKpvGqf6OLXZUm+/bn9hNPkxSvXeus8PEIG68B9+tjdGwTRLUni8i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iq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d81sIA&#10;AADdAAAADwAAAGRycy9kb3ducmV2LnhtbERPTWsCMRC9F/ofwhS81UQPVVejqCBUtEJtqddhM90s&#10;3UyWTVzXf2+Egsf3zZstOleJlppQetYw6CsQxLk3JRcavr82r2MQISIbrDyThisFWMyfn2aYGX/h&#10;T2qPsRCphEOGGmyMdSZlyC05DH1fEyft1zcOY4JNIU2Dl1TuKjlU6k06LDktWKxpbSn/O56dhhYP&#10;V3Wyq4/Jttznw8PqZ2cSr3sv3XIKIlIXH+b/9LvRMBmrEdzfpCc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3z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WxMEA&#10;AADdAAAADwAAAGRycy9kb3ducmV2LnhtbERPPU/DMBDdkfofrKvERp1mqEqoWyGkVowlMHS8xtc4&#10;Jb6LbNMEfj0ekBif3vdmN/le3SjETtjAclGAIm7Edtwa+HjfP6xBxYRssRcmA98UYbed3W2wsjLy&#10;G93q1KocwrFCAy6lodI6No48xoUMxJm7SPCYMgyttgHHHO57XRbFSnvsODc4HOjFUfNZf3kD46E5&#10;X8vLybqfMMi+Psq17MWY+/n0/AQq0ZT+xX/uV2vgcV3kuflNfgJ6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TVsT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S1+MYA&#10;AADdAAAADwAAAGRycy9kb3ducmV2LnhtbESPS2/CMBCE75X6H6ytxK04cKAhYBBPCVVFiEfv23hJ&#10;0trrKDaQ/vu6EhLH0cx8oxlPW2vElRpfOVbQ6yYgiHOnKy4UnI7r1xSED8gajWNS8EseppPnpzFm&#10;2t14T9dDKESEsM9QQRlCnUnp85Is+q6riaN3do3FEGVTSN3gLcKtkf0kGUiLFceFEmtalJT/HC5W&#10;wXq3NN/97X72KcNi9fZl0vf58kOpzks7G4EI1IZH+N7eaAXDNBnC/5v4BOTk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S1+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BHAcQA&#10;AADdAAAADwAAAGRycy9kb3ducmV2LnhtbERPTWvCQBC9C/0PyxR6KXWTFiWmrkGEEgsKVgWvY3aa&#10;BLOzIbtN0n/fPRQ8Pt73MhtNI3rqXG1ZQTyNQBAXVtdcKjifPl4SEM4ja2wsk4JfcpCtHiZLTLUd&#10;+Iv6oy9FCGGXooLK+zaV0hUVGXRT2xIH7tt2Bn2AXSl1h0MIN418jaK5NFhzaKiwpU1Fxe34YxT0&#10;h9213Pau/bwlz272ds3zvb4o9fQ4rt9BeBr9Xfzv3moFiyQO+8O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wRwH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2eU8cA&#10;AADdAAAADwAAAGRycy9kb3ducmV2LnhtbESPT2vCQBTE74V+h+UVvNVNxJYYXaUWCr0U/HfQ2zP7&#10;TILZt+nuVqOfvisIHoeZ+Q0zmXWmESdyvrasIO0nIIgLq2suFWzWX68ZCB+QNTaWScGFPMymz08T&#10;zLU985JOq1CKCGGfo4IqhDaX0hcVGfR92xJH72CdwRClK6V2eI5w08hBkrxLgzXHhQpb+qyoOK7+&#10;jIL5KJv/Lob8c13ud7Tb7o9vA5co1XvpPsYgAnXhEb63v7WCUZamcHsTn4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dnlPHAAAA3QAAAA8AAAAAAAAAAAAAAAAAmAIAAGRy&#10;cy9kb3ducmV2LnhtbFBLBQYAAAAABAAEAPUAAACMAwAAAAA=&#10;" fillcolor="black" stroked="f"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bDKscA&#10;AADdAAAADwAAAGRycy9kb3ducmV2LnhtbESPT2vCQBTE70K/w/IKvenGQCWNrqL9AwXtQevB4zP7&#10;TJZk34bsVtN+elcQehxm5jfMbNHbRpyp88axgvEoAUFcOG24VLD//hhmIHxA1tg4JgW/5GExfxjM&#10;MNfuwls670IpIoR9jgqqENpcSl9UZNGPXEscvZPrLIYou1LqDi8RbhuZJslEWjQcFyps6bWiot79&#10;WAWH9cRkW0PpcfO3eteb53r19VYr9fTYL6cgAvXhP3xvf2oFL9k4hdub+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mwy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9YBMYA&#10;AADdAAAADwAAAGRycy9kb3ducmV2LnhtbESPQWsCMRSE74L/ITyht5rVQlm3RhFF7KWH2kqvj83r&#10;ZrublzWJuvrrm0LB4zAz3zDzZW9bcSYfascKJuMMBHHpdM2Vgs+P7WMOIkRkja1jUnClAMvFcDDH&#10;QrsLv9N5HyuRIBwKVGBi7AopQ2nIYhi7jjh5385bjEn6SmqPlwS3rZxm2bO0WHNaMNjR2lDZ7E9W&#10;gV99bZobnw5Ndnu7ht1Pf8zRKPUw6lcvICL18R7+b79qBbN88gR/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9YB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JlwsUA&#10;AADdAAAADwAAAGRycy9kb3ducmV2LnhtbESPUWsCMRCE3wv+h7CCL6XmFKl6NYoIBaFS0PoD1st6&#10;dzTZHJetnv31plDwcZiZb5jFqvNOXaiNdWADo2EGirgItubSwPHr/WUGKgqyRReYDNwowmrZe1pg&#10;bsOV93Q5SKkShGOOBiqRJtc6FhV5jMPQECfvHFqPkmRbatviNcG90+Mse9Uea04LFTa0qaj4Pvx4&#10;A258cvOPadzJ7ah32a+X/fOnNWbQ79ZvoIQ6eYT/21trYD4bTeDvTXoCe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MmXC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PHcYA&#10;AADdAAAADwAAAGRycy9kb3ducmV2LnhtbESPQWsCMRSE74L/ITyht5pVaLGrUWxF2EsPrhavz81z&#10;s5i8LJtUt/31jVDwOMzMN8xi1TsrrtSFxrOCyTgDQVx53XCt4LDfPs9AhIis0XomBT8UYLUcDhaY&#10;a3/jHV3LWIsE4ZCjAhNjm0sZKkMOw9i3xMk7+85hTLKrpe7wluDOymmWvUqHDacFgy19GKou5bdT&#10;sClbOz0U5j0cvz5PJ1v8bum4Uepp1K/nICL18RH+bxdawdts8gL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LPH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ce28UA&#10;AADdAAAADwAAAGRycy9kb3ducmV2LnhtbESPQWvCQBSE74X+h+UVequ78ZBq6hqKKAieavXQ22P3&#10;mcRm34bsatJ/7wpCj8PMfMMsytG14kp9aDxryCYKBLHxtuFKw+F78zYDESKyxdYzafijAOXy+WmB&#10;hfUDf9F1HyuRIBwK1FDH2BVSBlOTwzDxHXHyTr53GJPsK2l7HBLctXKqVC4dNpwWauxoVZP53V+c&#10;hvNG7rxRaI6H47C17z/rnFql9evL+PkBItIY/8OP9tZqmM+yHO5v0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x7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IZbsYA&#10;AADdAAAADwAAAGRycy9kb3ducmV2LnhtbESPQWvCQBSE74X+h+UJ3upGBU2jq1hBEEsP1VI8PrPP&#10;JCT7NuyuGv99tyB4HGbmG2a+7EwjruR8ZVnBcJCAIM6trrhQ8HPYvKUgfEDW2FgmBXfysFy8vswx&#10;0/bG33Tdh0JECPsMFZQhtJmUPi/JoB/Yljh6Z+sMhihdIbXDW4SbRo6SZCINVhwXSmxpXVJe7y9G&#10;wfHyyeev8W7lPsKv7Q6+Hp3SWql+r1vNQATqwjP8aG+1gvd0OIX/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IZb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c3zsMA&#10;AADdAAAADwAAAGRycy9kb3ducmV2LnhtbERPz2vCMBS+C/4P4QneNFVUajXKHAy8CFN3mLdn82yL&#10;zUuXRO321y8HwePH93u5bk0t7uR8ZVnBaJiAIM6trrhQ8HX8GKQgfEDWWFsmBb/kYb3qdpaYafvg&#10;Pd0PoRAxhH2GCsoQmkxKn5dk0A9tQxy5i3UGQ4SukNrhI4abWo6TZCYNVhwbSmzovaT8ergZBZt5&#10;uvn5nPDub38+0en7fJ2OXaJUv9e+LUAEasNL/HRvtYJ5Oopz45v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c3zsMAAADdAAAADwAAAAAAAAAAAAAAAACYAgAAZHJzL2Rv&#10;d25yZXYueG1sUEsFBgAAAAAEAAQA9QAAAIgDAAAAAA==&#10;" fillcolor="black" stroked="f"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doVMUA&#10;AADdAAAADwAAAGRycy9kb3ducmV2LnhtbESPzWrDMBCE74W8g9hAb42cFkriRgkmUFp6cv7odWNt&#10;LBNrZSRVcd++KhR6HGbmG2a1GW0vEvnQOVYwnxUgiBunO24VHA+vDwsQISJr7B2Tgm8KsFlP7lZY&#10;anfjHaV9bEWGcChRgYlxKKUMjSGLYeYG4uxdnLcYs/St1B5vGW57+VgUz9Jix3nB4EBbQ811/2UV&#10;pPO2rp7SZzK7D1+13tVvp3Ot1P10rF5ARBrjf/iv/a4VLBfz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12hU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brhsIA&#10;AADdAAAADwAAAGRycy9kb3ducmV2LnhtbERPz2vCMBS+D/wfwhO8zVQPotUoIjrcLs4q6PHRPJti&#10;81KarHb7681h4PHj+71YdbYSLTW+dKxgNExAEOdOl1woOJ9271MQPiBrrByTgl/ysFr23haYavfg&#10;I7VZKEQMYZ+iAhNCnUrpc0MW/dDVxJG7ucZiiLAppG7wEcNtJcdJMpEWS44NBmvaGMrv2Y9V4Eeb&#10;7eXL/s3a64fhQ/ZpJt+FUWrQ79ZzEIG68BL/u/dawWw6jvvjm/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uuGwgAAAN0AAAAPAAAAAAAAAAAAAAAAAJgCAABkcnMvZG93&#10;bnJldi54bWxQSwUGAAAAAAQABAD1AAAAhw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6085" w:rsidRPr="00D815F3" w:rsidRDefault="00146085" w:rsidP="0014608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146085" w:rsidRPr="001869AA" w:rsidRDefault="00146085" w:rsidP="0014608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46085" w:rsidRPr="001869AA" w:rsidRDefault="00146085" w:rsidP="0014608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46085" w:rsidRPr="001869AA" w:rsidRDefault="00146085" w:rsidP="0014608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46085" w:rsidRPr="00D815F3" w:rsidRDefault="00146085" w:rsidP="0014608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146085" w:rsidRPr="001869AA" w:rsidRDefault="00146085" w:rsidP="0014608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146085" w:rsidRPr="001869AA" w:rsidRDefault="00146085" w:rsidP="0014608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146085" w:rsidRPr="001869AA" w:rsidRDefault="00146085" w:rsidP="0014608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146085" w:rsidRPr="001869AA" w:rsidRDefault="00146085" w:rsidP="0014608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146085" w:rsidRPr="001869AA" w:rsidRDefault="00146085" w:rsidP="0014608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085" w:rsidRDefault="00146085" w:rsidP="001460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61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6085" w:rsidRDefault="00146085" w:rsidP="001460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46085" w:rsidRDefault="00146085" w:rsidP="00146085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146085" w:rsidRPr="001869AA" w:rsidRDefault="00146085" w:rsidP="0014608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46085" w:rsidRDefault="00146085" w:rsidP="00146085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146085" w:rsidRPr="001869AA" w:rsidRDefault="00146085" w:rsidP="00146085">
      <w:pPr>
        <w:spacing w:after="0" w:line="240" w:lineRule="auto"/>
        <w:jc w:val="center"/>
        <w:rPr>
          <w:rFonts w:ascii="Times New Roman" w:hAnsi="Times New Roman"/>
        </w:rPr>
      </w:pPr>
    </w:p>
    <w:p w:rsidR="00146085" w:rsidRPr="00312454" w:rsidRDefault="00146085" w:rsidP="0014608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146085" w:rsidRPr="00A31AA4" w:rsidRDefault="00146085" w:rsidP="0014608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46085" w:rsidRPr="00A31AA4" w:rsidRDefault="00146085" w:rsidP="00146085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146085" w:rsidRPr="00A31AA4" w:rsidRDefault="00146085" w:rsidP="00146085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146085" w:rsidRPr="00F911E5" w:rsidRDefault="00146085" w:rsidP="0014608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Н.М.</w:t>
      </w:r>
    </w:p>
    <w:p w:rsidR="00146085" w:rsidRPr="00A31AA4" w:rsidRDefault="00146085" w:rsidP="0014608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146085" w:rsidRPr="00A31AA4" w:rsidRDefault="00146085" w:rsidP="0014608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розглянувши заяву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Н.М.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146085" w:rsidRPr="00A31AA4" w:rsidRDefault="00146085" w:rsidP="0014608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146085" w:rsidRPr="00A31AA4" w:rsidRDefault="00146085" w:rsidP="0014608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146085" w:rsidRPr="00A31AA4" w:rsidRDefault="00146085" w:rsidP="0014608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Нелі Миколаївні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для ведення  особистого селянського господарства,</w:t>
      </w:r>
      <w:r w:rsidRPr="00C518F3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межами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с.Лисиче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146085" w:rsidRPr="00A31AA4" w:rsidRDefault="00146085" w:rsidP="00146085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2.Передат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и</w:t>
      </w:r>
      <w:r w:rsidRPr="004D6DC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Нелі Миколаївні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яка зареєстрована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адресою: </w:t>
      </w:r>
      <w:r w:rsidR="00156167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____________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4D6DCE">
        <w:rPr>
          <w:rFonts w:ascii="Times New Roman" w:eastAsia="Arial Unicode MS" w:hAnsi="Times New Roman"/>
          <w:sz w:val="24"/>
          <w:szCs w:val="24"/>
          <w:lang w:eastAsia="uk-UA"/>
        </w:rPr>
        <w:t>ідентифікаційн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ий номер </w:t>
      </w:r>
      <w:r w:rsidR="00156167">
        <w:rPr>
          <w:rFonts w:ascii="Times New Roman" w:eastAsia="Arial Unicode MS" w:hAnsi="Times New Roman"/>
          <w:sz w:val="24"/>
          <w:szCs w:val="24"/>
          <w:lang w:val="en-US" w:eastAsia="uk-UA"/>
        </w:rPr>
        <w:t>___________</w:t>
      </w:r>
      <w:r w:rsidRPr="004D6DCE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у власність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земельну ділянку, площею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кадастровий номер: 6823984700:05:009:0003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 особистого селянського господарства,</w:t>
      </w:r>
      <w:r w:rsidRPr="00C518F3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за рахунок (16.00) землі запасу (земельні ділянки кожної категорії земель, які не надані у власність або користування громадянам чи юридичним особам),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межами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с.Лисиче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146085" w:rsidRPr="00A31AA4" w:rsidRDefault="00146085" w:rsidP="00146085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Н.М., якій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46085" w:rsidRDefault="00146085" w:rsidP="00156167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</w:t>
      </w:r>
      <w:bookmarkStart w:id="0" w:name="_GoBack"/>
      <w:bookmarkEnd w:id="0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нисюк Т.В.)</w:t>
      </w:r>
    </w:p>
    <w:p w:rsidR="00156167" w:rsidRPr="00156167" w:rsidRDefault="00156167" w:rsidP="00156167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</w:p>
    <w:p w:rsidR="00156167" w:rsidRPr="00156167" w:rsidRDefault="00146085" w:rsidP="00156167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156167" w:rsidRPr="00156167" w:rsidSect="00156167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085"/>
    <w:rsid w:val="00146085"/>
    <w:rsid w:val="00156167"/>
    <w:rsid w:val="00171A2E"/>
    <w:rsid w:val="00304C90"/>
    <w:rsid w:val="004A67F8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8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8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318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2020-11-17T15:21:00Z</dcterms:created>
  <dcterms:modified xsi:type="dcterms:W3CDTF">2020-11-18T06:47:00Z</dcterms:modified>
</cp:coreProperties>
</file>