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DE" w:rsidRPr="00154EFF" w:rsidRDefault="006752DE" w:rsidP="006752D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2DE" w:rsidRDefault="006752DE" w:rsidP="0067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52DE" w:rsidRDefault="006752DE" w:rsidP="0067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52DE" w:rsidRDefault="006752DE" w:rsidP="006752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52DE" w:rsidRDefault="006752DE" w:rsidP="006752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52DE" w:rsidRDefault="006752DE" w:rsidP="006752D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№58</w:t>
      </w:r>
    </w:p>
    <w:p w:rsidR="006752DE" w:rsidRPr="00D97191" w:rsidRDefault="006752DE" w:rsidP="006752D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52DE" w:rsidRPr="00245C84" w:rsidRDefault="006752DE" w:rsidP="006752D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6752DE" w:rsidRPr="00245C84" w:rsidRDefault="006752DE" w:rsidP="006752D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Голярдик</w:t>
      </w:r>
      <w:proofErr w:type="spellEnd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А.І.</w:t>
      </w: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Голярдик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А.І.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6752DE" w:rsidRPr="00D97191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Голярдик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Анжелі Іванівні, яка зареєстрована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8556B">
        <w:rPr>
          <w:rFonts w:ascii="Times New Roman" w:eastAsia="Calibri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0,1200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 зі зміною цільового призначення,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за рахунок 01.17 земель запасу кадастровий номер 6823984000:03:012:0223, для  індивідуального садівництва,  яка розташована Хмельницька область, Шепетівський район,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сільська  рада за межами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Голярдик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752DE" w:rsidRPr="00245C84" w:rsidRDefault="006752DE" w:rsidP="006752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752DE" w:rsidRPr="00245C84" w:rsidRDefault="006752DE" w:rsidP="006752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52DE" w:rsidRPr="00245C84" w:rsidRDefault="006752DE" w:rsidP="0067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324F" w:rsidRPr="006752DE" w:rsidRDefault="006752DE" w:rsidP="006752D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DE324F" w:rsidRPr="006752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2DE"/>
    <w:rsid w:val="0008556B"/>
    <w:rsid w:val="006752DE"/>
    <w:rsid w:val="00D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7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752DE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7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752DE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2022-02-08T06:49:00Z</dcterms:created>
  <dcterms:modified xsi:type="dcterms:W3CDTF">2022-02-08T11:18:00Z</dcterms:modified>
</cp:coreProperties>
</file>