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1EF" w:rsidRPr="0066767B" w:rsidRDefault="002051EF" w:rsidP="002051E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2051EF" w:rsidRPr="0066767B" w:rsidRDefault="002051EF" w:rsidP="00205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051EF" w:rsidRPr="0066767B" w:rsidRDefault="002051EF" w:rsidP="00205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3F86C3" wp14:editId="6A21CD4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009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1EF" w:rsidRDefault="002051EF" w:rsidP="002051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42lM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OBrD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42lM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8+cQA&#10;AADcAAAADwAAAGRycy9kb3ducmV2LnhtbERPy2oCMRTdF/oP4Ra6Ec20yKijUYowfS0KPsDtZXKd&#10;jJ3cDEmqo1/fLApdHs57septK87kQ+NYwdMoA0FcOd1wrWC/K4dTECEia2wdk4IrBVgt7+8WWGh3&#10;4Q2dt7EWKYRDgQpMjF0hZagMWQwj1xEn7ui8xZigr6X2eEnhtpXPWZZLiw2nBoMdrQ1V39sfq+BU&#10;fpnDenJ79YPZhm6D8vOt/ciVenzoX+YgIvXxX/znftcKxnlam8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hPPn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MasIA&#10;AADcAAAADwAAAGRycy9kb3ducmV2LnhtbESP3YrCMBCF74V9hzAL3sia7iqi1Sgiq4g3Rd0HGJqx&#10;KdtMShNtfXsjCF4ezs/HWaw6W4kbNb50rOB7mIAgzp0uuVDwd95+TUH4gKyxckwK7uRhtfzoLTDV&#10;ruUj3U6hEHGEfYoKTAh1KqXPDVn0Q1cTR+/iGoshyqaQusE2jttK/iTJRFosORIM1rQxlP+frjZC&#10;shFmh0t73u46bPH3YHiwPirV/+zWcxCBuvAOv9p7rWA8mcH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0xq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0q9cIA&#10;AADcAAAADwAAAGRycy9kb3ducmV2LnhtbERPS0sDMRC+C/6HMEJvNmupbdk2LVItiOChDyi9DZvp&#10;7uJmEpKxu/57cxA8fnzv1WZwnbpRTK1nA0/jAhRx5W3LtYHTcfe4AJUE2WLnmQz8UILN+v5uhaX1&#10;Pe/pdpBa5RBOJRpoREKpdaoacpjGPhBn7uqjQ8kw1tpG7HO46/SkKGbaYcu5ocFA24aqr8O3M/DZ&#10;v4WP+ez5Gi5xOtHp1cp5K8aMHoaXJSihQf7Ff+53a2A6z/PzmXw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7Sr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WscQA&#10;AADcAAAADwAAAGRycy9kb3ducmV2LnhtbESP3WrCQBCF7wu+wzKCN6Vu0hYrqasEaaR4I/48wJAd&#10;s6HZ2ZBdk/j2bqHQy8P5+TirzWgb0VPna8cK0nkCgrh0uuZKweVcvCxB+ICssXFMCu7kYbOePK0w&#10;027gI/WnUIk4wj5DBSaENpPSl4Ys+rlriaN3dZ3FEGVXSd3hEMdtI1+TZCEt1hwJBlvaGip/Tjcb&#10;IYc3POyvw7nYjTjg197wc35UajYd808QgcbwH/5rf2sF7x8p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41rH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MRGcUA&#10;AADc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pgv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xE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Ik8YA&#10;AADcAAAADwAAAGRycy9kb3ducmV2LnhtbESPQWsCMRSE7wX/Q3iCl6LZam1lNUothAotSLXg9bF5&#10;7i5uXpYkdbf/3hQKPQ4z8w2z2vS2EVfyoXas4GGSgSAunKm5VPB11OMFiBCRDTaOScEPBdisB3cr&#10;zI3r+JOuh1iKBOGQo4IqxjaXMhQVWQwT1xIn7+y8xZikL6Xx2CW4beQ0y56kxZrTQoUtvVZUXA7f&#10;VsF235Uzf19se/d+fjvNtTb6Qys1GvYvSxCR+vgf/mvvjILH5xn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RIk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E0YsMA&#10;AADcAAAADwAAAGRycy9kb3ducmV2LnhtbESPUWvCMBSF3wf+h3AF32Y66aZ0RhGlIGMvU3/Apblr&#10;OpubksRa/70RhD0ezjnf4SzXg21FTz40jhW8TTMQxJXTDdcKTsfydQEiRGSNrWNScKMA69XoZYmF&#10;dlf+of4Qa5EgHApUYGLsCilDZchimLqOOHm/zluMSfpaao/XBLetnGXZh7TYcFow2NHWUHU+XKyC&#10;8mv23Z8v2pduM+SW3s3fYmeUmoyHzSeISEP8Dz/be60gn+fwOJOO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E0Y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1fMYA&#10;AADcAAAADwAAAGRycy9kb3ducmV2LnhtbESPS2vDMBCE74X8B7GFXkoi95EHbpTQBEQKLZQ8INfF&#10;2tgm1spISuz++6hQ6HGYmW+Y+bK3jbiSD7VjBU+jDARx4UzNpYLDXg9nIEJENtg4JgU/FGC5GNzN&#10;MTeu4y1dd7EUCcIhRwVVjG0uZSgqshhGriVO3sl5izFJX0rjsUtw28jnLJtIizWnhQpbWldUnHcX&#10;q2D13ZUv/rFY9e7ztDmOtTb6Syv1cN+/v4GI1Mf/8F/7wyh4nY7h90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F1fM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8PjsQA&#10;AADcAAAADwAAAGRycy9kb3ducmV2LnhtbESPwWrDMBBE74X8g9hCbo3ckKbBsRJCgiGUXur2AxZr&#10;azm2VkZSHOfvq0Khx2Fm3jDFfrK9GMmH1rGC50UGgrh2uuVGwddn+bQBESKyxt4xKbhTgP1u9lBg&#10;rt2NP2isYiMShEOOCkyMQy5lqA1ZDAs3ECfv23mLMUnfSO3xluC2l8ssW0uLLacFgwMdDdVddbUK&#10;yrfl+9hdtS/dYVpZejGXzckoNX+cDlsQkab4H/5rn7WC1esafs+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fD47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f1sEA&#10;AADcAAAADwAAAGRycy9kb3ducmV2LnhtbESP3YrCMBSE7wXfIRxh7zR11z9qU1kEF720+gCH5tgW&#10;m5PaRFvffiMIXg4z3wyTbHpTiwe1rrKsYDqJQBDnVldcKDifduMVCOeRNdaWScGTHGzS4SDBWNuO&#10;j/TIfCFCCbsYFZTeN7GULi/JoJvYhjh4F9sa9EG2hdQtdqHc1PI7ihbSYMVhocSGtiXl1+xuFMye&#10;3d8tm1+jnTY0Pfw0B/b5XKmvUf+7BuGp95/wm97rwC2X8DoTjoBM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439b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40cIA&#10;AADcAAAADwAAAGRycy9kb3ducmV2LnhtbERPy2rCQBTdC/2H4QruzMQgaZs6EWmwlK7aVF1fMjcP&#10;mrkTMqMmf99ZFLo8nPduP5le3Gh0nWUFmygGQVxZ3XGj4PR9XD+BcB5ZY2+ZFMzkYJ8/LHaYaXvn&#10;L7qVvhEhhF2GClrvh0xKV7Vk0EV2IA5cbUeDPsCxkXrEewg3vUziOJUGOw4NLQ702lL1U16Ngmt6&#10;SU5cf+jPspjfnovjwclzo9RqOR1eQHia/L/4z/2uFWwfw9pwJhwB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rLjR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l6WMcA&#10;AADcAAAADwAAAGRycy9kb3ducmV2LnhtbESPQWvCQBSE7wX/w/KE3uqmKlGjq9hCoXpQmtaDt2f2&#10;NYlm36bZrcZ/3xWEHoeZ+YaZLVpTiTM1rrSs4LkXgSDOrC45V/D1+fY0BuE8ssbKMim4koPFvPMw&#10;w0TbC3/QOfW5CBB2CSoovK8TKV1WkEHXszVx8L5tY9AH2eRSN3gJcFPJfhTF0mDJYaHAml4Lyk7p&#10;r1Gw247jyfZlNTyuNwccGP2z12Ws1GO3XU5BeGr9f/jeftcKhqMJ3M6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pel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qmcEA&#10;AADcAAAADwAAAGRycy9kb3ducmV2LnhtbERPy4rCMBTdC/5DuMLsNNURKdVYdAZ1mJUvcHtprm2x&#10;uSlNtNWvnywGXB7Oe5F2phIPalxpWcF4FIEgzqwuOVdwPm2GMQjnkTVWlknBkxyky35vgYm2LR/o&#10;cfS5CCHsElRQeF8nUrqsIINuZGviwF1tY9AH2ORSN9iGcFPJSRTNpMGSQ0OBNX0VlN2Od6PgNbvg&#10;3u0m6+9P7ek5jbf2d79V6mPQreYgPHX+Lf53/2gF0zjMD2fCEZ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Hqpn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y7MQA&#10;AADcAAAADwAAAGRycy9kb3ducmV2LnhtbESPwWrDMBBE74X+g9hCbo3s4JbEiRJCSKG3Nk4+YLE2&#10;som1si3Vdvr1VaHQ4zAzb5jNbrKNGKj3tWMF6TwBQVw6XbNRcDm/PS9B+ICssXFMCu7kYbd9fNhg&#10;rt3IJxqKYESEsM9RQRVCm0vpy4os+rlriaN3db3FEGVvpO5xjHDbyEWSvEqLNceFCls6VFTeii+r&#10;oHOLFz0VR/y4HVeftTFZ933KlJo9Tfs1iEBT+A//td+1gmyZwu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scu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N+zMUA&#10;AADcAAAADwAAAGRycy9kb3ducmV2LnhtbESPzW7CMBCE75X6DtZW4lYcfkpDGgcVJCSu0B56XOwl&#10;SYnXaWwg9OnrSkgcRzPzjSZf9LYRZ+p87VjBaJiAINbO1Fwq+PxYP6cgfEA22DgmBVfysCgeH3LM&#10;jLvwls67UIoIYZ+hgiqENpPS64os+qFriaN3cJ3FEGVXStPhJcJtI8dJMpMWa44LFba0qkgfdyer&#10;YFPv6WWmD3ObLvX26/cnTF6/jVKDp/79DUSgPtzDt/bGKJimY/g/E4+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37M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9ncMIA&#10;AADcAAAADwAAAGRycy9kb3ducmV2LnhtbERPXWvCMBR9H/gfwhX2NtM5EVdNiw4Gk01BJ/p6ae6a&#10;YnNTmqzWf78MBB/PN2eR97YWHbW+cqzgeZSAIC6crrhUcPh+f5qB8AFZY+2YFFzJQ54NHhaYanfh&#10;HXX7UIpYwj5FBSaEJpXSF4Ys+pFriKP241qLIcK2lLrFSyy3tRwnyVRarDguGGzozVBx3v9aBR1u&#10;r8nJrDav6+qrGG9Xx08defU47JdzEIH6cDff0h9awWT2Av9n4hG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2dw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JKCsQA&#10;AADcAAAADwAAAGRycy9kb3ducmV2LnhtbESPQUvDQBSE70L/w/KE3uzGUKTEbksptHis0YPHZ/Y1&#10;m5p9L+yuTfTXu4LgcZiZb5j1dvK9ulKInbCB+0UBirgR23Fr4PXlcLcCFROyxV6YDHxRhO1mdrPG&#10;ysrIz3StU6syhGOFBlxKQ6V1bBx5jAsZiLN3luAxZRlabQOOGe57XRbFg/bYcV5wONDeUfNRf3oD&#10;47F5v5TnN+u+wyCH+iSXshdj5rfT7hFUoin9h//aT9bAcrWE3zP5CO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CSgr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isMYA&#10;AADcAAAADwAAAGRycy9kb3ducmV2LnhtbESP3WoCMRSE7wu+QziF3tVspa3LahSrFYoo4t/9cXPc&#10;XZucLJtUt2/fCAUvh5n5hhmOW2vEhRpfOVbw0k1AEOdOV1wo2O/mzykIH5A1Gsek4Jc8jEedhyFm&#10;2l15Q5dtKESEsM9QQRlCnUnp85Is+q6riaN3co3FEGVTSN3gNcKtkb0keZcWK44LJdY0LSn/3v5Y&#10;BfP1zJx7q83kIMP0s3806eJjtlTq6bGdDEAEasM9/N/+0gpe0z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Gis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NPbMYA&#10;AADcAAAADwAAAGRycy9kb3ducmV2LnhtbESP3WrCQBSE7wu+w3IEb4putFVCzCoiiBZaqD/g7Un2&#10;mASzZ0N2G9O37xYKvRxm5hsmXfemFh21rrKsYDqJQBDnVldcKLicd+MYhPPIGmvLpOCbHKxXg6cU&#10;E20ffKTu5AsRIOwSVFB63yRSurwkg25iG+Lg3Wxr0AfZFlK3+AhwU8tZFC2kwYrDQokNbUvK76cv&#10;o6D7fM+KQ+eat3v87OYv2X7/oa9KjYb9ZgnCU+//w3/tg1bwGi/g90w4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NPb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lrh8cA&#10;AADcAAAADwAAAGRycy9kb3ducmV2LnhtbESPQWvCQBSE74L/YXmF3symom1MXUWFQi8FtT3o7Zl9&#10;TYLZt3F3q7G/3hUKPQ4z8w0znXemEWdyvras4ClJQRAXVtdcKvj6fBtkIHxA1thYJgVX8jCf9XtT&#10;zLW98IbO21CKCGGfo4IqhDaX0hcVGfSJbYmj922dwRClK6V2eIlw08hhmj5LgzXHhQpbWlVUHLc/&#10;RsFyki1P6xF//G4Oe9rvDsfx0KVKPT50i1cQgbrwH/5rv2sFo+wF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5a4fHAAAA3AAAAA8AAAAAAAAAAAAAAAAAmAIAAGRy&#10;cy9kb3ducmV2LnhtbFBLBQYAAAAABAAEAPUAAACMAwAAAAA=&#10;" fillcolor="black" stroked="f"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e7cQA&#10;AADcAAAADwAAAGRycy9kb3ducmV2LnhtbERPy2rCQBTdF/yH4Qru6qTSSkidhNoHFKoLH4sur5lr&#10;MiRzJ2RGTfv1zkJweTjvRTHYVpyp98axgqdpAoK4dNpwpWC/+3pMQfiArLF1TAr+yEORjx4WmGl3&#10;4Q2dt6ESMYR9hgrqELpMSl/WZNFPXUccuaPrLYYI+0rqHi8x3LZyliRzadFwbKixo/eaymZ7sgp+&#10;f+Ym3RiaHVb/y0+9emmW649Gqcl4eHsFEWgId/HN/a0VPKdxbTwTj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Xu3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XRmMUA&#10;AADcAAAADwAAAGRycy9kb3ducmV2LnhtbESPT2sCMRTE74V+h/AKvWnWUsq6GkUspb304J/S62Pz&#10;3Ky7eVmTqKufvhGEHoeZ+Q0znfe2FSfyoXasYDTMQBCXTtdcKdhuPgY5iBCRNbaOScGFAsxnjw9T&#10;LLQ784pO61iJBOFQoAITY1dIGUpDFsPQdcTJ2zlvMSbpK6k9nhPctvIly96kxZrTgsGOlobKZn20&#10;Cvzi97258vGnya7fl/C57w85GqWen/rFBESkPv6H7+0vreA1H8PtTDo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BdGY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xwMIA&#10;AADcAAAADwAAAGRycy9kb3ducmV2LnhtbERP22rCQBB9L/Qflin4UppNpVSNWaUUCoJS8PIB0+yY&#10;hO7OhuxUo1/ffRB8PJx7uRy8UyfqYxvYwGuWgyKugm25NnDYf71MQUVBtugCk4ELRVguHh9KLGw4&#10;85ZOO6lVCuFYoIFGpCu0jlVDHmMWOuLEHUPvURLsa217PKdw7/Q4z9+1x5ZTQ4MdfTZU/e7+vAE3&#10;/nGz9SRu5HLQm/zqZfv8bY0ZPQ0fc1BCg9zFN/fKGnibpfn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7HA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q1UMUA&#10;AADcAAAADwAAAGRycy9kb3ducmV2LnhtbESPQWsCMRSE7wX/Q3gFbzWrSKlbo1RF2EsPXbd4fW5e&#10;N0uTl2UTddtf3whCj8PMfMMs14Oz4kJ9aD0rmE4yEMS11y03CqrD/ukFRIjIGq1nUvBDAdar0cMS&#10;c+2v/EGXMjYiQTjkqMDE2OVShtqQwzDxHXHyvnzvMCbZN1L3eE1wZ+Usy56lw5bTgsGOtobq7/Ls&#10;FOzKzs6qwmzC8fP9dLLF756OO6XGj8PbK4hIQ/wP39uFVjBfTOF2Jh0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rVQ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VY8QA&#10;AADcAAAADwAAAGRycy9kb3ducmV2LnhtbESPQWvCQBSE70L/w/IKveluQ9EaXUMpFQRP1Xjo7bH7&#10;TGKzb0N2a9J/3xUKHoeZ+YZZF6NrxZX60HjW8DxTIIiNtw1XGsrjdvoKIkRki61n0vBLAYrNw2SN&#10;ufUDf9L1ECuRIBxy1FDH2OVSBlOTwzDzHXHyzr53GJPsK2l7HBLctTJTai4dNpwWauzovSbzffhx&#10;Gi5bufdGoTmVp2FnF18fc2qV1k+P49sKRKQx3sP/7Z3V8LLM4HYmH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2VWP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k7sUA&#10;AADcAAAADwAAAGRycy9kb3ducmV2LnhtbESPT2vCQBTE74LfYXlCb7rxD8VGV1GhUCoeGkvp8TX7&#10;TEKyb8PuqvHbu0LB4zAzv2GW68404kLOV5YVjEcJCOLc6ooLBd/H9+EchA/IGhvLpOBGHtarfm+J&#10;qbZX/qJLFgoRIexTVFCG0KZS+rwkg35kW+LonawzGKJ0hdQOrxFuGjlJkldpsOK4UGJLu5LyOjsb&#10;Bb/nPZ8O08+N24Yf2x19Pfmb10q9DLrNAkSgLjzD/+0PrWD2NoXH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OTu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jLcYA&#10;AADc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2SSD/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JjLcYAAADcAAAADwAAAAAAAAAAAAAAAACYAgAAZHJz&#10;L2Rvd25yZXYueG1sUEsFBgAAAAAEAAQA9QAAAIsDAAAAAA==&#10;" fillcolor="black" stroked="f"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Ll8UA&#10;AADcAAAADwAAAGRycy9kb3ducmV2LnhtbESPzWrDMBCE74W+g9hCb42c/pG4UYIJlJSenLQh1421&#10;tUyslZEUxX37qlDocZiZb5jFarS9SORD51jBdFKAIG6c7rhV8PnxejcDESKyxt4xKfimAKvl9dUC&#10;S+0uvKW0i63IEA4lKjAxDqWUoTFkMUzcQJy9L+ctxix9K7XHS4bbXt4XxbO02HFeMDjQ2lBz2p2t&#10;gnRc19VDOiSzffdV61292R9rpW5vxuoFRKQx/of/2m9aweP8CX7P5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suXxQAAANw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bSYsUA&#10;AADcAAAADwAAAGRycy9kb3ducmV2LnhtbESPQWvCQBSE74X+h+UVvNWNRYJGVynSinppmwp6fGRf&#10;s6HZtyG7xuivdwtCj8PMfMPMl72tRUetrxwrGA0TEMSF0xWXCvbf788TED4ga6wdk4ILeVguHh/m&#10;mGl35i/q8lCKCGGfoQITQpNJ6QtDFv3QNcTR+3GtxRBlW0rd4jnCbS1fkiSVFiuOCwYbWhkqfvOT&#10;VeBHq7fDzl6n3XFt+CPfmvSzNEoNnvrXGYhAffgP39sbrWA8TeHv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tJi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51EF" w:rsidRDefault="002051EF" w:rsidP="002051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2051EF" w:rsidRPr="0066767B" w:rsidRDefault="002051EF" w:rsidP="002051E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2051EF" w:rsidRPr="0066767B" w:rsidRDefault="002051EF" w:rsidP="002051E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2051EF" w:rsidRPr="0066767B" w:rsidRDefault="002051EF" w:rsidP="002051E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2051EF" w:rsidRPr="0066767B" w:rsidRDefault="002051EF" w:rsidP="002051E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2051EF" w:rsidRPr="0066767B" w:rsidRDefault="002051EF" w:rsidP="00205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2051EF" w:rsidRPr="0066767B" w:rsidRDefault="002051EF" w:rsidP="00205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2051EF" w:rsidRPr="0066767B" w:rsidRDefault="002051EF" w:rsidP="002051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Лук’янов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М.Д.</w:t>
      </w:r>
    </w:p>
    <w:p w:rsidR="002051EF" w:rsidRPr="0066767B" w:rsidRDefault="002051EF" w:rsidP="002051E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051EF" w:rsidRPr="0066767B" w:rsidRDefault="002051EF" w:rsidP="002051E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051EF" w:rsidRPr="0066767B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Лук’янова М.Д.,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2051EF" w:rsidRPr="0066767B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2051EF" w:rsidRPr="0066767B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051EF" w:rsidRPr="0066767B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Миколі Дмитровичу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селянського господарства, площею 0,2000 га, яка розташована Хмельницька область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051EF" w:rsidRPr="0066767B" w:rsidRDefault="002051EF" w:rsidP="00205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Лук’янову Миколі Дмитровичу,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1712EC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1712E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0,2000 га, кадастровий номер: 6823986800:01:004:0018, для ведення особистого селянського господарства, яка розташована Хмельницька область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051EF" w:rsidRPr="0066767B" w:rsidRDefault="002051EF" w:rsidP="00205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М.Д.,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2051EF" w:rsidRPr="0066767B" w:rsidRDefault="002051EF" w:rsidP="00205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051EF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051EF" w:rsidRPr="002051EF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051EF" w:rsidRPr="0066767B" w:rsidRDefault="002051EF" w:rsidP="002051E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F28E3" w:rsidRPr="002051EF" w:rsidRDefault="002051EF" w:rsidP="002051E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DF28E3" w:rsidRPr="002051E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05" w:rsidRDefault="00B83305">
      <w:pPr>
        <w:spacing w:after="0" w:line="240" w:lineRule="auto"/>
      </w:pPr>
      <w:r>
        <w:separator/>
      </w:r>
    </w:p>
  </w:endnote>
  <w:endnote w:type="continuationSeparator" w:id="0">
    <w:p w:rsidR="00B83305" w:rsidRDefault="00B8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05" w:rsidRDefault="00B83305">
      <w:pPr>
        <w:spacing w:after="0" w:line="240" w:lineRule="auto"/>
      </w:pPr>
      <w:r>
        <w:separator/>
      </w:r>
    </w:p>
  </w:footnote>
  <w:footnote w:type="continuationSeparator" w:id="0">
    <w:p w:rsidR="00B83305" w:rsidRDefault="00B8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EF"/>
    <w:rsid w:val="001712EC"/>
    <w:rsid w:val="002051EF"/>
    <w:rsid w:val="002D24D7"/>
    <w:rsid w:val="00B83305"/>
    <w:rsid w:val="00D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E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E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2021-01-18T11:56:00Z</dcterms:created>
  <dcterms:modified xsi:type="dcterms:W3CDTF">2021-01-18T12:25:00Z</dcterms:modified>
</cp:coreProperties>
</file>