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1C" w:rsidRDefault="00710C1C" w:rsidP="00710C1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C1C" w:rsidRDefault="00710C1C" w:rsidP="00710C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0C1C" w:rsidRDefault="00710C1C" w:rsidP="00710C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0C1C" w:rsidRDefault="00710C1C" w:rsidP="00710C1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C1C" w:rsidRDefault="00710C1C" w:rsidP="00710C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10C1C" w:rsidRDefault="00710C1C" w:rsidP="00710C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0C1C" w:rsidRDefault="00710C1C" w:rsidP="00710C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710C1C" w:rsidRPr="00AF2E62" w:rsidRDefault="00710C1C" w:rsidP="00710C1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10C1C" w:rsidRPr="00AF2E62" w:rsidRDefault="00710C1C" w:rsidP="00710C1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710C1C" w:rsidRPr="00121D9C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Величко Т.М.</w:t>
      </w: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116,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Величко Т.М.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710C1C" w:rsidRPr="00DC3C37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Величко Тетяні Миколаївні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зареєстрована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9616B" w:rsidRPr="0049616B">
        <w:rPr>
          <w:rFonts w:ascii="Times New Roman" w:eastAsia="Calibri" w:hAnsi="Times New Roman" w:cs="Times New Roman"/>
          <w:sz w:val="24"/>
          <w:lang w:eastAsia="en-US"/>
        </w:rPr>
        <w:t>_</w:t>
      </w:r>
      <w:r w:rsidR="0049616B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121D9C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,  яка розташована в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ОК 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«Енергетик ХАЕС»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Величко Т.М.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10C1C" w:rsidRPr="00AF2E62" w:rsidRDefault="00710C1C" w:rsidP="00710C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10C1C" w:rsidRPr="00AF2E62" w:rsidRDefault="00710C1C" w:rsidP="00710C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0C1C" w:rsidRPr="00AF2E62" w:rsidRDefault="00710C1C" w:rsidP="00710C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0C1C" w:rsidRDefault="00710C1C" w:rsidP="00710C1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10C1C" w:rsidRDefault="00710C1C" w:rsidP="00710C1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D4C0B" w:rsidRPr="00710C1C" w:rsidRDefault="00710C1C" w:rsidP="00710C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D4C0B" w:rsidRPr="00710C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1C"/>
    <w:rsid w:val="0049616B"/>
    <w:rsid w:val="005D4C0B"/>
    <w:rsid w:val="0071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10C1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0C1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10C1C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10C1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0C1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10C1C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235</Words>
  <Characters>1344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2021-07-07T06:39:00Z</dcterms:created>
  <dcterms:modified xsi:type="dcterms:W3CDTF">2021-07-07T08:30:00Z</dcterms:modified>
</cp:coreProperties>
</file>