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61" w:rsidRDefault="009B0561" w:rsidP="009B056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59FD0C" wp14:editId="7A4D91D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19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61" w:rsidRDefault="009B0561" w:rsidP="009B05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go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Mp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kzOkGSVHJ3pBRniCrwSTsss7ZQlV8oifzyXXCdzM0n2&#10;dcl14ppeNNiOfChpKn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l8vzrpRP5Qz7XDcUrlOvHtxXUtDjsqKXIFmCuyAQxStjNwD1ikiA8G&#10;rhBbtHpRofEZFNvivs+kc6+vrLbn44xrEdDUxwrPPH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EEOd5B8N8O9o83IH5+IZ9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e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cFIDawzeqt/g3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Uvywj578/8FGIRP4kP/mff6bi/tLsHpz9nSG/nz04/dPAUzlp88Ptx9v8CbnxXJ/&#10;+j2QPj7cEpqEH2oYFf8fYG78/wPfwB4NoCYJ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wT1+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EsBpniFv+HyFXxp5A1iqIWuvCxCQXnOHS3RDIYikSxzYXeoq9vXDwydaITlOzcXPQFSB&#10;Cql3JYPMrF3dc3ABhIHRF5+CwUwd2+fnrbkxCA/yECAh836YOcSDyCqHeAC6l8Aqb5Mussob27p5&#10;FFihtjE1MhV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+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0JmMQA&#10;AADdAAAADwAAAGRycy9kb3ducmV2LnhtbESPQYvCMBSE7wv7H8Jb8KZpVVytpiLiigdB6ur90Tzb&#10;YvNSmqjdf28EYY/DzHzDLJadqcWdWldZVhAPIhDEudUVFwpOvz/9KQjnkTXWlknBHzlYpp8fC0y0&#10;fXBG96MvRICwS1BB6X2TSOnykgy6gW2Ig3exrUEfZFtI3eIjwE0th1E0kQYrDgslNrQuKb8eb0aB&#10;HW13+3MxzEYb/va8Okwv526vVO+rW81BeOr8f/jd3mkF43g2gdeb8AR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NCZ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oDcgA&#10;AADdAAAADwAAAGRycy9kb3ducmV2LnhtbESPQWsCMRSE70L/Q3hCL1KzlqJ1a5QibKseClrB62Pz&#10;ulm7eVmSVLf++kYoeBxm5htmtuhsI07kQ+1YwWiYgSAuna65UrD/LB6eQYSIrLFxTAp+KcBifteb&#10;Ya7dmbd02sVKJAiHHBWYGNtcylAashiGriVO3pfzFmOSvpLa4znBbSMfs2wsLdacFgy2tDRUfu9+&#10;rIJj8WEOy8nlzQ+mW7oMis17sx4rdd/vXl9AROriLfzfXmkFT6PpB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2g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eAMEA&#10;AADdAAAADwAAAGRycy9kb3ducmV2LnhtbERPzWrCQBC+F3yHZQpeim60UtrUVURqES/izwMM2TEb&#10;mp0N2a2Jb+8cBI8f3/982ftaXamNVWADk3EGirgItuLSwPm0GX2CignZYh2YDNwownIxeJljbkPH&#10;B7oeU6kkhGOOBlxKTa51LBx5jOPQEAt3Ca3HJLAttW2xk3Bf62mWfWiPFUuDw4bWjoq/47+Xkv07&#10;7neX7rT57bHDn53jt9XBmOFrv/oGlahPT/HDvbUGZpMv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ng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uO8YA&#10;AADdAAAADwAAAGRycy9kb3ducmV2LnhtbESPQUsDMRSE74L/ITzBm8221NauTUtpFUTwYCuU3h6b&#10;193FzUtInt313xtB8DjMzDfMcj24Tl0optazgfGoAEVcedtybeDj8Hz3ACoJssXOMxn4pgTr1fXV&#10;Ekvre36ny15qlSGcSjTQiIRS61Q15DCNfCDO3tlHh5JlrLWN2Ge46/SkKGbaYct5ocFA24aqz/2X&#10;M/DWP4XX+ez+HE5xOtFpZ+W4FWNub4bNIyihQf7Df+0Xa2A6Xizg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u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m/cMA&#10;AADdAAAADwAAAGRycy9kb3ducmV2LnhtbESP3YrCMBSE7wXfIRxhb0RT3UWkNoqIyuKN+PMAh+a0&#10;KTYnpYm2+/ZmYWEvh5n5hsk2va3Fi1pfOVYwmyYgiHOnKy4V3G+HyRKED8gaa8ek4Ic8bNbDQYap&#10;dh1f6HUNpYgQ9ikqMCE0qZQ+N2TRT11DHL3CtRZDlG0pdYtdhNtazpNkIS1WHBcMNrQzlD+uTxtH&#10;zp94PhXd7XDsscP9yfB4e1HqY9RvVyAC9eE//Nf+1gq+IhJ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lm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4Wxs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x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4W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oz8YA&#10;AADd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yyH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woz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XE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nn2A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1x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kVIMYA&#10;AADdAAAADwAAAGRycy9kb3ducmV2LnhtbESPQWsCMRSE7wX/Q3hCL6JZrRXZGkULoUILpSp4fWye&#10;u0s3L0uSutt/bwpCj8PMfMOsNr1txJV8qB0rmE4yEMSFMzWXCk5HPV6CCBHZYOOYFPxSgM168LDC&#10;3LiOv+h6iKVIEA45KqhibHMpQ1GRxTBxLXHyLs5bjEn6UhqPXYLbRs6ybCEt1pwWKmzptaLi+/Bj&#10;Few+u/LJj4pd794vb+dnrY3+0Eo9DvvtC4hIffwP39t7o2A+y+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kV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3q/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ns3g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3q/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ur8MA&#10;AADdAAAADwAAAGRycy9kb3ducmV2LnhtbESPzWrDMBCE74W8g9hAb41ktwnFjRJKwCU+1ukDLNbW&#10;NrFWrqX45+2rQKHHYeabYfbH2XZipMG3jjUkGwWCuHKm5VrD1yV/egXhA7LBzjFpWMjD8bB62GNm&#10;3MSfNJahFrGEfYYamhD6TEpfNWTRb1xPHL1vN1gMUQ61NANOsdx2MlVqJy22HBca7OnUUHUtb1bD&#10;yzJ9/JTbq8qNpaR47gsO1Vbrx/X8/gYi0Bz+w3/02UQuVTu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pu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SKMUA&#10;AADdAAAADwAAAGRycy9kb3ducmV2LnhtbESPQWvCQBSE7wX/w/KE3urGINbGrCIGS+mpxtTzI/tM&#10;gtm3IbvR+O+7hUKPw8x8w6Tb0bTiRr1rLCuYzyIQxKXVDVcKitPhZQXCeWSNrWVS8CAH283kKcVE&#10;2zsf6Zb7SgQIuwQV1N53iZSurMmgm9mOOHgX2xv0QfaV1D3eA9y0Mo6ipTTYcFiosaN9TeU1H4yC&#10;YXmOC7586q88e7y/ZYedk9+VUs/TcbcG4Wn0/+G/9odWsIij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NI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5Xc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XQchbn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Dl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xeNcUA&#10;AADdAAAADwAAAGRycy9kb3ducmV2LnhtbESPT4vCMBTE74LfITzBm6ZbRbRrlF3FP3hyVfD6aN62&#10;ZZuX0kStfnojCHscZuY3zHTemFJcqXaFZQUf/QgEcWp1wZmC03HVG4NwHlljaZkU3MnBfNZuTTHR&#10;9sY/dD34TAQIuwQV5N5XiZQuzcmg69uKOHi/tjbog6wzqWu8BbgpZRxFI2mw4LCQY0WLnNK/w8Uo&#10;eIzOuHeb+Hs50J7uw/Ha7vZrpbqd5usThKfG/4ff7a1WMIyjC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F41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cyzcIA&#10;AADdAAAADwAAAGRycy9kb3ducmV2LnhtbERP3WrCMBS+H/gO4Qy8m2lLN7QzFhkKu9usPsChOabF&#10;5qQ2Wdvt6ZeLwS4/vv9tOdtOjDT41rGCdJWAIK6dbtkouJyPT2sQPiBr7ByTgm/yUO4WD1sstJv4&#10;RGMVjIgh7AtU0ITQF1L6uiGLfuV64shd3WAxRDgYqQecYrjtZJYkL9Jiy7GhwZ7eGqpv1ZdVcHfZ&#10;s56rA37cDpvP1pj8/nPKlVo+zvtXEIHm8C/+c79rBXmWxv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zL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dPsUA&#10;AADdAAAADwAAAGRycy9kb3ducmV2LnhtbESPzW7CMBCE75V4B2uReitOaAs0jUG0UiWuQA89Lvbm&#10;B+J1iF1IefoaCYnjaGa+0eSL3jbiRJ2vHStIRwkIYu1MzaWC7+3X0wyED8gGG8ek4I88LOaDhxwz&#10;4868ptMmlCJC2GeooAqhzaT0uiKLfuRa4ugVrrMYouxKaTo8R7ht5DhJJtJizXGhwpY+K9KHza9V&#10;sKp39DrRxZudfej1z+UYnqd7o9TjsF++gwjUh3v41l4ZBS/jNIXrm/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h0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wvcEA&#10;AADd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SY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xcL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rRsQA&#10;AADd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bAbbl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a0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1lc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W9tNu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S1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/dt8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s/hYA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/dt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/Cc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YwSod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cPwnHAAAA3QAAAA8AAAAAAAAAAAAAAAAAmAIAAGRy&#10;cy9kb3ducmV2LnhtbFBLBQYAAAAABAAEAPUAAACMAwAAAAA=&#10;" fillcolor="black" stroked="f"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ZnMgA&#10;AADdAAAADwAAAGRycy9kb3ducmV2LnhtbESPzWvCQBTE7wX/h+UVeqsbQ6uSuor2AwT14MfB42v2&#10;NVmSfRuyW43967uC4HGYmd8wk1lna3Gi1hvHCgb9BARx7rThQsFh//U8BuEDssbaMSm4kIfZtPcw&#10;wUy7M2/ptAuFiBD2GSooQ2gyKX1ekkXfdw1x9H5cazFE2RZSt3iOcFvLNEmG0qLhuFBiQ+8l5dXu&#10;1yo4roZmvDWUfq//Fp96/VotNh+VUk+P3fwNRKAu3MO39lIreEkH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+Vm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PzW8IA&#10;AADdAAAADwAAAGRycy9kb3ducmV2LnhtbERPTWsCMRC9F/wPYQRvNauIyGoUsZR68aC19Dpsxs26&#10;m8k2ibr6681B6PHxvherzjbiSj5UjhWMhhkI4sLpiksFx+/P9xmIEJE1No5JwZ0CrJa9twXm2t14&#10;T9dDLEUK4ZCjAhNjm0sZCkMWw9C1xIk7OW8xJuhLqT3eUrht5DjLptJixanBYEsbQ0V9uFgFfv37&#10;UT/48lNnj909fJ27vxkapQb9bj0HEamL/+KXe6sVTMaj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/N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cs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njKp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vzc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fFsMA&#10;AADdAAAADwAAAGRycy9kb3ducmV2LnhtbERPz2vCMBS+C/sfwhvspunKGKM2lW0i9OJhneL12Tyb&#10;suSlNJlW/3pzGOz48f0uV5Oz4kxj6D0reF5kIIhbr3vuFOy+N/M3ECEia7SeScGVAqyqh1mJhfYX&#10;/qJzEzuRQjgUqMDEOBRShtaQw7DwA3HiTn50GBMcO6lHvKRwZ2WeZa/SYc+pweBAn4ban+bXKVg3&#10;g813tfkIh/32eLT1bUOHtVJPj9P7EkSkKf6L/9y1VvCS52l/epOegK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Gf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1PMQA&#10;AADd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o+smwC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ad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JZcYA&#10;AADdAAAADwAAAGRycy9kb3ducmV2LnhtbESPT2sCMRTE70K/Q3gFb5ptLCJbo9hCoVg8+Afp8XXz&#10;3F1287IkUddvbwoFj8PM/IaZL3vbigv5UDvW8DLOQBAXztRcajjsP0czECEiG2wdk4YbBVgungZz&#10;zI278pYuu1iKBOGQo4Yqxi6XMhQVWQxj1xEn7+S8xZikL6XxeE1w20qVZVNpsea0UGFHHxUVze5s&#10;Nfycv/m0maxX/j0eXb8PjfqdNVoPn/vVG4hIfXyE/9tfRsOrUgr+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FJZ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WLM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mk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HVizHAAAA3QAAAA8AAAAAAAAAAAAAAAAAmAIAAGRy&#10;cy9kb3ducmV2LnhtbFBLBQYAAAAABAAEAPUAAACMAwAAAAA=&#10;" fillcolor="black" stroked="f"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0WcUA&#10;AADdAAAADwAAAGRycy9kb3ducmV2LnhtbESPQUsDMRSE74X+h/AEb23WtYisTctSKIqnbVW8vm5e&#10;N0s3L0sS0/XfG0HwOMzMN8x6O9lBJPKhd6zgblmAIG6d7rlT8P62XzyCCBFZ4+CYFHxTgO1mPltj&#10;pd2VD5SOsRMZwqFCBSbGsZIytIYshqUbibN3dt5izNJ3Unu8ZrgdZFkUD9Jiz3nB4Eg7Q+3l+GUV&#10;pNOuqe/TZzKHV1933jXPH6dGqdubqX4CEWmK/+G/9otWsCr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jR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xMMcA&#10;AADdAAAADwAAAGRycy9kb3ducmV2LnhtbESPQWvCQBSE7wX/w/IEb3VjsNJGVymipfZiG4X2+Mg+&#10;s6HZtyG7jdFf7xYKPQ4z8w2zWPW2Fh21vnKsYDJOQBAXTldcKjgetvePIHxA1lg7JgUX8rBaDu4W&#10;mGl35g/q8lCKCGGfoQITQpNJ6QtDFv3YNcTRO7nWYoiyLaVu8RzhtpZpksykxYrjgsGG1oaK7/zH&#10;KvCT9ebzzV6fuq8Xw/t8Z2bvpVFqNOyf5yAC9eE//Nd+1QqmafoA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ZcT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0561" w:rsidRDefault="009B0561" w:rsidP="009B05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0561" w:rsidRDefault="009B0561" w:rsidP="009B056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0561" w:rsidRDefault="009B0561" w:rsidP="009B056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B0561" w:rsidRDefault="009B0561" w:rsidP="009B05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0561" w:rsidRDefault="009B0561" w:rsidP="009B05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№106</w:t>
      </w:r>
    </w:p>
    <w:p w:rsidR="009B0561" w:rsidRDefault="009B0561" w:rsidP="009B05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В.А.</w:t>
      </w:r>
    </w:p>
    <w:p w:rsidR="009B0561" w:rsidRPr="00276DFE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B0561" w:rsidRPr="00276DFE" w:rsidRDefault="009B0561" w:rsidP="009B05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9B0561" w:rsidRPr="00276DFE" w:rsidRDefault="009B0561" w:rsidP="009B05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B0561" w:rsidRPr="00276DFE" w:rsidRDefault="009B0561" w:rsidP="009B05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C773A2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C773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773A2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0,1509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6823984000:02:002:0067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77.</w:t>
      </w:r>
    </w:p>
    <w:p w:rsidR="009B0561" w:rsidRPr="00276DFE" w:rsidRDefault="009B0561" w:rsidP="009B05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9B0561" w:rsidRPr="00276DFE" w:rsidRDefault="009B0561" w:rsidP="009B05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B0561" w:rsidRPr="009B0561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9F07B5" w:rsidRPr="009B0561" w:rsidRDefault="009B0561" w:rsidP="009B056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F07B5" w:rsidRPr="009B056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61"/>
    <w:rsid w:val="009B0561"/>
    <w:rsid w:val="009F07B5"/>
    <w:rsid w:val="00C7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B05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56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B0561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B05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56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B0561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9</TotalTime>
  <Pages>1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2021-09-13T10:54:00Z</dcterms:created>
  <dcterms:modified xsi:type="dcterms:W3CDTF">2021-09-14T12:49:00Z</dcterms:modified>
</cp:coreProperties>
</file>