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05CA" w:rsidRPr="00B623A8" w:rsidRDefault="00BE05CA" w:rsidP="00BE05CA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3721B3" wp14:editId="71148D3E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325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326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05CA" w:rsidRDefault="00BE05CA" w:rsidP="00BE05C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aRMUA&#10;AADeAAAADwAAAGRycy9kb3ducmV2LnhtbESPT4vCQAzF7wt+hyGCt3VqCyrVUURc8SCI/+6hE9ti&#10;J1M6s9r99pvDwt4S8vLe+y3XvWvUi7pQezYwGSegiAtvay4N3K5fn3NQISJbbDyTgR8KsF4NPpaY&#10;W//mM70usVRiwiFHA1WMba51KCpyGMa+JZbbw3cOo6xdqW2HbzF3jU6TZKod1iwJFba0rah4Xr6d&#10;AZ/tD8d7mZ6zHc8ib07zx70/GjMa9psFqEh9/Bf/fR+s1M/SqQAIjsy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aJpE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CNfMcA&#10;AADeAAAADwAAAGRycy9kb3ducmV2LnhtbERPS0sDMRC+F/wPYQQvpc22wlrXpkUKq7UHoQ/wOmzG&#10;zepmsiSx3fbXG0HobT6+58yXvW3FkXxoHCuYjDMQxJXTDdcKDvtyNAMRIrLG1jEpOFOA5eJmMMdC&#10;uxNv6biLtUghHApUYGLsCilDZchiGLuOOHGfzluMCfpaao+nFG5bOc2yXFpsODUY7GhlqPre/VgF&#10;X+W7+Vg9XF788HFLl2G5eW3fcqXubvvnJxCR+ngV/7vXOs2/n+YT+Hsn3S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gjXz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G3CsUA&#10;AADeAAAADwAAAGRycy9kb3ducmV2LnhtbESP3YrCMBCF7wXfIYzgjWi6FURqU5FllcUb8ecBhmZs&#10;is2kNFnbffvNguDdDOfM+c7k28E24kmdrx0r+FgkIIhLp2uuFNyu+/kahA/IGhvHpOCXPGyL8SjH&#10;TLuez/S8hErEEPYZKjAhtJmUvjRk0S9cSxy1u+sshrh2ldQd9jHcNjJNkpW0WHMkGGzp01D5uPzY&#10;CDkt8XS899f9YcAev46GZ7uzUtPJsNuACDSEt/l1/a1j/WW6SuH/nTiD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IbcK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kHq8QA&#10;AADeAAAADwAAAGRycy9kb3ducmV2LnhtbERPTUvDQBC9C/0Pywje2o2pRondllIVRPBgFcTbkJ0m&#10;wezssjs28d+7QsHbPN7nrDaTG9SRYuo9G7hcFKCIG297bg28vz3Ob0ElQbY4eCYDP5Rgs56drbC2&#10;fuRXOu6lVTmEU40GOpFQa52ajhymhQ/EmTv46FAyjK22Eccc7gZdFkWlHfacGzoMtOuo+dp/OwMv&#10;40N4vqmuD+EzXpU63Vv52IkxF+fT9g6U0CT/4pP7yeb5y7Jawt87+Qa9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pB6v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SK5cYA&#10;AADeAAAADwAAAGRycy9kb3ducmV2LnhtbESP0WrCQBBF3wv+wzKCL0U31SIluoYgKiUvQe0HDNkx&#10;G8zOhuzWxL/vFgp9m+HeuefONhttKx7U+8axgrdFAoK4crrhWsHX9Tj/AOEDssbWMSl4kodsN3nZ&#10;YqrdwGd6XEItYgj7FBWYELpUSl8ZsugXriOO2s31FkNc+1rqHocYblu5TJK1tNhwJBjsaG+oul++&#10;bYSUKyyL23A9nkYc8FAYfs3PSs2mY74BEWgM/+a/608d66+W63f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oSK5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w6RMQA&#10;AADeAAAADwAAAGRycy9kb3ducmV2LnhtbERPTUvDQBC9C/0Pywje7MZoo8RuS6kKRfBgFcTbkJ0m&#10;wezssjs28d93BcHbPN7nLNeTG9SRYuo9G7iaF6CIG297bg28vz1d3oFKgmxx8EwGfijBejU7W2Jt&#10;/civdNxLq3IIpxoNdCKh1jo1HTlMcx+IM3fw0aFkGFttI4453A26LIpKO+w5N3QYaNtR87X/dgZe&#10;xsfwfFstDuEz3pQ6PVj52IoxF+fT5h6U0CT/4j/3zub512W1gN938g16d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MOkT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u52sQA&#10;AADeAAAADwAAAGRycy9kb3ducmV2LnhtbERP32vCMBB+H/g/hBN8GTOdsiKdUXQQHDgY08Fej+Zs&#10;i82lJNHW/34RBnu7j+/nLdeDbcWVfGgcK3ieZiCIS2carhR8H/XTAkSIyAZbx6TgRgHWq9HDEgvj&#10;ev6i6yFWIoVwKFBBHWNXSBnKmiyGqeuIE3dy3mJM0FfSeOxTuG3lLMtyabHh1FBjR281lefDxSrY&#10;fvbV3D+W28HtT7ufF62N/tBKTcbD5hVEpCH+i//c7ybNn8/yHO7vpBv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budr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dWvsMA&#10;AADeAAAADwAAAGRycy9kb3ducmV2LnhtbERP3WrCMBS+H/gO4Qi7m6ndplKNIkphjN348wCH5thU&#10;m5OSxNq9/TIY7O58fL9ntRlsK3ryoXGsYDrJQBBXTjdcKzifypcFiBCRNbaOScE3BdisR08rLLR7&#10;8IH6Y6xFCuFQoAITY1dIGSpDFsPEdcSJuzhvMSboa6k9PlK4bWWeZTNpseHUYLCjnaHqdrxbBeVn&#10;/tXf7tqXbju8WXo318XeKPU8HrZLEJGG+C/+c3/oNP81n83h9510g1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dWv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iIM8gA&#10;AADeAAAADwAAAGRycy9kb3ducmV2LnhtbESPQUsDMRCF70L/Q5iCF7HZtlhkbVpaISgoFGuh12Ez&#10;3V3cTJYkdtd/7xwEbzO8N+99s96OvlNXiqkNbGA+K0ARV8G1XBs4fdr7R1ApIzvsApOBH0qw3Uxu&#10;1li6MPAHXY+5VhLCqUQDTc59qXWqGvKYZqEnFu0Soscsa6y1izhIuO/0oihW2mPL0tBgT88NVV/H&#10;b29gfxjqZbyr9mN4u7ycH6x19t0aczsdd0+gMo353/x3/eoEf7lYCa+8IzPoz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SIgz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RnV8MA&#10;AADeAAAADwAAAGRycy9kb3ducmV2LnhtbERP3WrCMBS+H/gO4Qi7m6ndJlqNIkphjN348wCH5thU&#10;m5OSxNq9/TIY7O58fL9ntRlsK3ryoXGsYDrJQBBXTjdcKzifypc5iBCRNbaOScE3BdisR08rLLR7&#10;8IH6Y6xFCuFQoAITY1dIGSpDFsPEdcSJuzhvMSboa6k9PlK4bWWeZTNpseHUYLCjnaHqdrxbBeVn&#10;/tXf7tqXbju8WXo31/neKPU8HrZLEJGG+C/+c3/oNP81ny3g9510g1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RnV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nG/8QA&#10;AADeAAAADwAAAGRycy9kb3ducmV2LnhtbESPzW7CQAyE70i8w8pIvcGGv7YKLAghUZUjoQ9gZU0S&#10;kfWG7ELC29cHJG62PJ6Zb73tXa0e1IbKs4HpJAFFnHtbcWHg73wYf4MKEdli7ZkMPCnAdjMcrDG1&#10;vuMTPbJYKDHhkKKBMsYm1TrkJTkME98Qy+3iW4dR1rbQtsVOzF2tZ0nyqR1WLAklNrQvKb9md2dg&#10;8ex+btnymhyso+lx3hw55ktjPkb9bgUqUh/f4tf3r5X689mXAAiOzKA3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4Zxv/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d1y8QA&#10;AADeAAAADwAAAGRycy9kb3ducmV2LnhtbERPS2vCQBC+F/wPywje6sYItqauIkpEemqj7XnIjklo&#10;djZkNw//vVso9DYf33M2u9HUoqfWVZYVLOYRCOLc6ooLBddL+vwKwnlkjbVlUnAnB7vt5GmDibYD&#10;f1Kf+UKEEHYJKii9bxIpXV6SQTe3DXHgbrY16ANsC6lbHEK4qWUcRStpsOLQUGJDh5Lyn6wzCrrV&#10;d3zl27v+yI730/qY7p38KpSaTcf9GwhPo/8X/7nPOsxfxi8L+H0n3C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Xdcv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pbocYA&#10;AADeAAAADwAAAGRycy9kb3ducmV2LnhtbERPTWvCQBC9C/0PyxR6001jiTa6SlsQ1INStQdvY3ZM&#10;0mZnY3ar6b93BaG3ebzPGU9bU4kzNa60rOC5F4EgzqwuOVew2866QxDOI2usLJOCP3IwnTx0xphq&#10;e+FPOm98LkIIuxQVFN7XqZQuK8ig69maOHBH2xj0ATa51A1eQripZBxFiTRYcmgosKaPgrKfza9R&#10;8LUeJq/r98XL93J1wL7Rp70uE6WeHtu3EQhPrf8X391zHeb340EMt3fCDXJy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Opbo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9prsMA&#10;AADeAAAADwAAAGRycy9kb3ducmV2LnhtbERPS2vCQBC+C/0PyxS86cZEVFJXaRW1ePIFXofsNAlm&#10;Z0N21eiv7xYK3ubje8503ppK3KhxpWUFg34EgjizuuRcwem46k1AOI+ssbJMCh7kYD5760wx1fbO&#10;e7odfC5CCLsUFRTe16mULivIoOvbmjhwP7Yx6ANscqkbvIdwU8k4ikbSYMmhocCaFgVll8PVKHiO&#10;zrhzm/hrmWhPj+Fkbbe7tVLd9/bzA4Sn1r/E/+5vHeYn8TiBv3fCDXL2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19pr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+YdMQA&#10;AADeAAAADwAAAGRycy9kb3ducmV2LnhtbERPzWrCQBC+F/oOywjedGNMraauUkSht2rsAwzZ6SaY&#10;nY3ZVWOfvlsQepuP73eW69424kqdrx0rmIwTEMSl0zUbBV/H3WgOwgdkjY1jUnAnD+vV89MSc+1u&#10;fKBrEYyIIexzVFCF0OZS+rIii37sWuLIfbvOYoiwM1J3eIvhtpFpksykxZpjQ4UtbSoqT8XFKji7&#10;9EX3xRY/T9vFvjYmO/8cMqWGg/79DUSgPvyLH+4PHedP09cM/t6JN8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PmHT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9bBMIA&#10;AADeAAAADwAAAGRycy9kb3ducmV2LnhtbERPS4vCMBC+C/sfwgje1lTFVzXKriB41d2DxzEZ22oz&#10;6TZRq7/eCAve5uN7znzZ2FJcqfaFYwW9bgKCWDtTcKbg92f9OQHhA7LB0jEpuJOH5eKjNcfUuBtv&#10;6boLmYgh7FNUkIdQpVJ6nZNF33UVceSOrrYYIqwzaWq8xXBbyn6SjKTFgmNDjhWtctLn3cUq2BQH&#10;Go70cWon33q7f/yFwfhklOq0m68ZiEBNeIv/3RsT5w/64yG83ok3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f1sE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w8pMYA&#10;AADeAAAADwAAAGRycy9kb3ducmV2LnhtbERP0WrCQBB8L/gPxwp9qxcjWBs9pRYExSrUFn1dcmsu&#10;mNsLuWuMf+8VCr7N7uzM7MwWna1ES40vHSsYDhIQxLnTJRcKfr5XLxMQPiBrrByTght5WMx7TzPM&#10;tLvyF7WHUIhowj5DBSaEOpPS54Ys+oGriSN3do3FEMemkLrBazS3lUyTZCwtlhwTDNb0YSi/HH6t&#10;ghb3t+Rklru3TfmZp/vlcavjXj33u/cpiEBdeBz/q9c6vj9KX8fwVydi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w8p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1GpcMA&#10;AADeAAAADwAAAGRycy9kb3ducmV2LnhtbERPTUvDQBC9C/0PyxS82U0jWIndllKoeNToweOYnWZT&#10;szNhd9tEf70rCN7m8T5nvZ18ry4UYidsYLkoQBE3YjtuDby9Hm7uQcWEbLEXJgNfFGG7mV2tsbIy&#10;8gtd6tSqHMKxQgMupaHSOjaOPMaFDMSZO0rwmDIMrbYBxxzue10WxZ322HFucDjQ3lHzWZ+9gfGx&#10;+TiVx3frvsMgh/pZTmUvxlzPp90DqERT+hf/uZ9snn9brlb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s1Gp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rCwMgA&#10;AADeAAAADwAAAGRycy9kb3ducmV2LnhtbESPQU/CQBCF7yT+h82YcIOtJRFSWQiCJMZgDKj3sTu2&#10;1d3ZprtC+ffMgcTbTN6b976ZL3vv1JG62AQ2cDfOQBGXwTZcGfh4345moGJCtugCk4EzRVgubgZz&#10;LGw48Z6Oh1QpCeFYoIE6pbbQOpY1eYzj0BKL9h06j0nWrtK2w5OEe6fzLLvXHhuWhhpbWtdU/h7+&#10;vIHt28b95K/71adO66fpl5u9PG52xgxv+9UDqER9+jdfr5+t4E/yqfDKOzKDXl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qsLA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C6z8YA&#10;AADeAAAADwAAAGRycy9kb3ducmV2LnhtbERPTWvCQBC9C/0Pywi9SN3UYGtTVxGhREGhTQu9jtkx&#10;CWZnQ3Yb03/vCoK3ebzPmS97U4uOWldZVvA8jkAQ51ZXXCj4+f54moFwHlljbZkU/JOD5eJhMMdE&#10;2zN/UZf5QoQQdgkqKL1vEildXpJBN7YNceCOtjXoA2wLqVs8h3BTy0kUvUiDFYeGEhtal5Sfsj+j&#10;oPvcHYpN55rtaTZy0/iQpnv9q9TjsF+9g/DU+7v45t7oMD+evL7B9Z1wg1x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C6z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MdaMkA&#10;AADeAAAADwAAAGRycy9kb3ducmV2LnhtbESPT0/CQBDF7yZ8h82QeJMt9U9KZSFgYuLFRNAD3Ibu&#10;2DZ0Z+vuCtVP7xxIvM1k3rz3fvPl4Dp1ohBbzwamkwwUceVty7WBj/fnmwJUTMgWO89k4IciLBej&#10;qzmW1p95Q6dtqpWYcCzRQJNSX2odq4YcxonvieX26YPDJGuotQ14FnPX6TzLHrTDliWhwZ6eGqqO&#10;229nYD0r1l9vd/z6uznsab87HO/zkBlzPR5Wj6ASDelffPl+sVL/Ni8EQHBkBr34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pMdaMkAAADeAAAADwAAAAAAAAAAAAAAAACYAgAA&#10;ZHJzL2Rvd25yZXYueG1sUEsFBgAAAAAEAAQA9QAAAI4DAAAAAA==&#10;" fillcolor="black" stroked="f"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y288YA&#10;AADeAAAADwAAAGRycy9kb3ducmV2LnhtbERPS2vCQBC+C/0Pywi96caUSoiuon1Aofbg4+BxzI7J&#10;kuxsyG417a93C0Jv8/E9Z77sbSMu1HnjWMFknIAgLpw2XCo47N9HGQgfkDU2jknBD3lYLh4Gc8y1&#10;u/KWLrtQihjCPkcFVQhtLqUvKrLox64ljtzZdRZDhF0pdYfXGG4bmSbJVFo0HBsqbOmloqLefVsF&#10;x8+pybaG0tPmd/2mN8/1+uu1Vupx2K9mIAL14V98d3/oOP8pzSbw9068QS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By28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xFtsQA&#10;AADeAAAADwAAAGRycy9kb3ducmV2LnhtbERPTWsCMRC9F/wPYQq91Wy3UJbVKKKU9tJDreJ12Iyb&#10;dTeTbRJ19dc3gtDbPN7nTOeD7cSJfGgcK3gZZyCIK6cbrhVsft6fCxAhImvsHJOCCwWYz0YPUyy1&#10;O/M3ndaxFimEQ4kKTIx9KWWoDFkMY9cTJ27vvMWYoK+l9nhO4baTeZa9SYsNpwaDPS0NVe36aBX4&#10;xW7VXvm4bbPr1yV8HIbfAo1ST4/DYgIi0hD/xXf3p07zX/Mih9s76QY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acRbb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FWZsQA&#10;AADeAAAADwAAAGRycy9kb3ducmV2LnhtbERP22rCQBB9L/Qflin0pejGCFWjq0ihUKgUvHzAmB2T&#10;4O5syE419uu7hYJvczjXWax679SFutgENjAaZqCIy2Abrgwc9u+DKagoyBZdYDJwowir5ePDAgsb&#10;rryly04qlUI4FmigFmkLrWNZk8c4DC1x4k6h8ygJdpW2HV5TuHc6z7JX7bHh1FBjS281lefdtzfg&#10;8qObfU7iRm4Hvcl+vGxfvqwxz0/9eg5KqJe7+N/9YdP8cT4dw9876Qa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hVmb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iPSMUA&#10;AADeAAAADwAAAGRycy9kb3ducmV2LnhtbERPTWsCMRC9C/0PYQreNOu2FNkaxVaEvfTg1uJ13Iyb&#10;xWSybFJd++sbodDbPN7nLFaDs+JCfWg9K5hNMxDEtdctNwr2n9vJHESIyBqtZ1JwowCr5cNogYX2&#10;V97RpYqNSCEcClRgYuwKKUNtyGGY+o44cSffO4wJ9o3UPV5TuLMyz7IX6bDl1GCwo3dD9bn6dgo2&#10;VWfzfWnewuHr43i05c+WDhulxo/D+hVEpCH+i//cpU7zn/L5M9zfS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mI9I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GY5cMA&#10;AADeAAAADwAAAGRycy9kb3ducmV2LnhtbERPTWsCMRC9F/ofwhS81aRKraxml1IUhJ60evA2JOPu&#10;2s1k2UR3/fdGKPQ2j/c5y2JwjbhSF2rPGt7GCgSx8bbmUsP+Z/06BxEissXGM2m4UYAif35aYmZ9&#10;z1u67mIpUgiHDDVUMbaZlMFU5DCMfUucuJPvHMYEu1LaDvsU7ho5UWomHdacGips6asi87u7OA3n&#10;tfz2RqE57A/9xn4cVzNqlNajl+FzASLSEP/Ff+6NTfOnk/k7PN5JN8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GY5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v19cMA&#10;AADeAAAADwAAAGRycy9kb3ducmV2LnhtbERPTYvCMBC9L/gfwgje1tQKUqpRVFhYlD2oy+JxbMa2&#10;tJmUJGr99xthYW/zeJ+zWPWmFXdyvrasYDJOQBAXVtdcKvg+fbxnIHxA1thaJgVP8rBaDt4WmGv7&#10;4APdj6EUMYR9jgqqELpcSl9UZNCPbUccuat1BkOErpTa4SOGm1amSTKTBmuODRV2tK2oaI43o+B8&#10;2/P1a7pbu034sf3JN+kla5QaDfv1HESgPvyL/9yfOs6fptkMXu/EG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v19c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qFHMYA&#10;AADeAAAADwAAAGRycy9kb3ducmV2LnhtbERPTU/CQBC9k/AfNkPiDbZUxVpYCJiQeDEB9CC3oTu0&#10;Dd3ZurtA9de7JiTe5uV9zmzRmUZcyPnasoLxKAFBXFhdc6ng4309zED4gKyxsUwKvsnDYt7vzTDX&#10;9spbuuxCKWII+xwVVCG0uZS+qMigH9mWOHJH6wyGCF0ptcNrDDeNTJNkIg3WHBsqbOmlouK0OxsF&#10;q+ds9bV54Lef7WFP+8/D6TF1iVJ3g245BRGoC//im/tVx/n3afYEf+/EG+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XqFHMYAAADeAAAADwAAAAAAAAAAAAAAAACYAgAAZHJz&#10;L2Rvd25yZXYueG1sUEsFBgAAAAAEAAQA9QAAAIsDAAAAAA==&#10;" fillcolor="black" stroked="f"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MaxMYA&#10;AADeAAAADwAAAGRycy9kb3ducmV2LnhtbESPQUsDMRCF74L/IYzgzWZtQcratCwFUTxta8XrdDNu&#10;FjeTJYnp+u+dg+BthvfmvW82u9mPqlBMQ2AD94sKFHEX7MC9gdPb090aVMrIFsfAZOCHEuy211cb&#10;rG248IHKMfdKQjjVaMDlPNVap86Rx7QIE7FonyF6zLLGXtuIFwn3o15W1YP2OLA0OJxo76j7On57&#10;A+W8b5tV+Sju8BqbPob2+f3cGnN7MzePoDLN+d/8d/1iBX+1XAuvvCMz6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1Max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P7VsUA&#10;AADeAAAADwAAAGRycy9kb3ducmV2LnhtbERPTWvCQBC9C/0PyxS8mY0KoqmrFKmivdimhfY4ZKfZ&#10;0OxsyK4x9te7gtDbPN7nLNe9rUVHra8cKxgnKQjiwumKSwWfH9vRHIQPyBprx6TgQh7Wq4fBEjPt&#10;zvxOXR5KEUPYZ6jAhNBkUvrCkEWfuIY4cj+utRgibEupWzzHcFvLSZrOpMWKY4PBhjaGit/8ZBX4&#10;8ebl69X+LbrvneFjfjCzt9IoNXzsn59ABOrDv/ju3us4fzqZL+D2TrxB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s/tW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E05CA" w:rsidRDefault="00BE05CA" w:rsidP="00BE05C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E05CA" w:rsidRDefault="00BE05CA" w:rsidP="00BE05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05CA" w:rsidRDefault="00BE05CA" w:rsidP="00BE05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05CA" w:rsidRDefault="00BE05CA" w:rsidP="00BE05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05CA" w:rsidRDefault="00BE05CA" w:rsidP="00BE05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05CA" w:rsidRDefault="00BE05CA" w:rsidP="00BE05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E05CA" w:rsidRDefault="00BE05CA" w:rsidP="00BE05C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E05CA" w:rsidRDefault="00BE05CA" w:rsidP="00BE05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E05CA" w:rsidRDefault="00BE05CA" w:rsidP="00BE05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E05CA" w:rsidRDefault="00BE05CA" w:rsidP="00BE05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05CA" w:rsidRDefault="00BE05CA" w:rsidP="00BE05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E05CA" w:rsidRDefault="00BE05CA" w:rsidP="00BE05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E05CA" w:rsidRDefault="00BE05CA" w:rsidP="00BE05C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E05CA" w:rsidRPr="004A7D10" w:rsidRDefault="00BE05CA" w:rsidP="00BE05C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E05CA" w:rsidRDefault="00BE05CA" w:rsidP="00BE05C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E05CA" w:rsidRDefault="00BE05CA" w:rsidP="00BE05C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№25</w:t>
      </w:r>
    </w:p>
    <w:p w:rsidR="00BE05CA" w:rsidRPr="0060655C" w:rsidRDefault="00BE05CA" w:rsidP="00BE05CA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BE05CA" w:rsidRPr="0060655C" w:rsidRDefault="00BE05CA" w:rsidP="00BE05C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затвердження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техн</w:t>
      </w:r>
      <w:proofErr w:type="gram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</w:p>
    <w:p w:rsidR="00BE05CA" w:rsidRPr="0060655C" w:rsidRDefault="00BE05CA" w:rsidP="00BE05C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E05CA" w:rsidRPr="0060655C" w:rsidRDefault="00BE05CA" w:rsidP="00BE05C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)  меж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BE05CA" w:rsidRPr="0060655C" w:rsidRDefault="00BE05CA" w:rsidP="00BE05C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в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)   Романюка В.П.</w:t>
      </w:r>
    </w:p>
    <w:p w:rsidR="00BE05CA" w:rsidRPr="0060655C" w:rsidRDefault="00BE05CA" w:rsidP="00BE05C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E05CA" w:rsidRPr="0060655C" w:rsidRDefault="00BE05CA" w:rsidP="00BE05C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частини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1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місцеве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», статей 12,  122 </w:t>
      </w:r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Земельного кодексу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, Закону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Times New Roman" w:hAnsi="Times New Roman" w:cs="Times New Roman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Times New Roman" w:hAnsi="Times New Roman" w:cs="Times New Roman"/>
          <w:sz w:val="24"/>
          <w:szCs w:val="24"/>
        </w:rPr>
        <w:t>»,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« Про порядок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виділення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місцевостх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власникам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часто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паїв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Романюка В.П.,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рада </w:t>
      </w:r>
    </w:p>
    <w:p w:rsidR="00BE05CA" w:rsidRPr="0060655C" w:rsidRDefault="00BE05CA" w:rsidP="00BE05C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BE05CA" w:rsidRPr="0060655C" w:rsidRDefault="00BE05CA" w:rsidP="00BE05C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Затвердити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Романюку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Володимиру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Петровичу,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8A1F69">
        <w:rPr>
          <w:rFonts w:ascii="Times New Roman" w:eastAsia="Calibri" w:hAnsi="Times New Roman" w:cs="Times New Roman"/>
          <w:sz w:val="24"/>
          <w:szCs w:val="24"/>
          <w:lang w:val="en-US"/>
        </w:rPr>
        <w:t>_____________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ідентифікаційний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номер </w:t>
      </w:r>
      <w:r w:rsidR="008A1F69">
        <w:rPr>
          <w:rFonts w:ascii="Times New Roman" w:eastAsia="Calibri" w:hAnsi="Times New Roman" w:cs="Times New Roman"/>
          <w:sz w:val="24"/>
          <w:szCs w:val="24"/>
          <w:lang w:val="en-US"/>
        </w:rPr>
        <w:t>_________</w:t>
      </w:r>
      <w:bookmarkStart w:id="0" w:name="_GoBack"/>
      <w:bookmarkEnd w:id="0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техн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ічну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), та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передати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приватну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2,6461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0655C">
        <w:rPr>
          <w:rFonts w:ascii="Times New Roman" w:eastAsia="Calibri" w:hAnsi="Times New Roman" w:cs="Times New Roman"/>
          <w:sz w:val="24"/>
          <w:szCs w:val="24"/>
        </w:rPr>
        <w:t>га,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кадастровий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номер: 6823984700:05:003:0015),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товарного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виробництва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Хмельницька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область,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район,  за межами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населеного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пункту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Лисиче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E05CA" w:rsidRPr="0060655C" w:rsidRDefault="00BE05CA" w:rsidP="00BE05C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2. Романюку В.П.,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якому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передана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власності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порядку</w:t>
      </w:r>
    </w:p>
    <w:p w:rsidR="00BE05CA" w:rsidRPr="00BE05CA" w:rsidRDefault="00BE05CA" w:rsidP="00BE05C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3. Контроль за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Т.В.).</w:t>
      </w:r>
    </w:p>
    <w:p w:rsidR="00BE05CA" w:rsidRPr="0060655C" w:rsidRDefault="00BE05CA" w:rsidP="00BE05C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D4CCA" w:rsidRPr="00BE05CA" w:rsidRDefault="00BE05CA" w:rsidP="00BE05C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голова                                                                        </w:t>
      </w:r>
      <w:proofErr w:type="spellStart"/>
      <w:r w:rsidRPr="0060655C">
        <w:rPr>
          <w:rFonts w:ascii="Times New Roman" w:eastAsia="Arial Unicode MS" w:hAnsi="Times New Roman" w:cs="Times New Roman"/>
          <w:color w:val="333333"/>
          <w:sz w:val="24"/>
          <w:szCs w:val="24"/>
        </w:rPr>
        <w:t>Валерій</w:t>
      </w:r>
      <w:proofErr w:type="spellEnd"/>
      <w:r w:rsidRPr="0060655C">
        <w:rPr>
          <w:rFonts w:ascii="Times New Roman" w:eastAsia="Arial Unicode MS" w:hAnsi="Times New Roman" w:cs="Times New Roman"/>
          <w:color w:val="333333"/>
          <w:sz w:val="24"/>
          <w:szCs w:val="24"/>
        </w:rPr>
        <w:t xml:space="preserve">   МИХАЛЮК</w:t>
      </w:r>
    </w:p>
    <w:sectPr w:rsidR="000D4CCA" w:rsidRPr="00BE05CA" w:rsidSect="00BE05CA">
      <w:pgSz w:w="12240" w:h="15840"/>
      <w:pgMar w:top="1440" w:right="1440" w:bottom="1135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6B2C" w:rsidRDefault="00686B2C">
      <w:pPr>
        <w:spacing w:after="0" w:line="240" w:lineRule="auto"/>
      </w:pPr>
      <w:r>
        <w:separator/>
      </w:r>
    </w:p>
  </w:endnote>
  <w:endnote w:type="continuationSeparator" w:id="0">
    <w:p w:rsidR="00686B2C" w:rsidRDefault="00686B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6B2C" w:rsidRDefault="00686B2C">
      <w:pPr>
        <w:spacing w:after="0" w:line="240" w:lineRule="auto"/>
      </w:pPr>
      <w:r>
        <w:separator/>
      </w:r>
    </w:p>
  </w:footnote>
  <w:footnote w:type="continuationSeparator" w:id="0">
    <w:p w:rsidR="00686B2C" w:rsidRDefault="00686B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5CA"/>
    <w:rsid w:val="000D4CCA"/>
    <w:rsid w:val="00686B2C"/>
    <w:rsid w:val="008A1F69"/>
    <w:rsid w:val="00BE05CA"/>
    <w:rsid w:val="00FD6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5CA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E05C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E05CA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E05CA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05CA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E05C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E05CA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E05CA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5</TotalTime>
  <Pages>1</Pages>
  <Words>268</Words>
  <Characters>1529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2020-12-24T17:14:00Z</dcterms:created>
  <dcterms:modified xsi:type="dcterms:W3CDTF">2020-12-24T18:47:00Z</dcterms:modified>
</cp:coreProperties>
</file>