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3F" w:rsidRDefault="00744E11" w:rsidP="00D058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D0583F" w:rsidRDefault="00D0583F" w:rsidP="00D0583F"/>
    <w:p w:rsidR="00D0583F" w:rsidRDefault="00D0583F" w:rsidP="00D0583F"/>
    <w:p w:rsidR="00D0583F" w:rsidRDefault="00D0583F" w:rsidP="00D058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0583F" w:rsidRDefault="00D0583F" w:rsidP="00D058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0583F" w:rsidRDefault="00D0583F" w:rsidP="00D058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0583F" w:rsidRDefault="00D0583F" w:rsidP="00D058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0583F" w:rsidRDefault="00D0583F" w:rsidP="00D058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83F" w:rsidRDefault="00D0583F" w:rsidP="00D058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0583F" w:rsidRDefault="00D0583F" w:rsidP="00D058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583F" w:rsidRDefault="00D0583F" w:rsidP="00D0583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0583F" w:rsidRPr="007B577E" w:rsidRDefault="00D0583F" w:rsidP="00D0583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37</w:t>
      </w:r>
    </w:p>
    <w:p w:rsidR="00D0583F" w:rsidRPr="004A7F1D" w:rsidRDefault="00D0583F" w:rsidP="00D0583F">
      <w:pPr>
        <w:tabs>
          <w:tab w:val="left" w:pos="4424"/>
        </w:tabs>
        <w:rPr>
          <w:rFonts w:ascii="Times New Roman" w:hAnsi="Times New Roman" w:cs="Times New Roman"/>
        </w:rPr>
      </w:pPr>
    </w:p>
    <w:p w:rsidR="00D0583F" w:rsidRPr="007B577E" w:rsidRDefault="00D0583F" w:rsidP="00D0583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D0583F" w:rsidRPr="007B577E" w:rsidRDefault="00D0583F" w:rsidP="00D0583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D0583F" w:rsidRPr="007B577E" w:rsidRDefault="00D0583F" w:rsidP="00D0583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D0583F" w:rsidRPr="007B577E" w:rsidRDefault="00D0583F" w:rsidP="00D0583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7B577E">
        <w:rPr>
          <w:rFonts w:ascii="Times New Roman" w:hAnsi="Times New Roman" w:cs="Times New Roman"/>
          <w:b/>
          <w:sz w:val="24"/>
          <w:szCs w:val="24"/>
        </w:rPr>
        <w:t>Давидкіної</w:t>
      </w:r>
      <w:proofErr w:type="spellEnd"/>
      <w:r w:rsidRPr="007B577E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D0583F" w:rsidRPr="007B577E" w:rsidRDefault="00D0583F" w:rsidP="00D0583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0583F" w:rsidRPr="007B577E" w:rsidRDefault="00D0583F" w:rsidP="00D0583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77E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Давидкіній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 С.В., сільська  рада ВИРІШИЛА:</w:t>
      </w:r>
    </w:p>
    <w:p w:rsidR="00D0583F" w:rsidRPr="007B577E" w:rsidRDefault="00D0583F" w:rsidP="00D0583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577E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r w:rsidRPr="007B577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B577E">
        <w:rPr>
          <w:rFonts w:ascii="Times New Roman" w:eastAsia="Calibri" w:hAnsi="Times New Roman" w:cs="Times New Roman"/>
          <w:sz w:val="24"/>
          <w:szCs w:val="24"/>
          <w:lang w:eastAsia="en-US"/>
        </w:rPr>
        <w:t>Давидкіній</w:t>
      </w:r>
      <w:proofErr w:type="spellEnd"/>
      <w:r w:rsidRPr="007B577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Світлані Василівні, яка зареєстрована за адресою: </w:t>
      </w:r>
      <w:r w:rsidR="00744E11" w:rsidRPr="00744E11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</w:t>
      </w:r>
      <w:bookmarkStart w:id="0" w:name="_GoBack"/>
      <w:bookmarkEnd w:id="0"/>
      <w:r w:rsidRPr="007B577E">
        <w:rPr>
          <w:rFonts w:ascii="Times New Roman" w:hAnsi="Times New Roman" w:cs="Times New Roman"/>
          <w:sz w:val="24"/>
          <w:szCs w:val="24"/>
        </w:rPr>
        <w:t>, 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577E">
        <w:rPr>
          <w:rFonts w:ascii="Times New Roman" w:hAnsi="Times New Roman" w:cs="Times New Roman"/>
          <w:sz w:val="24"/>
          <w:szCs w:val="24"/>
        </w:rPr>
        <w:t xml:space="preserve">га, (кадастровий номер: 6823986800:02:014:0005),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вул.Шевченка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>, 10.</w:t>
      </w:r>
    </w:p>
    <w:p w:rsidR="00D0583F" w:rsidRPr="007B577E" w:rsidRDefault="00D0583F" w:rsidP="00D0583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B577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Давидкіній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 С.В., посвідчити своє право  в  установленому  законом  порядку.</w:t>
      </w:r>
    </w:p>
    <w:p w:rsidR="00D0583F" w:rsidRPr="007B577E" w:rsidRDefault="00D0583F" w:rsidP="00D0583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77E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0583F" w:rsidRPr="007B577E" w:rsidRDefault="00D0583F" w:rsidP="00D0583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583F" w:rsidRPr="00D0583F" w:rsidRDefault="00D0583F" w:rsidP="00D0583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0583F" w:rsidRPr="00D0583F" w:rsidRDefault="00D0583F" w:rsidP="00D0583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4DCE" w:rsidRPr="00D0583F" w:rsidRDefault="00D0583F" w:rsidP="00D0583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В.М.Мазур</w:t>
      </w:r>
    </w:p>
    <w:sectPr w:rsidR="004B4DCE" w:rsidRPr="00D0583F" w:rsidSect="004B4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0583F"/>
    <w:rsid w:val="00171A2E"/>
    <w:rsid w:val="00304C90"/>
    <w:rsid w:val="004B4DCE"/>
    <w:rsid w:val="00505B6D"/>
    <w:rsid w:val="006D3977"/>
    <w:rsid w:val="00744E11"/>
    <w:rsid w:val="007D6C18"/>
    <w:rsid w:val="00D0583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3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259</Words>
  <Characters>1478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2020-03-16T12:51:00Z</dcterms:created>
  <dcterms:modified xsi:type="dcterms:W3CDTF">2020-03-17T06:31:00Z</dcterms:modified>
</cp:coreProperties>
</file>