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703C" w:rsidRPr="004C3041" w:rsidRDefault="006F703C" w:rsidP="006F703C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uk-UA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703C" w:rsidRDefault="006F703C" w:rsidP="006F703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F703C" w:rsidRDefault="006F703C" w:rsidP="006F703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703C" w:rsidRDefault="006F703C" w:rsidP="006F703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F703C" w:rsidRDefault="006F703C" w:rsidP="006F703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703C" w:rsidRDefault="006F703C" w:rsidP="006F703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F703C" w:rsidRDefault="006F703C" w:rsidP="006F703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703C" w:rsidRDefault="006F703C" w:rsidP="006F703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F703C" w:rsidRDefault="006F703C" w:rsidP="006F703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703C" w:rsidRDefault="006F703C" w:rsidP="006F703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F703C" w:rsidRDefault="006F703C" w:rsidP="006F703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703C" w:rsidRDefault="006F703C" w:rsidP="006F703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F703C" w:rsidRDefault="006F703C" w:rsidP="006F703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703C" w:rsidRDefault="006F703C" w:rsidP="006F703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F703C" w:rsidRDefault="006F703C" w:rsidP="006F703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703C" w:rsidRDefault="006F703C" w:rsidP="006F703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F703C" w:rsidRDefault="006F703C" w:rsidP="006F703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703C" w:rsidRDefault="006F703C" w:rsidP="006F703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F703C" w:rsidRDefault="006F703C" w:rsidP="006F703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703C" w:rsidRDefault="006F703C" w:rsidP="006F703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F703C" w:rsidRDefault="006F703C" w:rsidP="006F703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703C" w:rsidRDefault="006F703C" w:rsidP="006F703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703C" w:rsidRDefault="006F703C" w:rsidP="006F703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703C" w:rsidRDefault="006F703C" w:rsidP="006F703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703C" w:rsidRDefault="006F703C" w:rsidP="006F703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703C" w:rsidRDefault="006F703C" w:rsidP="006F703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703C" w:rsidRDefault="006F703C" w:rsidP="006F703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703C" w:rsidRDefault="006F703C" w:rsidP="006F703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703C" w:rsidRDefault="006F703C" w:rsidP="006F703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703C" w:rsidRDefault="006F703C" w:rsidP="006F703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703C" w:rsidRDefault="006F703C" w:rsidP="006F703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F703C" w:rsidRDefault="006F703C" w:rsidP="006F703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F703C" w:rsidRDefault="006F703C" w:rsidP="006F703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F703C" w:rsidRDefault="006F703C" w:rsidP="006F703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F703C" w:rsidRDefault="006F703C" w:rsidP="006F703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F703C" w:rsidRDefault="006F703C" w:rsidP="006F703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F703C" w:rsidRDefault="006F703C" w:rsidP="006F703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F703C" w:rsidRDefault="006F703C" w:rsidP="006F703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F703C" w:rsidRDefault="006F703C" w:rsidP="006F703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F703C" w:rsidRDefault="006F703C" w:rsidP="006F703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F703C" w:rsidRDefault="006F703C" w:rsidP="006F703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F703C" w:rsidRDefault="006F703C" w:rsidP="006F703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F703C" w:rsidRDefault="006F703C" w:rsidP="006F703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F703C" w:rsidRDefault="006F703C" w:rsidP="006F703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F703C" w:rsidRDefault="006F703C" w:rsidP="006F703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F703C" w:rsidRDefault="006F703C" w:rsidP="006F703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F703C" w:rsidRDefault="006F703C" w:rsidP="006F703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F703C" w:rsidRDefault="006F703C" w:rsidP="006F703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F703C" w:rsidRDefault="006F703C" w:rsidP="006F703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F703C" w:rsidRDefault="006F703C" w:rsidP="006F703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F703C" w:rsidRDefault="006F703C" w:rsidP="006F703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6F703C" w:rsidRDefault="006F703C" w:rsidP="006F703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F703C" w:rsidRDefault="006F703C" w:rsidP="006F703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F703C" w:rsidRDefault="006F703C" w:rsidP="006F703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F703C" w:rsidRDefault="006F703C" w:rsidP="006F703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F703C" w:rsidRDefault="006F703C" w:rsidP="006F703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F703C" w:rsidRDefault="006F703C" w:rsidP="006F703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F703C" w:rsidRDefault="006F703C" w:rsidP="006F703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6F703C" w:rsidRDefault="006F703C" w:rsidP="006F703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F703C" w:rsidRDefault="006F703C" w:rsidP="006F703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F703C" w:rsidRDefault="006F703C" w:rsidP="006F703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F703C" w:rsidRDefault="006F703C" w:rsidP="006F703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F703C" w:rsidRDefault="006F703C" w:rsidP="006F703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F703C" w:rsidRDefault="006F703C" w:rsidP="006F703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F703C" w:rsidRDefault="006F703C" w:rsidP="006F703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F703C" w:rsidRDefault="006F703C" w:rsidP="006F703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6F703C" w:rsidRDefault="006F703C" w:rsidP="006F703C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6F703C" w:rsidRDefault="006F703C" w:rsidP="006F703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6F703C" w:rsidRDefault="006F703C" w:rsidP="006F703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6F703C" w:rsidRDefault="006F703C" w:rsidP="006F703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F703C" w:rsidRDefault="006F703C" w:rsidP="006F703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6F703C" w:rsidRDefault="006F703C" w:rsidP="006F703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F703C" w:rsidRDefault="006F703C" w:rsidP="006F703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6F703C" w:rsidRDefault="006F703C" w:rsidP="006F703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F703C" w:rsidRPr="00186FBA" w:rsidRDefault="006F703C" w:rsidP="006F703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 w:rsidRPr="00186FBA">
        <w:rPr>
          <w:rFonts w:ascii="Times New Roman" w:eastAsia="Arial Unicode MS" w:hAnsi="Times New Roman"/>
          <w:color w:val="000000"/>
          <w:sz w:val="24"/>
          <w:szCs w:val="24"/>
        </w:rPr>
        <w:t>3</w:t>
      </w:r>
      <w:r>
        <w:rPr>
          <w:rFonts w:ascii="Times New Roman" w:eastAsia="Arial Unicode MS" w:hAnsi="Times New Roman"/>
          <w:color w:val="000000"/>
          <w:sz w:val="24"/>
          <w:szCs w:val="24"/>
        </w:rPr>
        <w:t>.1</w:t>
      </w:r>
      <w:r w:rsidRPr="00186FBA"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</w:rPr>
        <w:t>.2020 року                                            Крупець                                                       №</w:t>
      </w:r>
      <w:r w:rsidRPr="00186FBA">
        <w:rPr>
          <w:rFonts w:ascii="Times New Roman" w:eastAsia="Arial Unicode MS" w:hAnsi="Times New Roman"/>
          <w:color w:val="000000"/>
          <w:sz w:val="24"/>
          <w:szCs w:val="24"/>
        </w:rPr>
        <w:t>_</w:t>
      </w:r>
    </w:p>
    <w:p w:rsidR="006F703C" w:rsidRPr="00186FBA" w:rsidRDefault="006F703C" w:rsidP="006F703C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F703C" w:rsidRPr="004A7D10" w:rsidRDefault="006F703C" w:rsidP="006F703C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преміювання сільського голови В.А.Михалюка</w:t>
      </w:r>
    </w:p>
    <w:p w:rsidR="006F703C" w:rsidRPr="004A7D10" w:rsidRDefault="006F703C" w:rsidP="006F703C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F703C" w:rsidRPr="003A1C80" w:rsidRDefault="006F703C" w:rsidP="006F703C">
      <w:pPr>
        <w:pStyle w:val="Style2"/>
        <w:widowControl/>
        <w:spacing w:line="276" w:lineRule="auto"/>
        <w:ind w:right="-1" w:firstLine="567"/>
        <w:rPr>
          <w:lang w:val="uk-UA"/>
        </w:rPr>
      </w:pPr>
      <w:r w:rsidRPr="003A1C80">
        <w:rPr>
          <w:lang w:val="uk-UA"/>
        </w:rPr>
        <w:t xml:space="preserve">Відповідно статті 26 Закону України «Про місцеве самоврядування в Україні», Закону України «Про службу в органах місцевого самоврядування», абзацу 2 пункту 6 постанови Кабінету Міністрів України від 9 березня 2006 року № 268 «Про упорядкування структури та умов оплати праці працівників апарату органів виконавчої влади, органів прокуратури, судів та інших органів», із змінами та доповненнями, рішення сесії </w:t>
      </w:r>
      <w:r>
        <w:rPr>
          <w:lang w:val="uk-UA"/>
        </w:rPr>
        <w:t xml:space="preserve">Крупецької сільської ради від </w:t>
      </w:r>
      <w:r w:rsidRPr="00186FBA">
        <w:t>16</w:t>
      </w:r>
      <w:r>
        <w:rPr>
          <w:lang w:val="uk-UA"/>
        </w:rPr>
        <w:t>.1</w:t>
      </w:r>
      <w:r w:rsidRPr="00186FBA">
        <w:t>1</w:t>
      </w:r>
      <w:r>
        <w:rPr>
          <w:lang w:val="uk-UA"/>
        </w:rPr>
        <w:t>.20</w:t>
      </w:r>
      <w:r w:rsidRPr="00186FBA">
        <w:t>20</w:t>
      </w:r>
      <w:r>
        <w:rPr>
          <w:lang w:val="uk-UA"/>
        </w:rPr>
        <w:t xml:space="preserve"> року №</w:t>
      </w:r>
      <w:r w:rsidRPr="00186FBA">
        <w:t>17</w:t>
      </w:r>
      <w:r w:rsidRPr="003A1C80">
        <w:rPr>
          <w:lang w:val="uk-UA"/>
        </w:rPr>
        <w:t xml:space="preserve"> «Про умови оплати </w:t>
      </w:r>
      <w:r>
        <w:rPr>
          <w:lang w:val="uk-UA"/>
        </w:rPr>
        <w:t>праці сільського голови на 20</w:t>
      </w:r>
      <w:r w:rsidRPr="00186FBA">
        <w:t xml:space="preserve">20 </w:t>
      </w:r>
      <w:r w:rsidRPr="003A1C80">
        <w:rPr>
          <w:lang w:val="uk-UA"/>
        </w:rPr>
        <w:t>рік» та з нагоди святкування</w:t>
      </w:r>
      <w:r>
        <w:rPr>
          <w:lang w:val="uk-UA"/>
        </w:rPr>
        <w:t xml:space="preserve"> </w:t>
      </w:r>
      <w:r w:rsidRPr="003A1C80">
        <w:rPr>
          <w:lang w:val="uk-UA"/>
        </w:rPr>
        <w:t xml:space="preserve"> Новорічних свят сільська рада </w:t>
      </w:r>
    </w:p>
    <w:p w:rsidR="006F703C" w:rsidRPr="003A1C80" w:rsidRDefault="006F703C" w:rsidP="006F703C">
      <w:pPr>
        <w:pStyle w:val="Style2"/>
        <w:widowControl/>
        <w:spacing w:line="276" w:lineRule="auto"/>
        <w:ind w:right="-1" w:firstLine="567"/>
        <w:rPr>
          <w:lang w:val="uk-UA"/>
        </w:rPr>
      </w:pPr>
      <w:r w:rsidRPr="003A1C80">
        <w:rPr>
          <w:lang w:val="uk-UA"/>
        </w:rPr>
        <w:t>ВИРІШИЛА:</w:t>
      </w:r>
    </w:p>
    <w:p w:rsidR="006F703C" w:rsidRDefault="006F703C" w:rsidP="006F703C">
      <w:pPr>
        <w:pStyle w:val="af1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3A1C80">
        <w:rPr>
          <w:sz w:val="24"/>
          <w:szCs w:val="24"/>
        </w:rPr>
        <w:t>Преміювати сільського голову</w:t>
      </w:r>
      <w:r>
        <w:rPr>
          <w:sz w:val="24"/>
          <w:szCs w:val="24"/>
        </w:rPr>
        <w:t xml:space="preserve"> </w:t>
      </w:r>
      <w:r w:rsidRPr="003A1C80">
        <w:rPr>
          <w:sz w:val="24"/>
          <w:szCs w:val="24"/>
        </w:rPr>
        <w:t xml:space="preserve">Михалюка Валерія Анатолійовича у розмірі  </w:t>
      </w:r>
    </w:p>
    <w:p w:rsidR="006F703C" w:rsidRPr="00F868BA" w:rsidRDefault="006F703C" w:rsidP="006F703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</w:t>
      </w:r>
      <w:r w:rsidRPr="00F868BA">
        <w:rPr>
          <w:rFonts w:ascii="Times New Roman" w:hAnsi="Times New Roman" w:cs="Times New Roman"/>
          <w:sz w:val="24"/>
          <w:szCs w:val="24"/>
        </w:rPr>
        <w:t>.</w:t>
      </w:r>
    </w:p>
    <w:p w:rsidR="006F703C" w:rsidRDefault="006F703C" w:rsidP="006F703C">
      <w:pPr>
        <w:pStyle w:val="af1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 w:rsidRPr="003A1C80">
        <w:rPr>
          <w:sz w:val="24"/>
          <w:szCs w:val="24"/>
        </w:rPr>
        <w:t xml:space="preserve">Відділу бухгалтерського обліку сільської ради здійснити нарахування та виплату </w:t>
      </w:r>
    </w:p>
    <w:p w:rsidR="006F703C" w:rsidRPr="00F868BA" w:rsidRDefault="006F703C" w:rsidP="006F703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68BA">
        <w:rPr>
          <w:rFonts w:ascii="Times New Roman" w:hAnsi="Times New Roman" w:cs="Times New Roman"/>
          <w:sz w:val="24"/>
          <w:szCs w:val="24"/>
        </w:rPr>
        <w:t>коштів.</w:t>
      </w:r>
    </w:p>
    <w:p w:rsidR="006F703C" w:rsidRPr="003A1C80" w:rsidRDefault="006F703C" w:rsidP="006F703C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1C80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Pr="003A1C80">
        <w:rPr>
          <w:rFonts w:ascii="Times New Roman" w:hAnsi="Times New Roman" w:cs="Times New Roman"/>
          <w:sz w:val="24"/>
          <w:szCs w:val="24"/>
        </w:rPr>
        <w:t>Контроль за виконанням цього рішення покласти на постійну комісію з питань фінансів, бюджету, планування соціально - економічного розвитку, інвестицій та міжнародного співробітництва</w:t>
      </w:r>
      <w:r>
        <w:rPr>
          <w:rFonts w:ascii="Times New Roman" w:hAnsi="Times New Roman" w:cs="Times New Roman"/>
          <w:sz w:val="24"/>
          <w:szCs w:val="24"/>
        </w:rPr>
        <w:t xml:space="preserve"> ( Т.М.Бережна )</w:t>
      </w:r>
      <w:r w:rsidRPr="003A1C80">
        <w:rPr>
          <w:rFonts w:ascii="Times New Roman" w:hAnsi="Times New Roman" w:cs="Times New Roman"/>
          <w:sz w:val="24"/>
          <w:szCs w:val="24"/>
        </w:rPr>
        <w:t>.</w:t>
      </w:r>
    </w:p>
    <w:p w:rsidR="006F703C" w:rsidRPr="004A7D10" w:rsidRDefault="006F703C" w:rsidP="006F703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703C" w:rsidRPr="004A7D10" w:rsidRDefault="006F703C" w:rsidP="006F703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703C" w:rsidRPr="004A7D10" w:rsidRDefault="006F703C" w:rsidP="006F703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703C" w:rsidRPr="004A7D10" w:rsidRDefault="006F703C" w:rsidP="006F703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703C" w:rsidRPr="004A7D10" w:rsidRDefault="006F703C" w:rsidP="006F703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703C" w:rsidRPr="004A7D10" w:rsidRDefault="006F703C" w:rsidP="006F703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Валерій МИХАЛЮК</w:t>
      </w:r>
    </w:p>
    <w:p w:rsidR="00B7322D" w:rsidRDefault="00B7322D">
      <w:bookmarkStart w:id="0" w:name="_GoBack"/>
      <w:bookmarkEnd w:id="0"/>
    </w:p>
    <w:sectPr w:rsidR="00B7322D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573523"/>
    <w:multiLevelType w:val="hybridMultilevel"/>
    <w:tmpl w:val="19F8C79A"/>
    <w:lvl w:ilvl="0" w:tplc="C532B5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03C"/>
    <w:rsid w:val="00171A2E"/>
    <w:rsid w:val="00304C90"/>
    <w:rsid w:val="00505B6D"/>
    <w:rsid w:val="006D3977"/>
    <w:rsid w:val="006F703C"/>
    <w:rsid w:val="007D6C18"/>
    <w:rsid w:val="00B7322D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link w:val="af2"/>
    <w:uiPriority w:val="34"/>
    <w:qFormat/>
    <w:rsid w:val="00505B6D"/>
    <w:pPr>
      <w:ind w:left="720"/>
      <w:contextualSpacing/>
    </w:pPr>
  </w:style>
  <w:style w:type="paragraph" w:styleId="af3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4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af2">
    <w:name w:val="Абзац списка Знак"/>
    <w:link w:val="af1"/>
    <w:uiPriority w:val="34"/>
    <w:locked/>
    <w:rsid w:val="006F703C"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6F703C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6F703C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6F703C"/>
    <w:rPr>
      <w:rFonts w:ascii="Consolas" w:hAnsi="Consolas"/>
      <w:sz w:val="20"/>
      <w:szCs w:val="20"/>
      <w:lang w:val="uk-UA" w:eastAsia="uk-UA" w:bidi="ar-SA"/>
    </w:rPr>
  </w:style>
  <w:style w:type="paragraph" w:customStyle="1" w:styleId="Style2">
    <w:name w:val="Style2"/>
    <w:basedOn w:val="a"/>
    <w:rsid w:val="006F703C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link w:val="af2"/>
    <w:uiPriority w:val="34"/>
    <w:qFormat/>
    <w:rsid w:val="00505B6D"/>
    <w:pPr>
      <w:ind w:left="720"/>
      <w:contextualSpacing/>
    </w:pPr>
  </w:style>
  <w:style w:type="paragraph" w:styleId="af3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4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af2">
    <w:name w:val="Абзац списка Знак"/>
    <w:link w:val="af1"/>
    <w:uiPriority w:val="34"/>
    <w:locked/>
    <w:rsid w:val="006F703C"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6F703C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6F703C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6F703C"/>
    <w:rPr>
      <w:rFonts w:ascii="Consolas" w:hAnsi="Consolas"/>
      <w:sz w:val="20"/>
      <w:szCs w:val="20"/>
      <w:lang w:val="uk-UA" w:eastAsia="uk-UA" w:bidi="ar-SA"/>
    </w:rPr>
  </w:style>
  <w:style w:type="paragraph" w:customStyle="1" w:styleId="Style2">
    <w:name w:val="Style2"/>
    <w:basedOn w:val="a"/>
    <w:rsid w:val="006F703C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208</Words>
  <Characters>1190</Characters>
  <Application>Microsoft Office Word</Application>
  <DocSecurity>0</DocSecurity>
  <Lines>9</Lines>
  <Paragraphs>2</Paragraphs>
  <ScaleCrop>false</ScaleCrop>
  <Company>Microsoft</Company>
  <LinksUpToDate>false</LinksUpToDate>
  <CharactersWithSpaces>1396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dcterms:created xsi:type="dcterms:W3CDTF">2020-12-17T08:08:00Z</dcterms:created>
  <dcterms:modified xsi:type="dcterms:W3CDTF">2020-12-17T08:08:00Z</dcterms:modified>
</cp:coreProperties>
</file>