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083" w:rsidRPr="002C7821" w:rsidRDefault="009C1083" w:rsidP="009C1083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 w:rsidRPr="002C7821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9C1083" w:rsidRPr="002C7821" w:rsidRDefault="009C1083" w:rsidP="009C10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2C7821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3954D46" wp14:editId="01C250A6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4735" name="Группа 147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4736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1083" w:rsidRDefault="009C1083" w:rsidP="009C10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37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1083" w:rsidRDefault="009C1083" w:rsidP="009C10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38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1083" w:rsidRDefault="009C1083" w:rsidP="009C10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39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1083" w:rsidRDefault="009C1083" w:rsidP="009C10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40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1083" w:rsidRDefault="009C1083" w:rsidP="009C10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41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1083" w:rsidRDefault="009C1083" w:rsidP="009C10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42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1083" w:rsidRDefault="009C1083" w:rsidP="009C10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43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1083" w:rsidRDefault="009C1083" w:rsidP="009C10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44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1083" w:rsidRDefault="009C1083" w:rsidP="009C10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45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1083" w:rsidRDefault="009C1083" w:rsidP="009C10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46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1083" w:rsidRDefault="009C1083" w:rsidP="009C10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47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1083" w:rsidRDefault="009C1083" w:rsidP="009C10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48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1083" w:rsidRDefault="009C1083" w:rsidP="009C10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49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1083" w:rsidRDefault="009C1083" w:rsidP="009C10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50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1083" w:rsidRDefault="009C1083" w:rsidP="009C10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51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1083" w:rsidRDefault="009C1083" w:rsidP="009C10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52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1083" w:rsidRDefault="009C1083" w:rsidP="009C10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53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1083" w:rsidRDefault="009C1083" w:rsidP="009C10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54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1083" w:rsidRDefault="009C1083" w:rsidP="009C10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55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1083" w:rsidRDefault="009C1083" w:rsidP="009C10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56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1083" w:rsidRDefault="009C1083" w:rsidP="009C10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57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1083" w:rsidRDefault="009C1083" w:rsidP="009C10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58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1083" w:rsidRDefault="009C1083" w:rsidP="009C10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59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1083" w:rsidRDefault="009C1083" w:rsidP="009C10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60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1083" w:rsidRDefault="009C1083" w:rsidP="009C10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61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1083" w:rsidRDefault="009C1083" w:rsidP="009C10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62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1083" w:rsidRDefault="009C1083" w:rsidP="009C10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6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1083" w:rsidRDefault="009C1083" w:rsidP="009C10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64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1083" w:rsidRDefault="009C1083" w:rsidP="009C10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65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1083" w:rsidRDefault="009C1083" w:rsidP="009C10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33954D46" id="Группа 14735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C1083" w:rsidRDefault="009C1083" w:rsidP="009C10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C1083" w:rsidRDefault="009C1083" w:rsidP="009C10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C1083" w:rsidRDefault="009C1083" w:rsidP="009C10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C1083" w:rsidRDefault="009C1083" w:rsidP="009C10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C1083" w:rsidRDefault="009C1083" w:rsidP="009C10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C1083" w:rsidRDefault="009C1083" w:rsidP="009C10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C1083" w:rsidRDefault="009C1083" w:rsidP="009C10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C1083" w:rsidRDefault="009C1083" w:rsidP="009C10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C1083" w:rsidRDefault="009C1083" w:rsidP="009C10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C1083" w:rsidRDefault="009C1083" w:rsidP="009C10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C1083" w:rsidRDefault="009C1083" w:rsidP="009C10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C1083" w:rsidRDefault="009C1083" w:rsidP="009C10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C1083" w:rsidRDefault="009C1083" w:rsidP="009C10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C1083" w:rsidRDefault="009C1083" w:rsidP="009C10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C1083" w:rsidRDefault="009C1083" w:rsidP="009C10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C1083" w:rsidRDefault="009C1083" w:rsidP="009C10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C1083" w:rsidRDefault="009C1083" w:rsidP="009C10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C1083" w:rsidRDefault="009C1083" w:rsidP="009C10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C1083" w:rsidRDefault="009C1083" w:rsidP="009C10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C1083" w:rsidRDefault="009C1083" w:rsidP="009C10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" fillcolor="black" stroked="f">
                  <v:textbox>
                    <w:txbxContent>
                      <w:p w:rsidR="009C1083" w:rsidRDefault="009C1083" w:rsidP="009C10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C1083" w:rsidRDefault="009C1083" w:rsidP="009C10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C1083" w:rsidRDefault="009C1083" w:rsidP="009C10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C1083" w:rsidRDefault="009C1083" w:rsidP="009C10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C1083" w:rsidRDefault="009C1083" w:rsidP="009C10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C1083" w:rsidRDefault="009C1083" w:rsidP="009C10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C1083" w:rsidRDefault="009C1083" w:rsidP="009C10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" fillcolor="black" stroked="f">
                  <v:textbox>
                    <w:txbxContent>
                      <w:p w:rsidR="009C1083" w:rsidRDefault="009C1083" w:rsidP="009C10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C1083" w:rsidRDefault="009C1083" w:rsidP="009C10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C1083" w:rsidRDefault="009C1083" w:rsidP="009C10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C1083" w:rsidRPr="002C7821" w:rsidRDefault="009C1083" w:rsidP="009C108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9C1083" w:rsidRPr="002C7821" w:rsidRDefault="009C1083" w:rsidP="009C1083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9C1083" w:rsidRPr="002C7821" w:rsidRDefault="009C1083" w:rsidP="009C108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9C1083" w:rsidRPr="002C7821" w:rsidRDefault="009C1083" w:rsidP="009C108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9C1083" w:rsidRPr="002C7821" w:rsidRDefault="009C1083" w:rsidP="009C108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 w:rsidRPr="002C7821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9C1083" w:rsidRPr="002C7821" w:rsidRDefault="009C1083" w:rsidP="009C1083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2C782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9C1083" w:rsidRPr="002C7821" w:rsidRDefault="009C1083" w:rsidP="009C108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2C782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9C1083" w:rsidRPr="002C7821" w:rsidRDefault="009C1083" w:rsidP="009C108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2C782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9C1083" w:rsidRPr="002C7821" w:rsidRDefault="009C1083" w:rsidP="009C108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9C1083" w:rsidRPr="002C7821" w:rsidRDefault="009C1083" w:rsidP="009C108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2C782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9C1083" w:rsidRPr="002C7821" w:rsidRDefault="009C1083" w:rsidP="009C108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9C1083" w:rsidRPr="002C7821" w:rsidRDefault="009C1083" w:rsidP="009C108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_ сесії сільської </w:t>
      </w:r>
      <w:proofErr w:type="gramStart"/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ради  </w:t>
      </w:r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</w:t>
      </w:r>
      <w:proofErr w:type="gramEnd"/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скликання</w:t>
      </w:r>
    </w:p>
    <w:p w:rsidR="009C1083" w:rsidRPr="002C7821" w:rsidRDefault="009C1083" w:rsidP="009C108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9C1083" w:rsidRPr="002C7821" w:rsidRDefault="009C1083" w:rsidP="009C108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__.06.2021 року                                            Крупець                                                 №___</w:t>
      </w:r>
    </w:p>
    <w:p w:rsidR="009C1083" w:rsidRPr="002C7821" w:rsidRDefault="009C1083" w:rsidP="009C1083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9C1083" w:rsidRPr="002C7821" w:rsidRDefault="009C1083" w:rsidP="009C1083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9C1083" w:rsidRPr="002C7821" w:rsidRDefault="009C1083" w:rsidP="009C108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9C1083" w:rsidRPr="002C7821" w:rsidRDefault="009C1083" w:rsidP="009C108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9C1083" w:rsidRPr="002C7821" w:rsidRDefault="009C1083" w:rsidP="009C108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 w:rsidRPr="002C7821">
        <w:rPr>
          <w:rFonts w:ascii="Times New Roman" w:eastAsia="Calibri" w:hAnsi="Times New Roman" w:cs="Times New Roman"/>
          <w:b/>
          <w:sz w:val="24"/>
          <w:lang w:eastAsia="en-US"/>
        </w:rPr>
        <w:t>Конопадська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eastAsia="en-US"/>
        </w:rPr>
        <w:t xml:space="preserve"> Г.В.</w:t>
      </w:r>
    </w:p>
    <w:p w:rsidR="009C1083" w:rsidRPr="002C7821" w:rsidRDefault="009C1083" w:rsidP="009C108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</w:p>
    <w:p w:rsidR="009C1083" w:rsidRPr="002C7821" w:rsidRDefault="009C1083" w:rsidP="009C108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9C1083" w:rsidRPr="002C7821" w:rsidRDefault="009C1083" w:rsidP="009C108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  118, 121 та 123 Земельного кодексу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Конопадської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Г.В., 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9C1083" w:rsidRPr="002C7821" w:rsidRDefault="009C1083" w:rsidP="009C108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9C1083" w:rsidRPr="002C7821" w:rsidRDefault="009C1083" w:rsidP="009C108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9C1083" w:rsidRPr="002C7821" w:rsidRDefault="009C1083" w:rsidP="009C108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       1. Надати </w:t>
      </w:r>
      <w:proofErr w:type="spellStart"/>
      <w:r w:rsidRPr="002C7821">
        <w:rPr>
          <w:rFonts w:ascii="Times New Roman" w:eastAsia="Calibri" w:hAnsi="Times New Roman" w:cs="Times New Roman"/>
          <w:sz w:val="24"/>
          <w:lang w:eastAsia="en-US"/>
        </w:rPr>
        <w:t>Конопадській</w:t>
      </w:r>
      <w:proofErr w:type="spellEnd"/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 Галині Вікторівні, яка зареєстрована за </w:t>
      </w:r>
      <w:proofErr w:type="spellStart"/>
      <w:r w:rsidRPr="002C7821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="004312C1">
        <w:rPr>
          <w:rFonts w:ascii="Times New Roman" w:eastAsia="Calibri" w:hAnsi="Times New Roman" w:cs="Times New Roman"/>
          <w:sz w:val="24"/>
          <w:lang w:eastAsia="en-US"/>
        </w:rPr>
        <w:t>_____________</w:t>
      </w:r>
      <w:bookmarkStart w:id="0" w:name="_GoBack"/>
      <w:bookmarkEnd w:id="0"/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 w:rsidRPr="002C7821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орієнтовною площею 0,0800 га, для </w:t>
      </w:r>
      <w:r w:rsidRPr="002C7821">
        <w:rPr>
          <w:rFonts w:ascii="Times New Roman" w:eastAsia="Calibri" w:hAnsi="Times New Roman" w:cs="Times New Roman"/>
          <w:lang w:eastAsia="en-US"/>
        </w:rPr>
        <w:t>ведення особистого селянського господарства</w:t>
      </w:r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,  яка розташована в </w:t>
      </w:r>
      <w:proofErr w:type="spellStart"/>
      <w:r w:rsidRPr="002C7821">
        <w:rPr>
          <w:rFonts w:ascii="Times New Roman" w:eastAsia="Calibri" w:hAnsi="Times New Roman" w:cs="Times New Roman"/>
          <w:sz w:val="24"/>
          <w:lang w:eastAsia="en-US"/>
        </w:rPr>
        <w:t>с.Колом’є</w:t>
      </w:r>
      <w:proofErr w:type="spellEnd"/>
      <w:r w:rsidRPr="002C7821">
        <w:rPr>
          <w:rFonts w:ascii="Times New Roman" w:eastAsia="Calibri" w:hAnsi="Times New Roman" w:cs="Times New Roman"/>
          <w:sz w:val="24"/>
          <w:lang w:eastAsia="en-US"/>
        </w:rPr>
        <w:t>, по вул. Миру.</w:t>
      </w:r>
    </w:p>
    <w:p w:rsidR="009C1083" w:rsidRPr="002C7821" w:rsidRDefault="009C1083" w:rsidP="009C108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proofErr w:type="spellStart"/>
      <w:r w:rsidRPr="002C7821">
        <w:rPr>
          <w:rFonts w:ascii="Times New Roman" w:eastAsia="Calibri" w:hAnsi="Times New Roman" w:cs="Times New Roman"/>
          <w:sz w:val="24"/>
          <w:lang w:eastAsia="en-US"/>
        </w:rPr>
        <w:t>Конопадській</w:t>
      </w:r>
      <w:proofErr w:type="spellEnd"/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 Г.В., розробити </w:t>
      </w:r>
      <w:proofErr w:type="spellStart"/>
      <w:r w:rsidRPr="002C7821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9C1083" w:rsidRPr="002C7821" w:rsidRDefault="009C1083" w:rsidP="009C108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C7821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9C1083" w:rsidRPr="002C7821" w:rsidRDefault="009C1083" w:rsidP="009C108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9C1083" w:rsidRPr="002C7821" w:rsidRDefault="009C1083" w:rsidP="009C108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9C1083" w:rsidRPr="002C7821" w:rsidRDefault="009C1083" w:rsidP="009C108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9C1083" w:rsidRPr="002C7821" w:rsidRDefault="009C1083" w:rsidP="009C108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9C1083" w:rsidRPr="002C7821" w:rsidRDefault="009C1083" w:rsidP="009C108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9C1083" w:rsidRPr="002C7821" w:rsidRDefault="009C1083" w:rsidP="009C108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9C1083" w:rsidRPr="002C7821" w:rsidRDefault="009C1083" w:rsidP="009C1083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2C7821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Валерій   МИХАЛЮК</w:t>
      </w:r>
    </w:p>
    <w:p w:rsidR="00222A87" w:rsidRDefault="00222A87"/>
    <w:sectPr w:rsidR="00222A8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083"/>
    <w:rsid w:val="00222A87"/>
    <w:rsid w:val="004312C1"/>
    <w:rsid w:val="009C1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083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083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2</TotalTime>
  <Pages>2</Pages>
  <Words>237</Words>
  <Characters>1357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2021-06-22T08:30:00Z</dcterms:created>
  <dcterms:modified xsi:type="dcterms:W3CDTF">2021-06-22T12:59:00Z</dcterms:modified>
</cp:coreProperties>
</file>