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68F" w:rsidRPr="00154EFF" w:rsidRDefault="0023168F" w:rsidP="0023168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168F" w:rsidRDefault="0023168F" w:rsidP="002316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3168F" w:rsidRDefault="0023168F" w:rsidP="002316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3168F" w:rsidRDefault="0023168F" w:rsidP="002316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168F" w:rsidRDefault="0023168F" w:rsidP="002316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3168F" w:rsidRDefault="0023168F" w:rsidP="002316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3168F" w:rsidRPr="00F73C63" w:rsidRDefault="0023168F" w:rsidP="0023168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</w:t>
      </w:r>
    </w:p>
    <w:p w:rsidR="0023168F" w:rsidRPr="008D6F85" w:rsidRDefault="0023168F" w:rsidP="002316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3168F" w:rsidRPr="00F73C63" w:rsidRDefault="0023168F" w:rsidP="002316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 Пасічник Н.П.</w:t>
      </w:r>
    </w:p>
    <w:p w:rsidR="0023168F" w:rsidRPr="008D6F85" w:rsidRDefault="0023168F" w:rsidP="002316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ст.140,142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Пасічник Н.П., сільська   рада     </w:t>
      </w: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Пасічник Надії Прокопівни,  яка зареєстрована за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A63F7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 ділянку орієнтовною площею  0,35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Лисиче,  та перевести в землі запасу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3168F" w:rsidRPr="008D6F85" w:rsidRDefault="0023168F" w:rsidP="0023168F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3168F" w:rsidRPr="008D6F85" w:rsidRDefault="0023168F" w:rsidP="0023168F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F66D9F" w:rsidRDefault="00F66D9F"/>
    <w:sectPr w:rsidR="00F66D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68F"/>
    <w:rsid w:val="0023168F"/>
    <w:rsid w:val="00A63F73"/>
    <w:rsid w:val="00F66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8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31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3168F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68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316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3168F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180</Words>
  <Characters>1030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2022-02-08T06:19:00Z</dcterms:created>
  <dcterms:modified xsi:type="dcterms:W3CDTF">2022-02-08T11:03:00Z</dcterms:modified>
</cp:coreProperties>
</file>