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4AB" w:rsidRPr="00DE6ED3" w:rsidRDefault="004354AB" w:rsidP="004354AB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DE6ED3">
        <w:rPr>
          <w:rFonts w:ascii="Times New Roman" w:eastAsia="Calibri" w:hAnsi="Times New Roman" w:cs="Times New Roman"/>
          <w:color w:val="FF0000"/>
        </w:rPr>
        <w:t>ПРОЕКТ</w:t>
      </w:r>
    </w:p>
    <w:p w:rsidR="004354AB" w:rsidRPr="00DE6ED3" w:rsidRDefault="004354AB" w:rsidP="004354AB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2802890</wp:posOffset>
                </wp:positionH>
                <wp:positionV relativeFrom="paragraph">
                  <wp:posOffset>106045</wp:posOffset>
                </wp:positionV>
                <wp:extent cx="420370" cy="624205"/>
                <wp:effectExtent l="0" t="0" r="0" b="0"/>
                <wp:wrapNone/>
                <wp:docPr id="10560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0370" cy="624205"/>
                          <a:chOff x="0" y="0"/>
                          <a:chExt cx="1142" cy="1718"/>
                        </a:xfrm>
                      </wpg:grpSpPr>
                      <wps:wsp>
                        <wps:cNvPr id="1056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6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08" o:spid="_x0000_s1026" style="position:absolute;margin-left:220.7pt;margin-top:8.35pt;width:33.1pt;height:49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" fillcolor="black" stroked="f"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" fillcolor="black" stroked="f"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354AB" w:rsidRPr="00DE6ED3" w:rsidRDefault="004354AB" w:rsidP="004354AB">
      <w:pPr>
        <w:spacing w:after="0" w:line="240" w:lineRule="auto"/>
        <w:rPr>
          <w:rFonts w:ascii="Times New Roman" w:eastAsia="Calibri" w:hAnsi="Times New Roman" w:cs="Times New Roman"/>
        </w:rPr>
      </w:pPr>
    </w:p>
    <w:p w:rsidR="004354AB" w:rsidRPr="00DE6ED3" w:rsidRDefault="004354AB" w:rsidP="004354AB">
      <w:pPr>
        <w:spacing w:after="0" w:line="240" w:lineRule="auto"/>
        <w:rPr>
          <w:rFonts w:ascii="Times New Roman" w:eastAsia="Calibri" w:hAnsi="Times New Roman" w:cs="Times New Roman"/>
        </w:rPr>
      </w:pPr>
    </w:p>
    <w:p w:rsidR="004354AB" w:rsidRPr="00DE6ED3" w:rsidRDefault="004354AB" w:rsidP="004354AB">
      <w:pPr>
        <w:spacing w:after="0" w:line="240" w:lineRule="auto"/>
        <w:rPr>
          <w:rFonts w:ascii="Times New Roman" w:eastAsia="Calibri" w:hAnsi="Times New Roman" w:cs="Times New Roman"/>
        </w:rPr>
      </w:pPr>
    </w:p>
    <w:p w:rsidR="004354AB" w:rsidRPr="00DE6ED3" w:rsidRDefault="004354AB" w:rsidP="004354AB">
      <w:pPr>
        <w:spacing w:after="0" w:line="240" w:lineRule="auto"/>
        <w:rPr>
          <w:rFonts w:ascii="Times New Roman" w:eastAsia="Calibri" w:hAnsi="Times New Roman" w:cs="Times New Roman"/>
        </w:rPr>
      </w:pPr>
    </w:p>
    <w:p w:rsidR="004354AB" w:rsidRPr="00DE6ED3" w:rsidRDefault="004354AB" w:rsidP="004354A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4354AB" w:rsidRPr="00DE6ED3" w:rsidRDefault="004354AB" w:rsidP="004354A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УКРАЇНА</w:t>
      </w:r>
    </w:p>
    <w:p w:rsidR="004354AB" w:rsidRPr="00DE6ED3" w:rsidRDefault="004354AB" w:rsidP="004354AB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КРУПЕЦЬКА СІЛЬСЬКА РАДА</w:t>
      </w:r>
    </w:p>
    <w:p w:rsidR="004354AB" w:rsidRPr="00DE6ED3" w:rsidRDefault="004354AB" w:rsidP="004354A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СЛАВУТСЬКОГО РАЙОНУ</w:t>
      </w:r>
    </w:p>
    <w:p w:rsidR="004354AB" w:rsidRPr="00DE6ED3" w:rsidRDefault="004354AB" w:rsidP="004354A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ХМЕЛЬНИЦЬКОЇ ОБЛАСТІ</w:t>
      </w:r>
    </w:p>
    <w:p w:rsidR="004354AB" w:rsidRPr="00DE6ED3" w:rsidRDefault="004354AB" w:rsidP="004354AB">
      <w:pPr>
        <w:spacing w:after="0" w:line="240" w:lineRule="auto"/>
        <w:rPr>
          <w:rFonts w:ascii="Times New Roman" w:eastAsia="Calibri" w:hAnsi="Times New Roman" w:cs="Times New Roman"/>
        </w:rPr>
      </w:pPr>
      <w:r w:rsidRPr="00DE6ED3">
        <w:rPr>
          <w:rFonts w:ascii="Times New Roman" w:eastAsia="Calibri" w:hAnsi="Times New Roman" w:cs="Times New Roman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0" b="0"/>
                <wp:wrapNone/>
                <wp:docPr id="1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4AB" w:rsidRDefault="004354AB" w:rsidP="004354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Z4+dnYAABFZBAAOAAAAZHJzL2Uyb0RvYy54bWzsfe1uJrmx3v8AuYcX+mlgrGZ/92DHB/bO&#10;jhHASQz4zQVoJM1IiKR3Iml3xjk4QIBcQm4kd5BbOOeO8hRZZJOarqr27NrYIFwD2/KqVE1WFdlk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354AB" w:rsidRDefault="004354AB" w:rsidP="004354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354AB" w:rsidRPr="00DE6ED3" w:rsidRDefault="004354AB" w:rsidP="004354A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РІШЕННЯ</w:t>
      </w:r>
    </w:p>
    <w:p w:rsidR="004354AB" w:rsidRPr="00DE6ED3" w:rsidRDefault="004354AB" w:rsidP="004354A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4354AB" w:rsidRPr="00DE6ED3" w:rsidRDefault="004354AB" w:rsidP="004354AB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4354AB" w:rsidRPr="00DE6ED3" w:rsidRDefault="004354AB" w:rsidP="004354AB">
      <w:pPr>
        <w:spacing w:after="0" w:line="240" w:lineRule="auto"/>
        <w:rPr>
          <w:rFonts w:ascii="Times New Roman" w:eastAsia="Calibri" w:hAnsi="Times New Roman" w:cs="Times New Roman"/>
        </w:rPr>
      </w:pPr>
    </w:p>
    <w:p w:rsidR="004354AB" w:rsidRPr="00DE6ED3" w:rsidRDefault="004354AB" w:rsidP="004354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22.04</w:t>
      </w:r>
      <w:r w:rsidRPr="00DE6ED3">
        <w:rPr>
          <w:rFonts w:ascii="Times New Roman" w:eastAsia="Calibri" w:hAnsi="Times New Roman" w:cs="Times New Roman"/>
          <w:sz w:val="24"/>
        </w:rPr>
        <w:t xml:space="preserve">. 2021р.                     </w:t>
      </w:r>
      <w:r>
        <w:rPr>
          <w:rFonts w:ascii="Times New Roman" w:eastAsia="Calibri" w:hAnsi="Times New Roman" w:cs="Times New Roman"/>
          <w:sz w:val="24"/>
        </w:rPr>
        <w:t xml:space="preserve">                   </w:t>
      </w:r>
      <w:r w:rsidRPr="00DE6ED3">
        <w:rPr>
          <w:rFonts w:ascii="Times New Roman" w:eastAsia="Calibri" w:hAnsi="Times New Roman" w:cs="Times New Roman"/>
          <w:sz w:val="24"/>
        </w:rPr>
        <w:t xml:space="preserve">           Крупець                                      </w:t>
      </w:r>
      <w:r>
        <w:rPr>
          <w:rFonts w:ascii="Times New Roman" w:eastAsia="Calibri" w:hAnsi="Times New Roman" w:cs="Times New Roman"/>
          <w:sz w:val="24"/>
        </w:rPr>
        <w:t xml:space="preserve">   </w:t>
      </w:r>
      <w:r w:rsidRPr="00DE6ED3">
        <w:rPr>
          <w:rFonts w:ascii="Times New Roman" w:eastAsia="Calibri" w:hAnsi="Times New Roman" w:cs="Times New Roman"/>
          <w:sz w:val="24"/>
        </w:rPr>
        <w:t xml:space="preserve">  №_____</w:t>
      </w:r>
    </w:p>
    <w:p w:rsidR="004354AB" w:rsidRPr="00DE6ED3" w:rsidRDefault="004354AB" w:rsidP="004354AB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4354AB" w:rsidRPr="00DE6ED3" w:rsidRDefault="004354AB" w:rsidP="004354AB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4354AB" w:rsidRPr="00DE6ED3" w:rsidRDefault="004354AB" w:rsidP="004354AB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4354AB" w:rsidRPr="00DE6ED3" w:rsidRDefault="004354AB" w:rsidP="004354AB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технічної документації із землеустрою </w:t>
      </w:r>
    </w:p>
    <w:p w:rsidR="004354AB" w:rsidRPr="00DE6ED3" w:rsidRDefault="004354AB" w:rsidP="004354AB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щодо встановлення (відновлення) меж </w:t>
      </w:r>
    </w:p>
    <w:p w:rsidR="004354AB" w:rsidRPr="00DE6ED3" w:rsidRDefault="004354AB" w:rsidP="004354AB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>земельної ділянки в натурі (на місцевості)</w:t>
      </w:r>
    </w:p>
    <w:p w:rsidR="004354AB" w:rsidRPr="00DE6ED3" w:rsidRDefault="004354AB" w:rsidP="004354AB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Івановій Л.В.</w:t>
      </w:r>
    </w:p>
    <w:p w:rsidR="004354AB" w:rsidRPr="00DE6ED3" w:rsidRDefault="004354AB" w:rsidP="004354AB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4354AB" w:rsidRPr="00DE6ED3" w:rsidRDefault="004354AB" w:rsidP="004354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</w:t>
      </w:r>
      <w:r>
        <w:rPr>
          <w:rFonts w:ascii="Times New Roman" w:eastAsia="Calibri" w:hAnsi="Times New Roman" w:cs="Times New Roman"/>
          <w:sz w:val="24"/>
        </w:rPr>
        <w:t>, розглянувши заяву  Іванової Л.В.</w:t>
      </w:r>
      <w:r w:rsidRPr="00DE6ED3">
        <w:rPr>
          <w:rFonts w:ascii="Times New Roman" w:eastAsia="Calibri" w:hAnsi="Times New Roman" w:cs="Times New Roman"/>
          <w:sz w:val="24"/>
        </w:rPr>
        <w:t>, сільська рада</w:t>
      </w:r>
    </w:p>
    <w:p w:rsidR="004354AB" w:rsidRPr="00DE6ED3" w:rsidRDefault="004354AB" w:rsidP="004354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>ВИРІШИЛА:</w:t>
      </w:r>
    </w:p>
    <w:p w:rsidR="004354AB" w:rsidRPr="00DE6ED3" w:rsidRDefault="004354AB" w:rsidP="004354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354AB" w:rsidRPr="00DE6ED3" w:rsidRDefault="004354AB" w:rsidP="004354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1. Надати Івановій Любові Василівні,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4D47FF">
        <w:rPr>
          <w:rFonts w:ascii="Times New Roman" w:eastAsia="Calibri" w:hAnsi="Times New Roman" w:cs="Times New Roman"/>
          <w:sz w:val="24"/>
        </w:rPr>
        <w:t>_________________</w:t>
      </w:r>
      <w:bookmarkStart w:id="0" w:name="_GoBack"/>
      <w:bookmarkEnd w:id="0"/>
      <w:r w:rsidRPr="00DE6ED3">
        <w:rPr>
          <w:rFonts w:ascii="Times New Roman" w:eastAsia="Calibri" w:hAnsi="Times New Roman" w:cs="Times New Roman"/>
          <w:sz w:val="24"/>
        </w:rPr>
        <w:t xml:space="preserve">, дозвіл на розробку технічної документації із землеустрою щодо встановлення (відновлення) меж земельної ділянки в натурі (на місцевості), </w:t>
      </w:r>
      <w:r>
        <w:rPr>
          <w:rFonts w:ascii="Times New Roman" w:eastAsia="Calibri" w:hAnsi="Times New Roman" w:cs="Times New Roman"/>
          <w:sz w:val="24"/>
        </w:rPr>
        <w:t>орієнтовною площею 0,25</w:t>
      </w:r>
      <w:r w:rsidRPr="00DE6ED3">
        <w:rPr>
          <w:rFonts w:ascii="Times New Roman" w:eastAsia="Calibri" w:hAnsi="Times New Roman" w:cs="Times New Roman"/>
          <w:sz w:val="24"/>
        </w:rPr>
        <w:t xml:space="preserve">00 га,  для будівництва та обслуговування  житлового будинку, господарських будівель і споруд (присадибна ділянка), земельна </w:t>
      </w:r>
      <w:r>
        <w:rPr>
          <w:rFonts w:ascii="Times New Roman" w:eastAsia="Calibri" w:hAnsi="Times New Roman" w:cs="Times New Roman"/>
          <w:sz w:val="24"/>
        </w:rPr>
        <w:t xml:space="preserve">ділянка  розташована в </w:t>
      </w:r>
      <w:proofErr w:type="spellStart"/>
      <w:r>
        <w:rPr>
          <w:rFonts w:ascii="Times New Roman" w:eastAsia="Calibri" w:hAnsi="Times New Roman" w:cs="Times New Roman"/>
          <w:sz w:val="24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по </w:t>
      </w:r>
      <w:proofErr w:type="spellStart"/>
      <w:r>
        <w:rPr>
          <w:rFonts w:ascii="Times New Roman" w:eastAsia="Calibri" w:hAnsi="Times New Roman" w:cs="Times New Roman"/>
          <w:sz w:val="24"/>
        </w:rPr>
        <w:t>вул.Лесі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Українки, 28Б</w:t>
      </w:r>
      <w:r w:rsidRPr="00DE6ED3">
        <w:rPr>
          <w:rFonts w:ascii="Times New Roman" w:eastAsia="Calibri" w:hAnsi="Times New Roman" w:cs="Times New Roman"/>
          <w:sz w:val="24"/>
        </w:rPr>
        <w:t>.</w:t>
      </w:r>
    </w:p>
    <w:p w:rsidR="004354AB" w:rsidRPr="00DE6ED3" w:rsidRDefault="004354AB" w:rsidP="004354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2. Івановій Л.В.</w:t>
      </w:r>
      <w:r w:rsidRPr="00DE6ED3">
        <w:rPr>
          <w:rFonts w:ascii="Times New Roman" w:eastAsia="Calibri" w:hAnsi="Times New Roman" w:cs="Times New Roman"/>
          <w:sz w:val="24"/>
        </w:rPr>
        <w:t>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4354AB" w:rsidRPr="00DE6ED3" w:rsidRDefault="004354AB" w:rsidP="004354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4354AB" w:rsidRPr="00DE6ED3" w:rsidRDefault="004354AB" w:rsidP="004354A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354AB" w:rsidRPr="00DE6ED3" w:rsidRDefault="004354AB" w:rsidP="004354A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4354AB" w:rsidRPr="00DE6ED3" w:rsidRDefault="004354AB" w:rsidP="004354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354AB" w:rsidRDefault="004354AB" w:rsidP="004354AB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E16EAB" w:rsidRPr="004354AB" w:rsidRDefault="004354AB" w:rsidP="004354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                      </w:t>
      </w:r>
      <w:r>
        <w:rPr>
          <w:rFonts w:ascii="Times New Roman" w:eastAsia="Calibri" w:hAnsi="Times New Roman" w:cs="Times New Roman"/>
          <w:sz w:val="24"/>
        </w:rPr>
        <w:t xml:space="preserve">Валерій  МИХАЛЮК </w:t>
      </w:r>
    </w:p>
    <w:sectPr w:rsidR="00E16EAB" w:rsidRPr="004354A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4AB"/>
    <w:rsid w:val="00171A2E"/>
    <w:rsid w:val="00304C90"/>
    <w:rsid w:val="004354AB"/>
    <w:rsid w:val="004D47FF"/>
    <w:rsid w:val="00505B6D"/>
    <w:rsid w:val="006D3977"/>
    <w:rsid w:val="007D6C18"/>
    <w:rsid w:val="00D1641A"/>
    <w:rsid w:val="00E1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AD572"/>
  <w15:docId w15:val="{30148F8D-D1D1-4B1E-A1C7-44392AD93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4AB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264</Words>
  <Characters>1508</Characters>
  <Application>Microsoft Office Word</Application>
  <DocSecurity>0</DocSecurity>
  <Lines>12</Lines>
  <Paragraphs>3</Paragraphs>
  <ScaleCrop>false</ScaleCrop>
  <Company>Microsoft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2021-04-14T12:15:00Z</dcterms:created>
  <dcterms:modified xsi:type="dcterms:W3CDTF">2021-04-15T12:23:00Z</dcterms:modified>
</cp:coreProperties>
</file>