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8EA" w:rsidRDefault="007C6B78" w:rsidP="009F38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6B78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F38EA" w:rsidRDefault="009F38EA" w:rsidP="009F38EA"/>
    <w:p w:rsidR="009F38EA" w:rsidRDefault="009F38EA" w:rsidP="009F38EA"/>
    <w:p w:rsidR="009F38EA" w:rsidRDefault="009F38EA" w:rsidP="009F38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F38EA" w:rsidRDefault="009F38EA" w:rsidP="009F38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F38EA" w:rsidRDefault="009F38EA" w:rsidP="009F38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F38EA" w:rsidRDefault="009F38EA" w:rsidP="009F38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F38EA" w:rsidRDefault="009F38EA" w:rsidP="009F38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38EA" w:rsidRDefault="009F38EA" w:rsidP="009F38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F38EA" w:rsidRDefault="009F38EA" w:rsidP="009F38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F38EA" w:rsidRDefault="009F38EA" w:rsidP="009F38E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F38EA" w:rsidRDefault="009F38EA" w:rsidP="009F38E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</w:t>
      </w:r>
    </w:p>
    <w:p w:rsidR="009F38EA" w:rsidRDefault="009F38EA" w:rsidP="009F3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8EA" w:rsidRDefault="009F38EA" w:rsidP="009F38E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</w:p>
    <w:p w:rsidR="009F38EA" w:rsidRDefault="009F38EA" w:rsidP="009F38E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19.09.2018 року №18 «Про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38EA" w:rsidRDefault="009F38EA" w:rsidP="009F38E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Комплексної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проф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ілактики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злочинності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38EA" w:rsidRDefault="009F38EA" w:rsidP="009F38E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об’єднаної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F38EA" w:rsidRDefault="009F38EA" w:rsidP="009F38E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на 2018-2020 роки»</w:t>
      </w:r>
    </w:p>
    <w:p w:rsidR="009F38EA" w:rsidRDefault="009F38EA" w:rsidP="009F3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F38EA" w:rsidRDefault="009F38EA" w:rsidP="009F3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22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пункту 3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ГУНП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рада</w:t>
      </w:r>
    </w:p>
    <w:p w:rsidR="009F38EA" w:rsidRDefault="009F38EA" w:rsidP="009F3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9F38EA" w:rsidRDefault="009F38EA" w:rsidP="009F38EA">
      <w:pPr>
        <w:tabs>
          <w:tab w:val="left" w:pos="358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№18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19.09.2018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профілактики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злочинності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на 2018 - 2020 роки»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виклавши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розрахунок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матеріально-технічного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профілактики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злочинності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Arial Unicode MS"/>
          <w:sz w:val="24"/>
          <w:szCs w:val="24"/>
        </w:rPr>
        <w:t>Крупецької</w:t>
      </w:r>
      <w:proofErr w:type="spellEnd"/>
      <w:r>
        <w:rPr>
          <w:rStyle w:val="apple-converted-space"/>
          <w:rFonts w:eastAsia="Arial Unicode MS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Arial Unicode MS"/>
          <w:sz w:val="24"/>
          <w:szCs w:val="24"/>
        </w:rPr>
        <w:t>об’єднаної</w:t>
      </w:r>
      <w:proofErr w:type="spellEnd"/>
      <w:r>
        <w:rPr>
          <w:rStyle w:val="apple-converted-space"/>
          <w:rFonts w:eastAsia="Arial Unicode MS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Arial Unicode MS"/>
          <w:sz w:val="24"/>
          <w:szCs w:val="24"/>
        </w:rPr>
        <w:t>територіальної</w:t>
      </w:r>
      <w:proofErr w:type="spellEnd"/>
      <w:r>
        <w:rPr>
          <w:rStyle w:val="apple-converted-space"/>
          <w:rFonts w:eastAsia="Arial Unicode MS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Arial Unicode MS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2018 - 2020 роки у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нов</w:t>
      </w:r>
      <w:proofErr w:type="gramEnd"/>
      <w:r>
        <w:rPr>
          <w:rFonts w:ascii="Times New Roman" w:hAnsi="Times New Roman" w:cs="Times New Roman"/>
          <w:sz w:val="24"/>
          <w:szCs w:val="24"/>
        </w:rPr>
        <w:t>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додається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F38EA" w:rsidRDefault="009F38EA" w:rsidP="009F38EA">
      <w:pPr>
        <w:numPr>
          <w:ilvl w:val="0"/>
          <w:numId w:val="1"/>
        </w:numPr>
        <w:tabs>
          <w:tab w:val="left" w:pos="0"/>
          <w:tab w:val="left" w:pos="709"/>
          <w:tab w:val="left" w:pos="993"/>
        </w:tabs>
        <w:spacing w:after="0"/>
        <w:ind w:left="0" w:right="-86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людини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депутатської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етики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>, та регламенту (</w:t>
      </w:r>
      <w:proofErr w:type="spellStart"/>
      <w:r>
        <w:rPr>
          <w:rFonts w:ascii="Times New Roman" w:hAnsi="Times New Roman" w:cs="Times New Roman"/>
          <w:sz w:val="24"/>
          <w:szCs w:val="24"/>
        </w:rPr>
        <w:t>Л.І.Кравчук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 та заступника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F38EA" w:rsidRDefault="009F38EA" w:rsidP="009F38EA">
      <w:pPr>
        <w:tabs>
          <w:tab w:val="left" w:pos="993"/>
        </w:tabs>
        <w:spacing w:after="0"/>
        <w:ind w:left="709" w:right="-86"/>
        <w:jc w:val="both"/>
        <w:rPr>
          <w:rFonts w:ascii="Times New Roman" w:hAnsi="Times New Roman" w:cs="Times New Roman"/>
          <w:sz w:val="24"/>
          <w:szCs w:val="24"/>
        </w:rPr>
      </w:pPr>
    </w:p>
    <w:p w:rsidR="009F38EA" w:rsidRDefault="009F38EA" w:rsidP="009F3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8EA" w:rsidRDefault="009F38EA" w:rsidP="009F3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8EA" w:rsidRDefault="009F38EA" w:rsidP="009F38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F38EA" w:rsidRDefault="009F38EA" w:rsidP="009F38EA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/>
          <w:lang w:val="uk-UA"/>
        </w:rPr>
      </w:pPr>
    </w:p>
    <w:p w:rsidR="00794591" w:rsidRDefault="00794591" w:rsidP="009F38EA">
      <w:pPr>
        <w:tabs>
          <w:tab w:val="left" w:pos="7083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794591" w:rsidRDefault="00794591" w:rsidP="009F38EA">
      <w:pPr>
        <w:tabs>
          <w:tab w:val="left" w:pos="7083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</w:p>
    <w:p w:rsidR="009F38EA" w:rsidRDefault="009F38EA" w:rsidP="009F38EA">
      <w:pPr>
        <w:tabs>
          <w:tab w:val="left" w:pos="708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</w:p>
    <w:p w:rsidR="009F38EA" w:rsidRDefault="009F38EA" w:rsidP="009F38EA">
      <w:pPr>
        <w:tabs>
          <w:tab w:val="left" w:pos="7083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</w:p>
    <w:p w:rsidR="009F38EA" w:rsidRDefault="009F38EA" w:rsidP="009F38EA">
      <w:pPr>
        <w:tabs>
          <w:tab w:val="left" w:pos="708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F38EA" w:rsidRDefault="009F38EA" w:rsidP="009F38EA">
      <w:pPr>
        <w:tabs>
          <w:tab w:val="left" w:pos="7083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24.04.2020  №3</w:t>
      </w:r>
    </w:p>
    <w:p w:rsidR="009F38EA" w:rsidRDefault="009F38EA" w:rsidP="009F38EA">
      <w:pPr>
        <w:tabs>
          <w:tab w:val="left" w:pos="3583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8EA" w:rsidRDefault="009F38EA" w:rsidP="009F38EA">
      <w:pPr>
        <w:tabs>
          <w:tab w:val="left" w:pos="358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РОЗРАХУНОК</w:t>
      </w:r>
    </w:p>
    <w:p w:rsidR="009F38EA" w:rsidRDefault="009F38EA" w:rsidP="009F38EA">
      <w:pPr>
        <w:tabs>
          <w:tab w:val="left" w:pos="358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фінансового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>
        <w:rPr>
          <w:rFonts w:ascii="Times New Roman" w:hAnsi="Times New Roman" w:cs="Times New Roman"/>
          <w:sz w:val="24"/>
          <w:szCs w:val="24"/>
        </w:rPr>
        <w:t>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комплексної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</w:p>
    <w:p w:rsidR="009F38EA" w:rsidRDefault="009F38EA" w:rsidP="009F38EA">
      <w:pPr>
        <w:tabs>
          <w:tab w:val="left" w:pos="3583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проф</w:t>
      </w:r>
      <w:proofErr w:type="gramEnd"/>
      <w:r>
        <w:rPr>
          <w:rFonts w:ascii="Times New Roman" w:hAnsi="Times New Roman" w:cs="Times New Roman"/>
          <w:sz w:val="24"/>
          <w:szCs w:val="24"/>
        </w:rPr>
        <w:t>ілактики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злочинності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Arial Unicode MS"/>
          <w:sz w:val="24"/>
          <w:szCs w:val="24"/>
        </w:rPr>
        <w:t>Крупецької</w:t>
      </w:r>
      <w:proofErr w:type="spellEnd"/>
      <w:r>
        <w:rPr>
          <w:rStyle w:val="apple-converted-space"/>
          <w:rFonts w:eastAsia="Arial Unicode MS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Arial Unicode MS"/>
          <w:sz w:val="24"/>
          <w:szCs w:val="24"/>
        </w:rPr>
        <w:t>об’єднаної</w:t>
      </w:r>
      <w:proofErr w:type="spellEnd"/>
      <w:r>
        <w:rPr>
          <w:rStyle w:val="apple-converted-space"/>
          <w:rFonts w:eastAsia="Arial Unicode MS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Arial Unicode MS"/>
          <w:sz w:val="24"/>
          <w:szCs w:val="24"/>
        </w:rPr>
        <w:t>територіальної</w:t>
      </w:r>
      <w:proofErr w:type="spellEnd"/>
      <w:r>
        <w:rPr>
          <w:rStyle w:val="apple-converted-space"/>
          <w:rFonts w:eastAsia="Arial Unicode MS"/>
          <w:sz w:val="24"/>
          <w:szCs w:val="24"/>
        </w:rPr>
        <w:t xml:space="preserve"> </w:t>
      </w:r>
      <w:proofErr w:type="spellStart"/>
      <w:r>
        <w:rPr>
          <w:rStyle w:val="apple-converted-space"/>
          <w:rFonts w:eastAsia="Arial Unicode MS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2018 - 2020 роки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48"/>
        <w:gridCol w:w="3855"/>
        <w:gridCol w:w="1275"/>
        <w:gridCol w:w="1134"/>
        <w:gridCol w:w="1276"/>
      </w:tblGrid>
      <w:tr w:rsidR="009F38EA" w:rsidTr="00E81307">
        <w:trPr>
          <w:cantSplit/>
          <w:trHeight w:val="410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3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Заходи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Витрати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мастильні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матеріали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запасні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частини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літня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зимова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автомобілі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комп’ютерною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технікою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відео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реєстраторами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службових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автомобілів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персональних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нагрудних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відеокамер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поліцейських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покращення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матеріально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технічної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бази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 (тис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ривень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9F38EA" w:rsidTr="00E81307">
        <w:trPr>
          <w:cantSplit/>
          <w:trHeight w:val="410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</w:tr>
      <w:tr w:rsidR="009F38EA" w:rsidTr="00E81307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Оперативне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відпрацювання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місць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збору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злочинного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елементу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притонів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перевірка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ідоблікових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EA" w:rsidTr="00E81307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рейдів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попередження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ідліткової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злочинності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профілактики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насильства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сім’ї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злочинів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побутовому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рівні</w:t>
            </w:r>
            <w:proofErr w:type="spellEnd"/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EA" w:rsidTr="00E81307">
        <w:trPr>
          <w:cantSplit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проф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ілактичних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оперативно-пошукових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забезпеченню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комплексної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порядку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заходів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масовим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перебуванням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людей</w:t>
            </w: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38EA" w:rsidTr="00E81307">
        <w:trPr>
          <w:cantSplit/>
          <w:trHeight w:val="12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8EA" w:rsidRDefault="009F38EA" w:rsidP="00E81307">
            <w:pPr>
              <w:tabs>
                <w:tab w:val="left" w:pos="3583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Створення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формування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охорони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громадського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порядку 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організація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спільних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патрулювань</w:t>
            </w:r>
            <w:proofErr w:type="spellEnd"/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8EA" w:rsidRDefault="009F38EA" w:rsidP="00E8130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38EA" w:rsidRDefault="009F38EA" w:rsidP="009F3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38EA" w:rsidRDefault="009F38EA" w:rsidP="009F38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95DBB" w:rsidRDefault="00395DBB">
      <w:bookmarkStart w:id="0" w:name="_GoBack"/>
      <w:bookmarkEnd w:id="0"/>
    </w:p>
    <w:sectPr w:rsidR="00395DBB" w:rsidSect="00794591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059D8"/>
    <w:multiLevelType w:val="hybridMultilevel"/>
    <w:tmpl w:val="7EB6893C"/>
    <w:lvl w:ilvl="0" w:tplc="5DAAD30E">
      <w:start w:val="2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9F38EA"/>
    <w:rsid w:val="00171A2E"/>
    <w:rsid w:val="00304C90"/>
    <w:rsid w:val="00395DBB"/>
    <w:rsid w:val="00505B6D"/>
    <w:rsid w:val="006D3977"/>
    <w:rsid w:val="00794591"/>
    <w:rsid w:val="007C6B78"/>
    <w:rsid w:val="007D6C18"/>
    <w:rsid w:val="009F38EA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B78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4">
    <w:name w:val="Без интервала Знак"/>
    <w:link w:val="a3"/>
    <w:uiPriority w:val="1"/>
    <w:locked/>
    <w:rsid w:val="009F38EA"/>
  </w:style>
  <w:style w:type="character" w:customStyle="1" w:styleId="apple-converted-space">
    <w:name w:val="apple-converted-space"/>
    <w:basedOn w:val="a0"/>
    <w:rsid w:val="009F38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4">
    <w:name w:val="Без интервала Знак"/>
    <w:link w:val="a3"/>
    <w:uiPriority w:val="1"/>
    <w:locked/>
    <w:rsid w:val="009F38EA"/>
  </w:style>
  <w:style w:type="character" w:customStyle="1" w:styleId="apple-converted-space">
    <w:name w:val="apple-converted-space"/>
    <w:basedOn w:val="a0"/>
    <w:rsid w:val="009F38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1747</Words>
  <Characters>996</Characters>
  <Application>Microsoft Office Word</Application>
  <DocSecurity>0</DocSecurity>
  <Lines>8</Lines>
  <Paragraphs>5</Paragraphs>
  <ScaleCrop>false</ScaleCrop>
  <Company>Microsoft</Company>
  <LinksUpToDate>false</LinksUpToDate>
  <CharactersWithSpaces>2738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2020-04-27T15:37:00Z</dcterms:created>
  <dcterms:modified xsi:type="dcterms:W3CDTF">2020-04-28T05:28:00Z</dcterms:modified>
</cp:coreProperties>
</file>