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1C" w:rsidRDefault="00D6371C" w:rsidP="00D637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6371C" w:rsidRDefault="00D6371C" w:rsidP="00D6371C"/>
    <w:p w:rsidR="00D6371C" w:rsidRDefault="00D6371C" w:rsidP="00D6371C"/>
    <w:p w:rsidR="00D6371C" w:rsidRDefault="00D6371C" w:rsidP="00D637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6371C" w:rsidRDefault="00D6371C" w:rsidP="00D637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6371C" w:rsidRDefault="00D6371C" w:rsidP="00D637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6371C" w:rsidRDefault="00D6371C" w:rsidP="00D637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6371C" w:rsidRDefault="00D6371C" w:rsidP="00D637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371C" w:rsidRDefault="00D6371C" w:rsidP="00D637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6371C" w:rsidRDefault="00D6371C" w:rsidP="00D637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71C" w:rsidRDefault="00D6371C" w:rsidP="00D637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6371C" w:rsidRDefault="00D6371C" w:rsidP="00D6371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№112</w:t>
      </w:r>
    </w:p>
    <w:p w:rsidR="00D6371C" w:rsidRDefault="00D6371C" w:rsidP="00D637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371C" w:rsidRPr="000103EB" w:rsidRDefault="00D6371C" w:rsidP="00D637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D6371C" w:rsidRPr="000103EB" w:rsidRDefault="00D6371C" w:rsidP="00D637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D6371C" w:rsidRPr="000103EB" w:rsidRDefault="00D6371C" w:rsidP="00D637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D6371C" w:rsidRPr="005E5A71" w:rsidRDefault="00D6371C" w:rsidP="00D637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Н.А.</w:t>
      </w:r>
    </w:p>
    <w:p w:rsidR="00D6371C" w:rsidRPr="000103EB" w:rsidRDefault="00D6371C" w:rsidP="00D637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371C" w:rsidRDefault="00D6371C" w:rsidP="00D637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 »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Н.А.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D6371C" w:rsidRPr="000103EB" w:rsidRDefault="00D6371C" w:rsidP="00D637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6371C" w:rsidRPr="000103EB" w:rsidRDefault="00D6371C" w:rsidP="00D637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Нікітчук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Ніні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Антонівні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64B51">
        <w:rPr>
          <w:rFonts w:ascii="Times New Roman" w:eastAsia="Calibri" w:hAnsi="Times New Roman" w:cs="Times New Roman"/>
          <w:sz w:val="24"/>
          <w:szCs w:val="24"/>
          <w:lang w:val="en-US"/>
        </w:rPr>
        <w:t>________________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64B5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4,3424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6823984000:03:003:0227,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рілля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6371C" w:rsidRPr="000103EB" w:rsidRDefault="00D6371C" w:rsidP="00D637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Н.А.</w:t>
      </w:r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D6371C" w:rsidRPr="000103EB" w:rsidRDefault="00D6371C" w:rsidP="00D637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6371C" w:rsidRPr="000103EB" w:rsidRDefault="00D6371C" w:rsidP="00D637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371C" w:rsidRPr="000103EB" w:rsidRDefault="00D6371C" w:rsidP="00D637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57ACD" w:rsidRPr="00D6371C" w:rsidRDefault="00D6371C" w:rsidP="00D6371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B57ACD" w:rsidRPr="00D637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71C"/>
    <w:rsid w:val="00171A2E"/>
    <w:rsid w:val="00304C90"/>
    <w:rsid w:val="00505B6D"/>
    <w:rsid w:val="00564B51"/>
    <w:rsid w:val="006D3977"/>
    <w:rsid w:val="007D6C18"/>
    <w:rsid w:val="00B57ACD"/>
    <w:rsid w:val="00D1641A"/>
    <w:rsid w:val="00D6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275</Words>
  <Characters>1569</Characters>
  <Application>Microsoft Office Word</Application>
  <DocSecurity>0</DocSecurity>
  <Lines>13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2020-07-29T14:33:00Z</dcterms:created>
  <dcterms:modified xsi:type="dcterms:W3CDTF">2020-07-29T18:18:00Z</dcterms:modified>
</cp:coreProperties>
</file>