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C45" w:rsidRPr="003C3FA9" w:rsidRDefault="00F23C45" w:rsidP="00F23C4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D611A3D" wp14:editId="41388EA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673" name="Группа 13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6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67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xdDpncAAGB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mg8IA&#10;AADeAAAADwAAAGRycy9kb3ducmV2LnhtbERPS4vCMBC+L/gfwgje1lS7qFSjiKh4EJa62/vQTB/Y&#10;TEoTtf77jSDsbT6+56w2vWnEnTpXW1YwGUcgiHOray4V/P4cPhcgnEfW2FgmBU9ysFkPPlaYaPvg&#10;lO4XX4oQwi5BBZX3bSKlyysy6Ma2JQ5cYTuDPsCulLrDRwg3jZxG0UwarDk0VNjSrqL8erkZBTY+&#10;ns5ZOU3jPc89b78XRdaflRoN++0ShKfe/4vf7pMO8+PZ/Ate74Qb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aaD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2xu8cA&#10;AADeAAAADwAAAGRycy9kb3ducmV2LnhtbERPTUsDMRC9C/6HMEIvxWatuNVt0yKFVdtDoVXwOmym&#10;m9XNZEliu/bXG6HQ2zze58wWvW3FgXxoHCu4G2UgiCunG64VfLyXt48gQkTW2DomBb8UYDG/vpph&#10;od2Rt3TYxVqkEA4FKjAxdoWUoTJkMYxcR5y4vfMWY4K+ltrjMYXbVo6zLJcWG04NBjtaGqq+dz9W&#10;wVe5MZ/LyenFD5+2dBqW69d2lSs1uOmfpyAi9fEiPrvfdJp/n08e4P+ddIO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Nsb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yLzcUA&#10;AADeAAAADwAAAGRycy9kb3ducmV2LnhtbESP0YrCMBBF34X9hzCCL6KpK9SlGkWWdRFfpLofMDRj&#10;U2wmpYm2/v1GEHyb4d65585q09ta3Kn1lWMFs2kCgrhwuuJSwd95N/kC4QOyxtoxKXiQh836Y7DC&#10;TLuOc7qfQiliCPsMFZgQmkxKXxiy6KeuIY7axbUWQ1zbUuoWuxhua/mZJKm0WHEkGGzo21BxPd1s&#10;hBzneDxcuvPut8cOfw6Gx9tcqdGw3y5BBOrD2/y63utYf54uUn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TIv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7bMQA&#10;AADeAAAADwAAAGRycy9kb3ducmV2LnhtbERPTUvDQBC9C/0PyxS82Y1VE4ndltIqiODBKoi3ITtN&#10;gtnZZXds4r93BcHbPN7nrDaTG9SJYuo9G7hcFKCIG297bg28vT5c3IJKgmxx8EwGvinBZj07W2Ft&#10;/cgvdDpIq3IIpxoNdCKh1jo1HTlMCx+IM3f00aFkGFttI4453A16WRSldthzbugw0K6j5vPw5Qw8&#10;j/fhqSpvjuEjXi912lt534kx5/NpewdKaJJ/8Z/70eb5V2VV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EO2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+6JMQA&#10;AADeAAAADwAAAGRycy9kb3ducmV2LnhtbESPzWrCQBDH70LfYZmCF9GNCiqpq4jUUryIHw8wZMds&#10;aHY2ZLcmffvOQfA2w/w/frPe9r5WD2pjFdjAdJKBIi6Crbg0cLsexitQMSFbrAOTgT+KsN28DdaY&#10;29DxmR6XVCoJ4ZijAZdSk2sdC0ce4yQ0xHK7h9ZjkrUttW2xk3Bf61mWLbTHiqXBYUN7R8XP5ddL&#10;yWmOp+O9ux6+euzw8+h4tDsbM3zvdx+gEvXpJX66v63gzxdL4ZV3ZAa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fui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cKhcUA&#10;AADeAAAADwAAAGRycy9kb3ducmV2LnhtbERPTUsDMRC9C/0PYQRvNmvVra5Ni1QFKXiwCqW3YTPd&#10;XbqZhGTsrv/eCIK3ebzPWaxG16sTxdR5NnA1LUAR19523Bj4/Hi5vAOVBNli75kMfFOC1XJytsDK&#10;+oHf6bSVRuUQThUaaEVCpXWqW3KYpj4QZ+7go0PJMDbaRhxyuOv1rChK7bDj3NBioHVL9XH75Qy8&#10;Dc9hMy9vD2Efb2Y6PVnZrcWYi/Px8QGU0Cj/4j/3q83zr8v5P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wqF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3O1sgA&#10;AADeAAAADwAAAGRycy9kb3ducmV2LnhtbESPQUsDMRCF70L/QxjBi9isFkvZNi2tEBQUSluh12Ez&#10;3V3cTJYkdtd/7xwEbzPMm/fet9qMvlNXiqkNbOBxWoAiroJruTbwebIPC1ApIzvsApOBH0qwWU9u&#10;Vli6MPCBrsdcKzHhVKKBJue+1DpVDXlM09ATy+0Soscsa6y1iziIue/0U1HMtceWJaHBnl4aqr6O&#10;397Abj/Us3hf7cbwfnk9P1vr7Ic15u523C5BZRrzv/jv+81J/dl8IQCC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vc7W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EhssMA&#10;AADeAAAADwAAAGRycy9kb3ducmV2LnhtbERP3WrCMBS+H/gO4Qx2N1N/JqUziiiFId5MfYBDc9Z0&#10;NiclibV7+0UQvDsf3+9Zrgfbip58aBwrmIwzEMSV0w3XCs6n8j0HESKyxtYxKfijAOvV6GWJhXY3&#10;/qb+GGuRQjgUqMDE2BVShsqQxTB2HXHifpy3GBP0tdQebynctnKaZQtpseHUYLCjraHqcrxaBeV+&#10;eugvV+1Ltxnmlj7Mb74zSr29DptPEJGG+BQ/3F86zZ8t8gnc30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Ehs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P1OsUA&#10;AADeAAAADwAAAGRycy9kb3ducmV2LnhtbERP22oCMRB9L/QfwhT6UjSrUpHVKFUIFSyIF/B12Iy7&#10;SzeTJUnd7d8bodC3OZzrLFa9bcSNfKgdKxgNMxDEhTM1lwrOJz2YgQgR2WDjmBT8UoDV8vlpgblx&#10;HR/odoylSCEcclRQxdjmUoaiIoth6FrixF2dtxgT9KU0HrsUbhs5zrKptFhzaqiwpU1FxffxxypY&#10;77ty4t+Kde9218/Lu9ZGf2mlXl/6jzmISH38F/+5tybNn0xnY3i8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/U6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8aXsIA&#10;AADeAAAADwAAAGRycy9kb3ducmV2LnhtbERP3WrCMBS+H/gO4QjezXS6SemMIkpBxm6mPsChOWs6&#10;m5OSxFrf3gjC7s7H93uW68G2oicfGscK3qYZCOLK6YZrBadj+ZqDCBFZY+uYFNwowHo1elliod2V&#10;f6g/xFqkEA4FKjAxdoWUoTJkMUxdR5y4X+ctxgR9LbXHawq3rZxl2UJabDg1GOxoa6g6Hy5WQfk1&#10;++7PF+1LtxneLX2Yv3xnlJqMh80niEhD/Bc/3Xud5s8X+Rwe76Qb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Xxpe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cwr4A&#10;AADeAAAADwAAAGRycy9kb3ducmV2LnhtbERPSwrCMBDdC94hjOBOU79INYoIii6tHmBoxrbYTGoT&#10;bb29EQR383jfWW1aU4oX1a6wrGA0jEAQp1YXnCm4XvaDBQjnkTWWlknBmxxs1t3OCmNtGz7TK/GZ&#10;CCHsYlSQe1/FUro0J4NuaCviwN1sbdAHWGdS19iEcFPKcRTNpcGCQ0OOFe1ySu/J0yiYvpvDI5nd&#10;o702NDpNqhP7dKZUv9dulyA8tf4v/rmPOsyfzBdT+L4TbpD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94HMK+AAAA3g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v9sQA&#10;AADeAAAADwAAAGRycy9kb3ducmV2LnhtbERPS2vCQBC+F/wPywje6kalwaauIkpK8dSm6nnIjklo&#10;djZkNw//fVco9DYf33M2u9HUoqfWVZYVLOYRCOLc6ooLBefv9HkNwnlkjbVlUnAnB7vt5GmDibYD&#10;f1Gf+UKEEHYJKii9bxIpXV6SQTe3DXHgbrY16ANsC6lbHEK4qeUyimJpsOLQUGJDh5Lyn6wzCrr4&#10;ujzz7aQ/s+P9/fWY7p28FErNpuP+DYSn0f+L/9wfOsxfxesXeLwTbp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2r/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uBnMYA&#10;AADeAAAADwAAAGRycy9kb3ducmV2LnhtbERPS0vDQBC+C/6HZQRvZmMrSxqzKVYQqgeLfRy8jdkx&#10;iWZnY3bbxn/fFQre5uN7TjEfbScONPjWsYbbJAVBXDnTcq1hu3m6yUD4gGywc0wafsnDvLy8KDA3&#10;7shvdFiHWsQQ9jlqaELocyl91ZBFn7ieOHKfbrAYIhxqaQY8xnDbyUmaKmmx5djQYE+PDVXf673V&#10;sFtlarZaPN99vbx+4NSan3fTKq2vr8aHexCBxvAvPruXJs6fqkzB3zvxBlm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uBn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6zk8QA&#10;AADeAAAADwAAAGRycy9kb3ducmV2LnhtbERPTWvCQBC9C/6HZYTedKOWNERX0Zba4kmj4HXIjkkw&#10;OxuyW4399a5Q6G0e73Pmy87U4kqtqywrGI8iEMS51RUXCo6Hz2ECwnlkjbVlUnAnB8tFvzfHVNsb&#10;7+ma+UKEEHYpKii9b1IpXV6SQTeyDXHgzrY16ANsC6lbvIVwU8tJFMXSYMWhocSG3kvKL9mPUfAb&#10;n3Dnvibrj6n2dH9NNna72yj1MuhWMxCeOv8v/nN/6zB/Gidv8Hwn3C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+s5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OT8YA&#10;AADeAAAADwAAAGRycy9kb3ducmV2LnhtbESPQW/CMAyF70j7D5En7QbpGCBWCGhCTNpttOwHWI1J&#10;KxqnNAG6/fr5MGk3W+/5vc/r7eBbdaM+NoENPE8yUMRVsA07A1/H9/ESVEzIFtvAZOCbImw3D6M1&#10;5jbcuaBbmZySEI45GqhT6nKtY1WTxzgJHbFop9B7TLL2Ttse7xLuWz3NsoX22LA01NjRrqbqXF69&#10;gUuYzu1Q7vHzvH89NM7NLj/FzJinx+FtBSrRkP7Nf9cfVvBfFkvhlXdkBr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hOT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iNP8QA&#10;AADeAAAADwAAAGRycy9kb3ducmV2LnhtbERPyW7CMBC9I/UfrKnUGzgFNQ0hBtFKSFyhPfQ42JMF&#10;4nEauxD69XUlJG7z9NYpVoNtxZl63zhW8DxJQBBrZxquFHx+bMYZCB+QDbaOScGVPKyWD6MCc+Mu&#10;vKPzPlQihrDPUUEdQpdL6XVNFv3EdcSRK11vMUTYV9L0eInhtpXTJEmlxYZjQ40dvdekT/sfq2Db&#10;HOgl1eXcZm969/X7HWavR6PU0+OwXoAINIS7+Obemjh/lmZz+H8n3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ojT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LqMUA&#10;AADeAAAADwAAAGRycy9kb3ducmV2LnhtbERPTWvCQBC9F/oflin0Vje1IDV1lVooVLSCH9TrkB2z&#10;odnZkF1j/PfOQfA2M+9j3pvMel+rjtpYBTbwOshAERfBVlwa2O++X95BxYRssQ5MBi4UYTZ9fJhg&#10;bsOZN9RtU6nEhGOOBlxKTa51LBx5jIPQEAt2DK3HJGtbatviWcx9rYdZNtIeK5YPDhv6clT8b0/e&#10;QIfrS3Zw89/xoloVw/X8b2nlbp6f+s8PUIn6dCff1D9W4r+NxlJA6sgMe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kuo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sxqcMA&#10;AADeAAAADwAAAGRycy9kb3ducmV2LnhtbERPTUvDQBC9C/0PyxS82U0jFI3dFilUPGrsweOYnWZT&#10;szNhd9tEf70rCN7m8T5nvZ18ry4UYidsYLkoQBE3YjtuDRze9jd3oGJCttgLk4EvirDdzK7WWFkZ&#10;+ZUudWpVDuFYoQGX0lBpHRtHHuNCBuLMHSV4TBmGVtuAYw73vS6LYqU9dpwbHA60c9R81mdvYHxq&#10;Pk7l8d267zDIvn6RU9mLMdfz6fEBVKIp/Yv/3M82z79d3S/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sxq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/ycUA&#10;AADeAAAADwAAAGRycy9kb3ducmV2LnhtbERP22oCMRB9L/gPYQq+1WxXsLoaxUuFUiri7X26me6u&#10;JpNlk+r275tCwbc5nOtMZq014kqNrxwreO4lIIhzpysuFBwP66chCB+QNRrHpOCHPMymnYcJZtrd&#10;eEfXfShEDGGfoYIyhDqT0uclWfQ9VxNH7ss1FkOETSF1g7cYbo1Mk2QgLVYcG0qsaVlSftl/WwXr&#10;7cqc081ufpJh+fryaYbvi9WHUt3Hdj4GEagNd/G/+03H+f3BKIW/d+IN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wb/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vHxsUA&#10;AADeAAAADwAAAGRycy9kb3ducmV2LnhtbERP22rCQBB9F/oPyxT6IrppgxJTVymFooJCvYCvY3aa&#10;BLOzIbvG+PeuIPRtDuc603lnKtFS40rLCt6HEQjizOqScwWH/c8gAeE8ssbKMim4kYP57KU3xVTb&#10;K2+p3flchBB2KSoovK9TKV1WkEE3tDVx4P5sY9AH2ORSN3gN4aaSH1E0lgZLDg0F1vRdUHbeXYyC&#10;9nd9ypetq1fnpO9G8Wmx2OijUm+v3dcnCE+d/xc/3Usd5sfjSQyPd8IN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8f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3C45" w:rsidRDefault="00F23C45" w:rsidP="00F23C4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4hr8UA&#10;AADeAAAADwAAAGRycy9kb3ducmV2LnhtbERPS2sCMRC+F/ofwhS81axWRVejaKHQS8HXQW/jZtxd&#10;3EzWJOq2v74RBG/z8T1nMmtMJa7kfGlZQaedgCDOrC45V7DdfL0PQfiArLGyTAp+ycNs+voywVTb&#10;G6/oug65iCHsU1RQhFCnUvqsIIO+bWviyB2tMxgidLnUDm8x3FSymyQDabDk2FBgTZ8FZaf1xShY&#10;jIaL87LHP3+rw572u8Op33WJUq23Zj4GEagJT/HD/a3j/I/BqAf3d+IN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iGvxQAAAN4AAAAPAAAAAAAAAAAAAAAAAJgCAABkcnMv&#10;ZG93bnJldi54bWxQSwUGAAAAAAQABAD1AAAAigMAAAAA&#10;" fillcolor="black" stroked="f">
                  <v:textbox>
                    <w:txbxContent>
                      <w:p w:rsidR="00F23C45" w:rsidRDefault="00F23C45" w:rsidP="00F23C4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KNMYA&#10;AADeAAAADwAAAGRycy9kb3ducmV2LnhtbERPTWvCQBC9F/wPywi91U0tBpu6itoWBPWg7aHHaXaa&#10;LMnOhuxWo7/eFQRv83ifM5l1thYHar1xrOB5kIAgzp02XCj4/vp8GoPwAVlj7ZgUnMjDbNp7mGCm&#10;3ZF3dNiHQsQQ9hkqKENoMil9XpJFP3ANceT+XGsxRNgWUrd4jOG2lsMkSaVFw7GhxIaWJeXV/t8q&#10;+FmnZrwzNPzdnBcfejOqFtv3SqnHfjd/AxGoC3fxzb3Scf5L+jqC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GKN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F5ccQA&#10;AADeAAAADwAAAGRycy9kb3ducmV2LnhtbERPTWsCMRC9C/6HMIK3mrWFxW6NIpZSLx60Lb0Om+lm&#10;u5vJNom6+uuNUPA2j/c582VvW3EkH2rHCqaTDARx6XTNlYLPj7eHGYgQkTW2jknBmQIsF8PBHAvt&#10;Tryj4z5WIoVwKFCBibErpAylIYth4jrixP04bzEm6CupPZ5SuG3lY5bl0mLNqcFgR2tDZbM/WAV+&#10;9f3aXPjw1WSX7Tm8//Z/MzRKjUf96gVEpD7exf/ujU7zn/LnHG7vp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xeX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xqocQA&#10;AADeAAAADwAAAGRycy9kb3ducmV2LnhtbERP22oCMRB9L/gPYYS+lJpVQetqFCkUCoqg9QPGzbi7&#10;mEyWzVTXfn1TEPo2h3OdxarzTl2pjXVgA8NBBoq4CLbm0sDx6+P1DVQUZIsuMBm4U4TVsve0wNyG&#10;G+/pepBSpRCOORqoRJpc61hU5DEOQkOcuHNoPUqCbalti7cU7p0eZdlEe6w5NVTY0HtFxeXw7Q24&#10;0cnNNtO4lftRb7MfL/uXnTXmud+t56CEOvkXP9yfNs0fT2ZT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Maq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/iccA&#10;AADeAAAADwAAAGRycy9kb3ducmV2LnhtbESPQU/DMAyF70j8h8iTuLF0Q5pYWTYB06ReONBt2tVr&#10;TFOROFUTtsKvxwckbrbe83ufV5sxeHWhIXWRDcymBSjiJtqOWwOH/e7+EVTKyBZ9ZDLwTQk269ub&#10;FZY2XvmdLnVulYRwKtGAy7kvtU6No4BpGnti0T7iEDDLOrTaDniV8OD1vCgWOmDH0uCwp1dHzWf9&#10;FQxs697PD5V7Safj2/nsq58dnbbG3E3G5ydQmcb8b/67rqzgPyyWwivv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Dv4n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qoJMQA&#10;AADeAAAADwAAAGRycy9kb3ducmV2LnhtbERPyWrDMBC9F/IPYgq9NVJbcBLXcgilgUBOzXLIbZCm&#10;thNrZCw1dv++ChRym8dbp1iOrhVX6kPjWcPLVIEgNt42XGk47NfPcxAhIltsPZOGXwqwLCcPBebW&#10;D/xF112sRArhkKOGOsYulzKYmhyGqe+IE/fte4cxwb6StschhbtWviqVSYcNp4YaO/qoyVx2P07D&#10;eS233ig0x8Nx2NjZ6TOjVmn99Diu3kFEGuNd/O/e2DT/LVss4PZOukG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KqCT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oxMcA&#10;AADeAAAADwAAAGRycy9kb3ducmV2LnhtbESPQWvCQBCF70L/wzKF3nRTBSvRVWyhUCo9NErpccyO&#10;SUh2Nuyumv77zkHwNsO8ee99q83gOnWhEBvPBp4nGSji0tuGKwOH/ft4ASomZIudZzLwRxE264fR&#10;CnPrr/xNlyJVSkw45migTqnPtY5lTQ7jxPfEcjv54DDJGiptA17F3HV6mmVz7bBhSaixp7eayrY4&#10;OwO/5x2fvmaf2/Cafvywj+30uGiNeXoctktQiYZ0F9++P6zUn71kAiA4MoN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zaMT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23C45" w:rsidRDefault="00F23C45" w:rsidP="00F23C4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YLcYA&#10;AADeAAAADwAAAGRycy9kb3ducmV2LnhtbERPS08CMRC+m/gfmjHxJi2IgCuFiIkJFxN5HOA2bMfd&#10;Ddvp2lZY+PWUxITbfPmeM562thYH8qFyrKHbUSCIc2cqLjSsV59PIxAhIhusHZOGEwWYTu7vxpgZ&#10;d+QFHZaxECmEQ4YayhibTMqQl2QxdFxDnLgf5y3GBH0hjcdjCre17Ck1kBYrTg0lNvRRUr5f/lkN&#10;s9fR7Pe7z1/nxW5L281u/9LzSuvHh/b9DUSkNt7E/+65SfOfh6oL13fSD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IYLcYAAADeAAAADwAAAAAAAAAAAAAAAACYAgAAZHJz&#10;L2Rvd25yZXYueG1sUEsFBgAAAAAEAAQA9QAAAIsDAAAAAA==&#10;" fillcolor="black" stroked="f">
                  <v:textbox>
                    <w:txbxContent>
                      <w:p w:rsidR="00F23C45" w:rsidRDefault="00F23C45" w:rsidP="00F23C4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N8MQA&#10;AADeAAAADwAAAGRycy9kb3ducmV2LnhtbERPTWsCMRC9C/0PYQq9abYKbVmNsgilpafVtngdN+Nm&#10;cTNZkjRu/30jCL3N433OajPaXiTyoXOs4HFWgCBunO64VfD1+Tp9AREissbeMSn4pQCb9d1khaV2&#10;F95R2sdW5BAOJSowMQ6llKExZDHM3ECcuZPzFmOGvpXa4yWH217Oi+JJWuw4NxgcaGuoOe9/rIJ0&#10;3NbVIh2S2X34qvWufvs+1ko93I/VEkSkMf6Lb+53necvnos5XN/JN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jf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ZsYsUA&#10;AADeAAAADwAAAGRycy9kb3ducmV2LnhtbERPTWvCQBC9F/oflil4qxsVtE1dRUSL9mIbBT0O2Wk2&#10;mJ0N2W2M/vquUOhtHu9zpvPOVqKlxpeOFQz6CQji3OmSCwWH/fr5BYQPyBorx6TgSh7ms8eHKaba&#10;XfiL2iwUIoawT1GBCaFOpfS5IYu+72riyH27xmKIsCmkbvASw20lh0kylhZLjg0Ga1oays/Zj1Xg&#10;B8vV8cPeXtvTu+FdtjXjz8Io1XvqFm8gAnXhX/zn3ug4fzRJRnB/J94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5mxi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23C45" w:rsidRDefault="00F23C45" w:rsidP="00F23C4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23C45" w:rsidRPr="003C3FA9" w:rsidRDefault="00F23C45" w:rsidP="00F23C45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C52CC7" wp14:editId="7453AA27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704" name="Группа 13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70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3C45" w:rsidRDefault="00F23C45" w:rsidP="00F23C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70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QzPeH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DI8QzPeHcAAHhZBAAOAAAAAAAAAAAAAAAAAC4CAABkcnMvZTJvRG9j&#10;LnhtbFBLAQItABQABgAIAAAAIQDfzpAw4gAAAA0BAAAPAAAAAAAAAAAAAAAAANJ5AABkcnMvZG93&#10;bnJldi54bWxQSwUGAAAAAAQABADzAAAA4X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5/+MQA&#10;AADeAAAADwAAAGRycy9kb3ducmV2LnhtbERPS2vCQBC+F/wPywi91Y2GVkldQxBbchCK2tyH7OSB&#10;2dmQ3Zr4791Cobf5+J6zTSfTiRsNrrWsYLmIQBCXVrdcK/i+fLxsQDiPrLGzTAru5CDdzZ62mGg7&#10;8oluZ1+LEMIuQQWN930ipSsbMugWticOXGUHgz7AoZZ6wDGEm06uouhNGmw5NDTY076h8nr+MQps&#10;/Jkfi3p1ig+89px9bapiOir1PJ+ydxCeJv8v/nPnOsyP19Er/L4TbpC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uf/j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hTLMYA&#10;AADeAAAADwAAAGRycy9kb3ducmV2LnhtbERPS2sCMRC+F/ofwhR6Ec22wlq3RhFh+zoUfECvw2bc&#10;rG4mS5Lq6q9vCoXe5uN7zmzR21acyIfGsYKHUQaCuHK64VrBblsOn0CEiKyxdUwKLhRgMb+9mWGh&#10;3ZnXdNrEWqQQDgUqMDF2hZShMmQxjFxHnLi98xZjgr6W2uM5hdtWPmZZLi02nBoMdrQyVB0331bB&#10;ofw0X6vJ9cUPpmu6DsqP1/Y9V+r+rl8+g4jUx3/xn/tNp/njSZbD7zvp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hTL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StsQA&#10;AADeAAAADwAAAGRycy9kb3ducmV2LnhtbESP3YrCMBCF7xd8hzCCN4umKqhUo4ioLN6IPw8wNGNT&#10;bCaliba+/UYQvJvhnDnfmcWqtaV4Uu0LxwqGgwQEceZ0wbmC62XXn4HwAVlj6ZgUvMjDatn5WWCq&#10;XcMnep5DLmII+xQVmBCqVEqfGbLoB64ijtrN1RZDXOtc6hqbGG5LOUqSibRYcCQYrGhjKLufHzZC&#10;jmM8Hm7NZbdvscHtwfDv+qRUr9uu5yACteFr/lz/6Vh/PE2m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nUr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T/sYA&#10;AADeAAAADwAAAGRycy9kb3ducmV2LnhtbESPQUsDQQyF74L/YYjgzc5atZW10yJVQYQerIJ4Czvp&#10;7uJOZpiJ3fXfm4PgLeG9vPdltZnCYI6USx/ZweWsAkPcRN9z6+D97eniFkwRZI9DZHLwQwU269OT&#10;FdY+jvxKx720RkO41OigE0m1taXpKGCZxUSs2iHmgKJrbq3POGp4GOy8qhY2YM/a0GGibUfN1/47&#10;ONiNj+llubg5pM98PbflwcvHVpw7P5vu78AITfJv/rt+9op/tayUV9/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zT/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RjX8UA&#10;AADeAAAADwAAAGRycy9kb3ducmV2LnhtbESP3YrCMBCF7xd8hzCCN4umKqxajSKii3gj/jzA0IxN&#10;sZmUJtr69mZB2LsZzpnznVmsWluKJ9W+cKxgOEhAEGdOF5wruF52/SkIH5A1lo5JwYs8rJadrwWm&#10;2jV8ouc55CKGsE9RgQmhSqX0mSGLfuAq4qjdXG0xxLXOpa6xieG2lKMk+ZEWC44EgxVtDGX388NG&#10;yHGMx8Otuex+W2xwezD8vT4p1eu26zmIQG34N3+u9zrWH0+SGf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GNf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NJJccA&#10;AADeAAAADwAAAGRycy9kb3ducmV2LnhtbESPQUsDQQyF74L/YYjgzc62aitrp0WqgggerIJ4Czvp&#10;7uJOZpiJ3fXfm4PgLSEv771vvZ3CYI6USx/ZwXxWgSFuou+5dfD+9nhxA6YIsschMjn4oQLbzenJ&#10;GmsfR36l415aoyZcanTQiaTa2tJ0FLDMYiLW2yHmgKJrbq3POKp5GOyiqpY2YM+a0GGiXUfN1/47&#10;OHgZH9Lzanl9SJ/5amHLvZePnTh3fjbd3YIRmuRf/Pf95LX+5Wqu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TSSX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xV8UA&#10;AADeAAAADwAAAGRycy9kb3ducmV2LnhtbERP32vCMBB+H+x/CDfwRWZaZW50RpmDoLDB0A32ejRn&#10;W9ZcShJt/e+NIOztPr6ft1gNthUn8qFxrCCfZCCIS2carhT8fOvHFxAhIhtsHZOCMwVYLe/vFlgY&#10;1/OOTvtYiRTCoUAFdYxdIWUoa7IYJq4jTtzBeYsxQV9J47FP4baV0yybS4sNp4YaO3qvqfzbH62C&#10;9Vdfzfy4XA/u47D5fdLa6E+t1OhheHsFEWmI/+Kbe2vS/NlznsP1nXSD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vF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l38MA&#10;AADeAAAADwAAAGRycy9kb3ducmV2LnhtbERP3WrCMBS+H/gO4Qi7m6ndplKNIkphjN348wCH5thU&#10;m5OSxNq9/TIY7O58fL9ntRlsK3ryoXGsYDrJQBBXTjdcKzifypcFiBCRNbaOScE3BdisR08rLLR7&#10;8IH6Y6xFCuFQoAITY1dIGSpDFsPEdcSJuzhvMSboa6k9PlK4bWWeZTNpseHUYLCjnaHqdrxbBeVn&#10;/tXf7tqXbju8WXo318XeKPU8HrZLEJGG+C/+c3/oNP91Ps3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gl3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TKu8UA&#10;AADeAAAADwAAAGRycy9kb3ducmV2LnhtbERP32vCMBB+H+x/CDfwRWaqZW50RpmDoDBBdIO9Hs3Z&#10;ljWXkkTb/feLIOztPr6ft1gNthUX8qFxrGA6yUAQl840XCn4+tSPLyBCRDbYOiYFvxRgtby/W2Bh&#10;XM8HuhxjJVIIhwIV1DF2hZShrMlimLiOOHEn5y3GBH0ljcc+hdtWzrJsLi02nBpq7Oi9pvLneLYK&#10;1vu+yv24XA/u47T5ftLa6J1WavQwvL2CiDTEf/HNvTVpfv48zeH6Trp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hMq7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0YMMMA&#10;AADeAAAADwAAAGRycy9kb3ducmV2LnhtbERP3WrCMBS+H/gO4QjezbTObdIZRRwFGbvR7QEOzVlT&#10;25yUJNb69mYw2N35+H7PejvaTgzkQ+NYQT7PQBBXTjdcK/j+Kh9XIEJE1tg5JgU3CrDdTB7WWGh3&#10;5SMNp1iLFMKhQAUmxr6QMlSGLIa564kT9+O8xZigr6X2eE3htpOLLHuRFhtODQZ72huq2tPFKig/&#10;Fp9De9G+dLtxaenZnFfvRqnZdNy9gYg0xn/xn/ug0/yn13wJ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0YM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8jQ8IA&#10;AADeAAAADwAAAGRycy9kb3ducmV2LnhtbERPS2rDMBDdF3oHMYXuatlx3BYnSigFl2RZpwcYrIlt&#10;Yo1cS/Hn9lUg0N083ne2+9l0YqTBtZYVJFEMgriyuuVawc+peHkH4Tyyxs4yKVjIwX73+LDFXNuJ&#10;v2ksfS1CCLscFTTe97mUrmrIoItsTxy4sx0M+gCHWuoBpxBuOrmK41dpsOXQ0GBPnw1Vl/JqFKyX&#10;6eu3zC5xoQ0lx7Q/sq8ypZ6f5o8NCE+z/xff3Qcd5qdvSQa3d8IN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3yND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+rm8QA&#10;AADeAAAADwAAAGRycy9kb3ducmV2LnhtbERPS2vCQBC+F/oflin01my0kNrUVaSSIp40tT0P2TEJ&#10;zc6G7JrHv3cFobf5+J6zXI+mET11rrasYBbFIIgLq2suFZy+s5cFCOeRNTaWScFEDtarx4clptoO&#10;fKQ+96UIIexSVFB536ZSuqIigy6yLXHgzrYz6APsSqk7HEK4aeQ8jhNpsObQUGFLnxUVf/nFKLgk&#10;v/MTn/f6kG+nr/dttnHyp1Tq+WncfIDwNPp/8d2902H+69ssgds74Qa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Pq5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y+HcYA&#10;AADeAAAADwAAAGRycy9kb3ducmV2LnhtbERPS2vCQBC+F/wPywje6sZaoo2uUoVC24PiowdvY3ZM&#10;otnZNLvV+O+7guBtPr7njKeNKcWZaldYVtDrRiCIU6sLzhRsNx/PQxDOI2ssLZOCKzmYTlpPY0y0&#10;vfCKzmufiRDCLkEFufdVIqVLczLourYiDtzB1gZ9gHUmdY2XEG5K+RJFsTRYcGjIsaJ5Tulp/WcU&#10;/CyH8dty9vV6/F7ssW/0704XsVKddvM+AuGp8Q/x3f2pw/z+oDeA2zvhBj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y+H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q9+8cA&#10;AADeAAAADwAAAGRycy9kb3ducmV2LnhtbESPT2vCQBDF74LfYRmhN92oxUp0Ff9QLZ6sLXgdstMk&#10;NDsbsluNfvrOQfA2w3vz3m/my9ZV6kJNKD0bGA4SUMSZtyXnBr6/3vtTUCEiW6w8k4EbBVguup05&#10;ptZf+ZMup5grCeGQooEixjrVOmQFOQwDXxOL9uMbh1HWJte2wauEu0qPkmSiHZYsDQXWtCko+z39&#10;OQP3yRmPYT9ab8c20u11uvOH486Yl167moGK1Man+XH9YQV//DYUXnlHZt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Kvfv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9xzsMA&#10;AADeAAAADwAAAGRycy9kb3ducmV2LnhtbERPS27CMBDdV+IO1iCxKw6f0hIwCCGQ2BVCDzCKp05E&#10;PA6xgcDpMVKl7ubpfWe+bG0lrtT40rGCQT8BQZw7XbJR8HPcvn+B8AFZY+WYFNzJw3LReZtjqt2N&#10;D3TNghExhH2KCooQ6lRKnxdk0fddTRy5X9dYDBE2RuoGbzHcVnKYJBNpseTYUGBN64LyU3axCs5u&#10;+KHbbIPfp810XxozPj8OY6V63XY1AxGoDf/iP/dOx/mjz8EUXu/EG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9xz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V0BcYA&#10;AADeAAAADwAAAGRycy9kb3ducmV2LnhtbESPT2/CMAzF75P4DpEn7TbSgUahENCGNIkrfw4cTWLa&#10;bo1TmgDdPv18mLSbLT+/936LVe8bdaMu1oENvAwzUMQ2uJpLA4f9x/MUVEzIDpvAZOCbIqyWg4cF&#10;Fi7ceUu3XSqVmHAs0ECVUltoHW1FHuMwtMRyO4fOY5K1K7Xr8C7mvtGjLJtojzVLQoUtrSuyX7ur&#10;N7CpT/Q6seeZn77b7fHnksb5pzPm6bF/m4NK1Kd/8d/3xkn9cT4SAMGRG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V0B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oScYA&#10;AADeAAAADwAAAGRycy9kb3ducmV2LnhtbERP0WrCQBB8L/gPxwp9ay6moDZ6Si0UKlWhtujrkltz&#10;obm9kLvG+Pc9QfBtdmdnZme+7G0tOmp95VjBKElBEBdOV1wq+Pl+f5qC8AFZY+2YFFzIw3IxeJhj&#10;rt2Zv6jbh1JEE/Y5KjAhNLmUvjBk0SeuIY7cybUWQxzbUuoWz9Hc1jJL07G0WHFMMNjQm6Hid/9n&#10;FXS4u6RHs9q+rKtNke1Wh08d9+px2L/OQATqw/34pv7Q8f3nSTaC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goS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ppMIA&#10;AADeAAAADwAAAGRycy9kb3ducmV2LnhtbERPTUsDMRC9C/6HMII3mzWCytq0FKHiUdcePI6b6Wbb&#10;zcySxO7qrzeC4G0e73OW6zkM6kQx9cIWrhcVKOJWXM+dhd3b9uoeVMrIDgdhsvBFCdar87Ml1k4m&#10;fqVTkztVQjjVaMHnPNZap9ZTwLSQkbhwe4kBc4Gx0y7iVMLDoE1V3eqAPZcGjyM9emqPzWewMD21&#10;Hwezf3f+O46ybV7kYAax9vJi3jyAyjTnf/Gf+9mV+Td3xs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Z2mk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PcKMUA&#10;AADeAAAADwAAAGRycy9kb3ducmV2LnhtbERP22oCMRB9L/QfwhT6VrNdocpqFKsVSlHE2/u4GXe3&#10;TSbLJtX1740g+DaHc53huLVGnKjxlWMF750EBHHudMWFgt12/tYH4QOyRuOYFFzIw3j0/DTETLsz&#10;r+m0CYWIIewzVFCGUGdS+rwki77jauLIHV1jMUTYFFI3eI7h1sg0ST6kxYpjQ4k1TUvK/zb/VsF8&#10;NTO/6XI92csw/eodTP/nc7ZQ6vWlnQxABGrDQ3x3f+s4v9tLu3B7J94gR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09wo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yZyMYA&#10;AADeAAAADwAAAGRycy9kb3ducmV2LnhtbERPTWvCQBC9C/0Pywi9SN3U2Faiq4hQYkGhTQtex+yY&#10;BLOzIbuN6b/vCoK3ebzPWax6U4uOWldZVvA8jkAQ51ZXXCj4+X5/moFwHlljbZkU/JGD1fJhsMBE&#10;2wt/UZf5QoQQdgkqKL1vEildXpJBN7YNceBOtjXoA2wLqVu8hHBTy0kUvUqDFYeGEhvalJSfs1+j&#10;oPvcHYtt55qP82zkXuJjmu71QanHYb+eg/DU+7v45t7qMD9+m0zh+k64QS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yZy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3C45" w:rsidRDefault="00F23C45" w:rsidP="00F23C45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CTsYA&#10;AADeAAAADwAAAGRycy9kb3ducmV2LnhtbERPTWsCMRC9F/wPYYTeatZttXZrlCoUehGq9aC3cTPu&#10;Lm4m2yTq6q9vhIK3ebzPGU9bU4sTOV9ZVtDvJSCIc6srLhSsfz6fRiB8QNZYWyYFF/IwnXQexphp&#10;e+YlnVahEDGEfYYKyhCaTEqfl2TQ92xDHLm9dQZDhK6Q2uE5hptapkkylAYrjg0lNjQvKT+sjkbB&#10;7G00+/1+4cV1udvSdrM7DFKXKPXYbT/eQQRqw1387/7Scf7zazqA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xCTsYAAADeAAAADwAAAAAAAAAAAAAAAACYAgAAZHJz&#10;L2Rvd25yZXYueG1sUEsFBgAAAAAEAAQA9QAAAIsDAAAAAA==&#10;" fillcolor="black" stroked="f">
                  <v:textbox>
                    <w:txbxContent>
                      <w:p w:rsidR="00F23C45" w:rsidRDefault="00F23C45" w:rsidP="00F23C45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3SOcYA&#10;AADeAAAADwAAAGRycy9kb3ducmV2LnhtbERPTWvCQBC9C/0Pywi96caUppK6Sm0tCLUHbQ89TrPT&#10;ZEl2NmRXjf56Vyh4m8f7nNmit404UOeNYwWTcQKCuHDacKng++t9NAXhA7LGxjEpOJGHxfxuMMNc&#10;uyNv6bALpYgh7HNUUIXQ5lL6oiKLfuxa4sj9uc5iiLArpe7wGMNtI9MkyaRFw7GhwpZeKyrq3d4q&#10;+PnIzHRrKP3dnJcrvXmsl59vtVL3w/7lGUSgPtzE/+61jvMfntIMru/EG+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3SO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MakMQA&#10;AADeAAAADwAAAGRycy9kb3ducmV2LnhtbERPS2sCMRC+F/wPYYTealYLVbZGEYvoxYMveh020812&#10;N5NtEnX11zdCobf5+J4znXe2ERfyoXKsYDjIQBAXTldcKjgeVi8TECEia2wck4IbBZjPek9TzLW7&#10;8o4u+1iKFMIhRwUmxjaXMhSGLIaBa4kT9+W8xZigL6X2eE3htpGjLHuTFitODQZbWhoq6v3ZKvCL&#10;z4/6zudTnd23t7D+7n4maJR67neLdxCRuvgv/nNvdJr/Oh6N4f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jGp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04qccA&#10;AADeAAAADwAAAGRycy9kb3ducmV2LnhtbESP3UoDQQyF74W+wxDBG2lnXcHWtdNSBEGwCP15gLgT&#10;dxdnMstObLc+vbkQvEs4J+d8Wa7HGMyJhtwldnA3K8AQ18l33Dg4Hl6mCzBZkD2GxOTgQhnWq8nV&#10;Eiufzryj014aoyGcK3TQivSVtbluKWKepZ5Ytc80RBRdh8b6Ac8aHoMti+LBRuxYG1rs6bml+mv/&#10;HR2E8iM8vs3zVi5Huy1+ouxu371zN9fj5gmM0Cj/5r/rV6/49/NSefUd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NOKn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caMUA&#10;AADeAAAADwAAAGRycy9kb3ducmV2LnhtbERPyWrDMBC9F/IPYgq5NXId6OJGCVkI+NJD3ZRcJ9bE&#10;MpFGxlISp19fFQq9zeOtM1sMzooL9aH1rOBxkoEgrr1uuVGw+9w+vIAIEVmj9UwKbhRgMR/dzbDQ&#10;/sofdKliI1IIhwIVmBi7QspQG3IYJr4jTtzR9w5jgn0jdY/XFO6szLPsSTpsOTUY7GhtqD5VZ6dg&#10;U3U235VmFfZf74eDLb+3tN8oNb4flm8gIg3xX/znLnWaP33OX+H3nXSD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dx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dRHsUA&#10;AADeAAAADwAAAGRycy9kb3ducmV2LnhtbESPQWsCMRCF74X+hzCF3mrSCiqrUUqpIHjS6sHbkIy7&#10;q5vJsknd7b93DkJvM8yb9963WA2hUTfqUh3ZwvvIgCJ20ddcWjj8rN9moFJG9thEJgt/lGC1fH5a&#10;YOFjzzu67XOpxIRTgRaqnNtC6+QqCphGsSWW2zl2AbOsXal9h72Yh0Z/GDPRAWuWhApb+qrIXfe/&#10;wcJlrbfRGXTHw7Hf+Onpe0KNsfb1Zficg8o05H/x43vjpf54OhYAwZEZ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1Ee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MH4sUA&#10;AADeAAAADwAAAGRycy9kb3ducmV2LnhtbERPS2vCQBC+C/0PywjedKOBKqmbYAsFaenBB9LjmB2T&#10;kOxs2F01/ffdQsHbfHzPWReD6cSNnG8sK5jPEhDEpdUNVwqOh/fpCoQPyBo7y6TghzwU+dNojZm2&#10;d97RbR8qEUPYZ6igDqHPpPRlTQb9zPbEkbtYZzBE6CqpHd5juOnkIkmepcGGY0ONPb3VVLb7q1Hw&#10;ff3ky1f6sXGv4WSHg28X51Wr1GQ8bF5ABBrCQ/zv3uo4P12mc/h7J94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0wfi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23C45" w:rsidRDefault="00F23C45" w:rsidP="00F23C45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xM58YA&#10;AADeAAAADwAAAGRycy9kb3ducmV2LnhtbERPS2sCMRC+C/6HMEJvmu3aVl2NooVCL4X6OOht3Ex3&#10;FzeTNUl1669vhEJv8/E9Z7ZoTS0u5HxlWcHjIAFBnFtdcaFgt33rj0H4gKyxtkwKfsjDYt7tzDDT&#10;9sprumxCIWII+wwVlCE0mZQ+L8mgH9iGOHJf1hkMEbpCaofXGG5qmSbJizRYcWwosaHXkvLT5tso&#10;WE3Gq/PnE3/c1scDHfbH03PqEqUeeu1yCiJQG/7Ff+53HecPR8MU7u/EG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xM58YAAADeAAAADwAAAAAAAAAAAAAAAACYAgAAZHJz&#10;L2Rvd25yZXYueG1sUEsFBgAAAAAEAAQA9QAAAIsDAAAAAA==&#10;" fillcolor="black" stroked="f">
                  <v:textbox>
                    <w:txbxContent>
                      <w:p w:rsidR="00F23C45" w:rsidRDefault="00F23C45" w:rsidP="00F23C45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bi1sMA&#10;AADeAAAADwAAAGRycy9kb3ducmV2LnhtbERPS0sDMRC+C/0PYQrebFYXtGyblqUgiqftQ7xON9PN&#10;4mayJDFd/70RBG/z8T1nvZ3sIBL50DtWcL8oQBC3TvfcKTgdn++WIEJE1jg4JgXfFGC7md2ssdLu&#10;yntKh9iJHMKhQgUmxrGSMrSGLIaFG4kzd3HeYszQd1J7vOZwO8iHoniUFnvODQZH2hlqPw9fVkE6&#10;75q6TB/J7N983XnXvLyfG6Vu51O9AhFpiv/iP/erzvPLp7KE33fy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bi1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23C45" w:rsidRDefault="00F23C45" w:rsidP="00F23C45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M+q8YA&#10;AADeAAAADwAAAGRycy9kb3ducmV2LnhtbERPTUvDQBC9F/wPywje7Ca2tBqzLVK0VC/WWKjHITtm&#10;g9nZkF3TtL++Kwi9zeN9Tr4cbCN66nztWEE6TkAQl07XXCnYfb7c3oPwAVlj45gUHMnDcnE1yjHT&#10;7sAf1BehEjGEfYYKTAhtJqUvDVn0Y9cSR+7bdRZDhF0ldYeHGG4beZckM2mx5thgsKWVofKn+LUK&#10;fLp63r/Z00P/tTb8Xrya2bYySt1cD0+PIAIN4SL+d290nD+ZT6bw9068QS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M+q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23C45" w:rsidRDefault="00F23C45" w:rsidP="00F23C45"/>
                    </w:txbxContent>
                  </v:textbox>
                </v:shape>
              </v:group>
            </w:pict>
          </mc:Fallback>
        </mc:AlternateContent>
      </w:r>
    </w:p>
    <w:p w:rsidR="00F23C45" w:rsidRPr="003C3FA9" w:rsidRDefault="00F23C45" w:rsidP="00F23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3C3FA9">
        <w:rPr>
          <w:rFonts w:ascii="Times New Roman" w:eastAsia="Times New Roman" w:hAnsi="Times New Roman" w:cs="Times New Roman"/>
          <w:b/>
          <w:lang w:eastAsia="en-US"/>
        </w:rPr>
        <w:t>РІШЕННЯ</w:t>
      </w:r>
    </w:p>
    <w:p w:rsidR="00F23C45" w:rsidRPr="003C3FA9" w:rsidRDefault="00F23C45" w:rsidP="00F23C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F23C45" w:rsidRPr="003C3FA9" w:rsidRDefault="00F23C45" w:rsidP="00F23C4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23C45" w:rsidRPr="003C3FA9" w:rsidRDefault="00F23C45" w:rsidP="00F23C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F23C45" w:rsidRPr="003C3FA9" w:rsidRDefault="00F23C45" w:rsidP="00F23C45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F23C45" w:rsidRPr="003C3FA9" w:rsidRDefault="00F23C45" w:rsidP="00F23C45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____.06</w:t>
      </w:r>
      <w:r w:rsidRPr="003C3FA9">
        <w:rPr>
          <w:rFonts w:ascii="Times New Roman" w:eastAsia="Times New Roman" w:hAnsi="Times New Roman" w:cs="Times New Roman"/>
          <w:sz w:val="24"/>
          <w:lang w:eastAsia="en-US"/>
        </w:rPr>
        <w:t>.2021р.                                                      Крупець                                        №_____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Вознюка М.М.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116,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Вознюка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Вознюку Миколі Михайловичу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lang w:eastAsia="en-US"/>
        </w:rPr>
        <w:t xml:space="preserve">: </w:t>
      </w:r>
      <w:r w:rsidR="00751963">
        <w:rPr>
          <w:rFonts w:ascii="Times New Roman" w:eastAsia="Times New Roman" w:hAnsi="Times New Roman" w:cs="Times New Roman"/>
          <w:sz w:val="24"/>
          <w:lang w:eastAsia="en-US"/>
        </w:rPr>
        <w:t>_________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3C3FA9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ентифікаційний номер  </w:t>
      </w:r>
      <w:r w:rsidR="0075196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0,2241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6823982100:01:002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028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ля ведення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 селянського  господарства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с.Головлі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2. Вознюку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3C3FA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23C45" w:rsidRPr="003C3FA9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041AE" w:rsidRPr="00F23C45" w:rsidRDefault="00F23C45" w:rsidP="00F23C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041AE" w:rsidRPr="00F23C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C45"/>
    <w:rsid w:val="004041AE"/>
    <w:rsid w:val="00751963"/>
    <w:rsid w:val="00F2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C4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C4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19</TotalTime>
  <Pages>1</Pages>
  <Words>256</Words>
  <Characters>1461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2021-06-22T10:22:00Z</dcterms:created>
  <dcterms:modified xsi:type="dcterms:W3CDTF">2021-06-22T13:20:00Z</dcterms:modified>
</cp:coreProperties>
</file>