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0239" w:rsidRDefault="008A0239" w:rsidP="008A023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8A0239" w:rsidRDefault="008A0239" w:rsidP="008A0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7620" t="2540" r="8255" b="4445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0239" w:rsidRDefault="008A0239" w:rsidP="008A02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8A0239" w:rsidRDefault="008A0239" w:rsidP="008A02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0239" w:rsidRDefault="008A0239" w:rsidP="008A023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A0239" w:rsidRDefault="008A0239" w:rsidP="008A023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A0239" w:rsidRDefault="008A0239" w:rsidP="008A02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A0239" w:rsidRDefault="008A0239" w:rsidP="008A023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A0239" w:rsidRDefault="008A0239" w:rsidP="008A023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25.03.2021 року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№___</w:t>
      </w:r>
    </w:p>
    <w:p w:rsidR="008A0239" w:rsidRDefault="008A0239" w:rsidP="008A0239">
      <w:pPr>
        <w:spacing w:after="0" w:line="240" w:lineRule="auto"/>
        <w:jc w:val="both"/>
      </w:pPr>
    </w:p>
    <w:p w:rsidR="008A0239" w:rsidRDefault="008A0239" w:rsidP="008A02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8A0239" w:rsidRDefault="008A0239" w:rsidP="008A023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8A0239" w:rsidRDefault="008A0239" w:rsidP="008A02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Базану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О.В.</w:t>
      </w:r>
    </w:p>
    <w:bookmarkEnd w:id="0"/>
    <w:p w:rsidR="008A0239" w:rsidRDefault="008A0239" w:rsidP="008A02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239" w:rsidRDefault="008A0239" w:rsidP="008A02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239" w:rsidRDefault="008A0239" w:rsidP="008A02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Базана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8A0239" w:rsidRDefault="008A0239" w:rsidP="008A02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A0239" w:rsidRDefault="008A0239" w:rsidP="008A02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239" w:rsidRDefault="008A0239" w:rsidP="008A02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Базану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0,6798</w:t>
      </w:r>
      <w:r w:rsidR="00E806E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0239" w:rsidRDefault="008A0239" w:rsidP="008A02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______________,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__________,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0,6798 га,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6823984000:03:018:0357,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8A0239" w:rsidRDefault="008A0239" w:rsidP="008A02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8A0239" w:rsidRDefault="008A0239" w:rsidP="008A02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8A0239" w:rsidRDefault="008A0239" w:rsidP="008A0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239" w:rsidRDefault="008A0239" w:rsidP="008A0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0239" w:rsidRDefault="008A0239" w:rsidP="008A023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269C" w:rsidRPr="00A737AE" w:rsidRDefault="008A0239" w:rsidP="00A737A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0269C" w:rsidRPr="00A737A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239"/>
    <w:rsid w:val="00171A2E"/>
    <w:rsid w:val="00304C90"/>
    <w:rsid w:val="0050269C"/>
    <w:rsid w:val="00505B6D"/>
    <w:rsid w:val="006D3977"/>
    <w:rsid w:val="007D6C18"/>
    <w:rsid w:val="008A0239"/>
    <w:rsid w:val="00A737AE"/>
    <w:rsid w:val="00D1641A"/>
    <w:rsid w:val="00E80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9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6</cp:revision>
  <dcterms:created xsi:type="dcterms:W3CDTF">2021-03-22T07:38:00Z</dcterms:created>
  <dcterms:modified xsi:type="dcterms:W3CDTF">2021-03-22T11:53:00Z</dcterms:modified>
</cp:coreProperties>
</file>