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2BBA" w:rsidRDefault="00F32BBA" w:rsidP="00F32BB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2BBA" w:rsidRDefault="00F32BBA" w:rsidP="00F32BB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2BBA" w:rsidRDefault="00F32BBA" w:rsidP="00F32BB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2BBA" w:rsidRDefault="00F32BBA" w:rsidP="00F32BB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2BBA" w:rsidRDefault="00F32BBA" w:rsidP="00F32B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32BBA" w:rsidRDefault="00F32BBA" w:rsidP="00F32B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2BBA" w:rsidRDefault="00F32BBA" w:rsidP="00F32BB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№48</w:t>
      </w:r>
    </w:p>
    <w:p w:rsidR="00F32BBA" w:rsidRPr="00D02183" w:rsidRDefault="00F32BBA" w:rsidP="00F32BBA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F32BBA" w:rsidRPr="00D02183" w:rsidRDefault="00F32BBA" w:rsidP="00F32BBA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F32BBA" w:rsidRPr="00D02183" w:rsidRDefault="00F32BBA" w:rsidP="00F32BB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lang w:val="ru-RU"/>
        </w:rPr>
        <w:t>т</w:t>
      </w:r>
      <w:r w:rsidRPr="00D02183">
        <w:rPr>
          <w:rFonts w:ascii="Times New Roman" w:hAnsi="Times New Roman"/>
          <w:b/>
          <w:sz w:val="24"/>
          <w:lang w:val="ru-RU"/>
        </w:rPr>
        <w:t>ехнічної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</w:p>
    <w:p w:rsidR="00F32BBA" w:rsidRPr="00D02183" w:rsidRDefault="00F32BBA" w:rsidP="00F32BB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F32BBA" w:rsidRPr="00D02183" w:rsidRDefault="00F32BBA" w:rsidP="00F32BB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місцевості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F32BBA" w:rsidRPr="00D02183" w:rsidRDefault="00F32BBA" w:rsidP="00F32BBA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Богач</w:t>
      </w:r>
      <w:proofErr w:type="spellEnd"/>
      <w:r>
        <w:rPr>
          <w:rFonts w:ascii="Times New Roman" w:hAnsi="Times New Roman"/>
          <w:b/>
          <w:sz w:val="24"/>
        </w:rPr>
        <w:t xml:space="preserve"> Н.М.</w:t>
      </w:r>
    </w:p>
    <w:p w:rsidR="00F32BBA" w:rsidRPr="00D02183" w:rsidRDefault="00F32BBA" w:rsidP="00F32BBA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F32BBA" w:rsidRPr="00D02183" w:rsidRDefault="00F32BBA" w:rsidP="00F32BBA">
      <w:pPr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статті</w:t>
      </w:r>
      <w:proofErr w:type="gramStart"/>
      <w:r w:rsidRPr="00D02183">
        <w:rPr>
          <w:rFonts w:ascii="Times New Roman" w:hAnsi="Times New Roman"/>
          <w:sz w:val="24"/>
          <w:lang w:val="ru-RU"/>
        </w:rPr>
        <w:t xml:space="preserve">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proofErr w:type="gram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Богач</w:t>
      </w:r>
      <w:proofErr w:type="spellEnd"/>
      <w:r>
        <w:rPr>
          <w:rFonts w:ascii="Times New Roman" w:hAnsi="Times New Roman"/>
          <w:sz w:val="24"/>
        </w:rPr>
        <w:t xml:space="preserve"> Н.М.</w:t>
      </w:r>
      <w:r w:rsidRPr="00D02183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F32BBA" w:rsidRPr="00D02183" w:rsidRDefault="00F32BBA" w:rsidP="00F32BBA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F32BBA" w:rsidRPr="00D02183" w:rsidRDefault="00F32BBA" w:rsidP="00F32BBA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</w:t>
      </w:r>
      <w:r>
        <w:rPr>
          <w:rFonts w:ascii="Times New Roman" w:hAnsi="Times New Roman"/>
          <w:sz w:val="24"/>
          <w:lang w:val="ru-RU"/>
        </w:rPr>
        <w:t xml:space="preserve"> Богач </w:t>
      </w:r>
      <w:proofErr w:type="spellStart"/>
      <w:r>
        <w:rPr>
          <w:rFonts w:ascii="Times New Roman" w:hAnsi="Times New Roman"/>
          <w:sz w:val="24"/>
          <w:lang w:val="ru-RU"/>
        </w:rPr>
        <w:t>Надії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Миколаївні</w:t>
      </w:r>
      <w:proofErr w:type="spellEnd"/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9436D2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 xml:space="preserve">00 </w:t>
      </w:r>
      <w:proofErr w:type="gramStart"/>
      <w:r w:rsidRPr="00D02183">
        <w:rPr>
          <w:rFonts w:ascii="Times New Roman" w:hAnsi="Times New Roman"/>
          <w:sz w:val="24"/>
        </w:rPr>
        <w:t>га,  для</w:t>
      </w:r>
      <w:proofErr w:type="gramEnd"/>
      <w:r w:rsidRPr="00D02183">
        <w:rPr>
          <w:rFonts w:ascii="Times New Roman" w:hAnsi="Times New Roman"/>
          <w:sz w:val="24"/>
        </w:rPr>
        <w:t xml:space="preserve">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</w:t>
      </w:r>
      <w:proofErr w:type="spellStart"/>
      <w:r>
        <w:rPr>
          <w:rFonts w:ascii="Times New Roman" w:hAnsi="Times New Roman"/>
          <w:sz w:val="24"/>
        </w:rPr>
        <w:t>Полянь</w:t>
      </w:r>
      <w:proofErr w:type="spellEnd"/>
      <w:r>
        <w:rPr>
          <w:rFonts w:ascii="Times New Roman" w:hAnsi="Times New Roman"/>
          <w:sz w:val="24"/>
        </w:rPr>
        <w:t>, по вул. Незалежності, 82</w:t>
      </w:r>
      <w:r w:rsidRPr="00D02183">
        <w:rPr>
          <w:rFonts w:ascii="Times New Roman" w:hAnsi="Times New Roman"/>
          <w:sz w:val="24"/>
        </w:rPr>
        <w:t>.</w:t>
      </w:r>
    </w:p>
    <w:p w:rsidR="00F32BBA" w:rsidRDefault="00F32BBA" w:rsidP="00F32BB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Богач Н.М.</w:t>
      </w:r>
      <w:r w:rsidRPr="00D02183">
        <w:rPr>
          <w:rFonts w:ascii="Times New Roman" w:hAnsi="Times New Roman"/>
          <w:sz w:val="24"/>
        </w:rPr>
        <w:t>,</w:t>
      </w:r>
      <w:r w:rsidRPr="00E33128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32BBA" w:rsidRPr="00F443C5" w:rsidRDefault="00F32BBA" w:rsidP="00F32BB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F32BBA" w:rsidRPr="00D02183" w:rsidRDefault="00F32BBA" w:rsidP="00F32BB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32BBA" w:rsidRPr="00F443C5" w:rsidRDefault="00F32BBA" w:rsidP="00F32BBA">
      <w:pPr>
        <w:spacing w:after="0"/>
        <w:jc w:val="both"/>
        <w:rPr>
          <w:rFonts w:ascii="Times New Roman" w:hAnsi="Times New Roman"/>
          <w:sz w:val="24"/>
        </w:rPr>
      </w:pPr>
    </w:p>
    <w:p w:rsidR="00F32BBA" w:rsidRPr="00F443C5" w:rsidRDefault="00F32BBA" w:rsidP="00F32BBA">
      <w:pPr>
        <w:spacing w:after="0"/>
        <w:jc w:val="both"/>
        <w:rPr>
          <w:rFonts w:ascii="Times New Roman" w:hAnsi="Times New Roman"/>
          <w:sz w:val="24"/>
        </w:rPr>
      </w:pPr>
    </w:p>
    <w:p w:rsidR="008B2C83" w:rsidRPr="00F32BBA" w:rsidRDefault="00F32BBA" w:rsidP="00F32BBA">
      <w:pPr>
        <w:spacing w:after="0"/>
        <w:jc w:val="both"/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</w:t>
      </w:r>
      <w:r>
        <w:rPr>
          <w:rFonts w:ascii="Times New Roman" w:hAnsi="Times New Roman"/>
          <w:sz w:val="24"/>
        </w:rPr>
        <w:t xml:space="preserve">  Валерій МИХАЛЮК</w:t>
      </w:r>
    </w:p>
    <w:sectPr w:rsidR="008B2C83" w:rsidRPr="00F32BB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BA"/>
    <w:rsid w:val="00171A2E"/>
    <w:rsid w:val="00304C90"/>
    <w:rsid w:val="00505B6D"/>
    <w:rsid w:val="006D3977"/>
    <w:rsid w:val="007D6C18"/>
    <w:rsid w:val="008B2C83"/>
    <w:rsid w:val="009436D2"/>
    <w:rsid w:val="00D1641A"/>
    <w:rsid w:val="00F3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22BFC"/>
  <w15:docId w15:val="{18BD8BAC-368F-4A1D-9886-FD42D70C0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2BB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F32BB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32BB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32BB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258</Words>
  <Characters>1475</Characters>
  <Application>Microsoft Office Word</Application>
  <DocSecurity>0</DocSecurity>
  <Lines>12</Lines>
  <Paragraphs>3</Paragraphs>
  <ScaleCrop>false</ScaleCrop>
  <Company>Microsoft</Company>
  <LinksUpToDate>false</LinksUpToDate>
  <CharactersWithSpaces>1730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2021-04-28T11:49:00Z</dcterms:created>
  <dcterms:modified xsi:type="dcterms:W3CDTF">2021-04-28T13:07:00Z</dcterms:modified>
</cp:coreProperties>
</file>