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07" w:rsidRPr="003B50D1" w:rsidRDefault="00C14507" w:rsidP="00C1450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C14507" w:rsidRPr="003B50D1" w:rsidRDefault="00C14507" w:rsidP="00C1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C980FB" wp14:editId="6A65F42C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476" name="Группа 23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4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507" w:rsidRDefault="00C14507" w:rsidP="00C145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47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MCw8XYAAGB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eePMUA&#10;AADeAAAADwAAAGRycy9kb3ducmV2LnhtbESPQYvCMBSE78L+h/AW9qaprVjpGkVEFw+CVNf7o3m2&#10;xealNFG7/34jCB6HmfmGmS9704g7da62rGA8ikAQF1bXXCr4PW2HMxDOI2tsLJOCP3KwXHwM5php&#10;++Cc7kdfigBhl6GCyvs2k9IVFRl0I9sSB+9iO4M+yK6UusNHgJtGxlE0lQZrDgsVtrSuqLgeb0aB&#10;TX52+3MZ58mGU8+rw+xy7vdKfX32q28Qnnr/Dr/aO60gTiZpCs874Qr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p548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y47cYA&#10;AADeAAAADwAAAGRycy9kb3ducmV2LnhtbERPTWsCMRC9C/0PYQq9SM1qRe3WKEVYWz0U1EKvw2a6&#10;2bqZLEnUrb++ORQ8Pt73fNnZRpzJh9qxguEgA0FcOl1zpeDzUDzOQISIrLFxTAp+KcBycdebY67d&#10;hXd03sdKpBAOOSowMba5lKE0ZDEMXEucuG/nLcYEfSW1x0sKt40cZdlEWqw5NRhsaWWoPO5PVsFP&#10;8WG+VtPr2vefd3TtF9u3ZjNR6uG+e30BEamLN/G/+10rGD2Np2lvupOu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y47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5d8YA&#10;AADeAAAADwAAAGRycy9kb3ducmV2LnhtbESP32rCMBTG7wd7h3AGuxkztQ7dalORMcfwRtQ9wKE5&#10;NsXmpDSx7d5+EQQvP74/P758NdpG9NT52rGC6SQBQVw6XXOl4Pe4eX0H4QOyxsYxKfgjD6vi8SHH&#10;TLuB99QfQiXiCPsMFZgQ2kxKXxqy6CeuJY7eyXUWQ5RdJXWHQxy3jUyTZC4t1hwJBlv6NFSeDxcb&#10;IbsZ7ran4bj5HnHAr63hl/Veqeencb0EEWgM9/Ct/aMVpLO3xQdc78QrI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O5d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h198YA&#10;AADeAAAADwAAAGRycy9kb3ducmV2LnhtbESPTUsDMRCG74L/IYzgzWZday1r01LaCiJ4sBaKt2Ez&#10;3V3cTEIy7a7/3hwEjy/vF89iNbpeXSimzrOB+0kBirj2tuPGwOHz5W4OKgmyxd4zGfihBKvl9dUC&#10;K+sH/qDLXhqVRzhVaKAVCZXWqW7JYZr4QJy9k48OJcvYaBtxyOOu12VRzLTDjvNDi4E2LdXf+7Mz&#10;8D7swtvT7PEUvuK01Glr5bgRY25vxvUzKKFR/sN/7VdroHyYzjNAxsko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h19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DFVsQA&#10;AADeAAAADwAAAGRycy9kb3ducmV2LnhtbESP3YrCMBCF74V9hzAL3ohN1UWkGkUWFfFG/HmAoZk2&#10;xWZSmqytb28WFvbycH4+zmrT21o8qfWVYwWTJAVBnDtdcangftuPFyB8QNZYOyYFL/KwWX8MVphp&#10;1/GFntdQijjCPkMFJoQmk9Lnhiz6xDXE0StcazFE2ZZSt9jFcVvLaZrOpcWKI8FgQ9+G8sf1x0bI&#10;eYbnU9Hd9oceO9ydDI+2F6WGn/12CSJQH/7Df+2jVjCdfS0m8HsnXgG5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AxV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ZOG8cA&#10;AADeAAAADwAAAGRycy9kb3ducmV2LnhtbESPQUsDMRSE70L/Q3iCN5t1rbWsTUupCiL00FYQb4/N&#10;6+7i5iUkz+76740geBxm5htmuR5dr84UU+fZwM20AEVce9txY+Dt+Hy9AJUE2WLvmQx8U4L1anKx&#10;xMr6gfd0PkijMoRThQZakVBpneqWHKapD8TZO/noULKMjbYRhwx3vS6LYq4ddpwXWgy0ban+PHw5&#10;A7vhKbzez+9O4SPOSp0erbxvxZiry3HzAEpolP/wX/vFGihvZ4sSfu/kK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WTh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/2acgA&#10;AADeAAAADwAAAGRycy9kb3ducmV2LnhtbESPzWrDMBCE74W+g9hCLyWRG6chuFFCUxAtJFDyA7ku&#10;1sY2tVZGUmPn7aNCocdhZr5hFqvBtuJCPjSOFTyPMxDEpTMNVwqOBz2agwgR2WDrmBRcKcBqeX+3&#10;wMK4nnd02cdKJAiHAhXUMXaFlKGsyWIYu444eWfnLcYkfSWNxz7BbSsnWTaTFhtOCzV29F5T+b3/&#10;sQrWX32V+6dyPbjN+eP0orXRW63U48Pw9goi0hD/w3/tT6Ngkk/nOfzeSVdAL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H/Zp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Yk4sUA&#10;AADeAAAADwAAAGRycy9kb3ducmV2LnhtbESPwWrDMBBE74X8g9hAbo1cxw3GjRJCgqGUXprkAxZr&#10;a7mxVkZSHPfvq0Khx2Fm3jCb3WR7MZIPnWMFT8sMBHHjdMetgsu5fixBhIissXdMCr4pwG47e9hg&#10;pd2dP2g8xVYkCIcKFZgYh0rK0BiyGJZuIE7ep/MWY5K+ldrjPcFtL/MsW0uLHacFgwMdDDXX080q&#10;qN/y9/F60752+6mw9Gy+yqNRajGf9i8gIk3xP/zXftUK8lVRFvB7J10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xiT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rLhscA&#10;AADeAAAADwAAAGRycy9kb3ducmV2LnhtbESP3WoCMRSE7wt9h3AKvRHN+ldkaxQthAoWSlXw9rA5&#10;7i7dnCxJ6m7fvhGEXg4z8w2zXPe2EVfyoXasYDzKQBAXztRcKjgd9XABIkRkg41jUvBLAdarx4cl&#10;5sZ1/EXXQyxFgnDIUUEVY5tLGYqKLIaRa4mTd3HeYkzSl9J47BLcNnKSZS/SYs1pocKW3ioqvg8/&#10;VsH2syunflBse7e/vJ/nWhv9oZV6fuo3ryAi9fE/fG/vjILJdLaYw+1OugJy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6y4b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gfDsUA&#10;AADeAAAADwAAAGRycy9kb3ducmV2LnhtbESPwWrDMBBE74H+g9hCb4lcNw3GiRJCi6GUXOr2AxZr&#10;Y7mxVkZSHPfvq0Agx2Fm3jCb3WR7MZIPnWMFz4sMBHHjdMetgp/val6ACBFZY++YFPxRgN32YbbB&#10;UrsLf9FYx1YkCIcSFZgYh1LK0BiyGBZuIE7e0XmLMUnfSu3xkuC2l3mWraTFjtOCwYHeDDWn+mwV&#10;VJ/5YTydta/cflpaejW/xbtR6ulx2q9BRJriPXxrf2gF+cuyWMH1TroCc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WB8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okfcEA&#10;AADeAAAADwAAAGRycy9kb3ducmV2LnhtbESP3arCMBCE7w/4DmEF746p/1KNIoKil1YfYGnWtths&#10;ahNtfXsjCF4OM/MNs1y3phRPql1hWcGgH4EgTq0uOFNwOe/+5yCcR9ZYWiYFL3KwXnX+lhhr2/CJ&#10;nonPRICwi1FB7n0VS+nSnAy6vq2Ig3e1tUEfZJ1JXWMT4KaUwyiaSoMFh4UcK9rmlN6Sh1EwfjX7&#10;ezK5RTttaHAcVUf26USpXrfdLEB4av0v/G0ftILhaDyfwedOuAJ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aJH3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emoMMA&#10;AADeAAAADwAAAGRycy9kb3ducmV2LnhtbERPTWvCQBC9F/oflhG81Y2xiI2uIVQsxVNN1fOQHZNg&#10;djZkV5P8++5B6PHxvjfpYBrxoM7VlhXMZxEI4sLqmksFp9/92wqE88gaG8ukYCQH6fb1ZYOJtj0f&#10;6ZH7UoQQdgkqqLxvEyldUZFBN7MtceCutjPoA+xKqTvsQ7hpZBxFS2mw5tBQYUufFRW3/G4U3JeX&#10;+MTXg/7Jd+PXx26fOXkulZpOhmwNwtPg/8VP97dWEC/eV2FvuBOu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emo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SzJsgA&#10;AADeAAAADwAAAGRycy9kb3ducmV2LnhtbESPQWvCQBSE74X+h+UVems2VQkxdRUVhOpBqdVDb6/Z&#10;1yQ1+zZmV43/3hUKPQ4z8w0zmnSmFmdqXWVZwWsUgyDOra64ULD7XLykIJxH1lhbJgVXcjAZPz6M&#10;MNP2wh903vpCBAi7DBWU3jeZlC4vyaCLbEMcvB/bGvRBtoXULV4C3NSyF8eJNFhxWCixoXlJ+WF7&#10;Mgr2mzQZbmbLwe9q/Y19o49fukqUen7qpm8gPHX+P/zXftcKev1BOoT7nXAF5Pg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ZLMm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4b8sYA&#10;AADeAAAADwAAAGRycy9kb3ducmV2LnhtbESPzWrCQBSF9wXfYbhCd3XSKBJTR9GWptJVqoLbS+Y2&#10;Cc3cCZmpSfr0nYXg8nD++NbbwTTiSp2rLSt4nkUgiAuray4VnE/vTwkI55E1NpZJwUgOtpvJwxpT&#10;bXv+ouvRlyKMsEtRQeV9m0rpiooMupltiYP3bTuDPsiulLrDPoybRsZRtJQGaw4PFbb0WlHxc/w1&#10;Cv6WF8zdR7x/m2tP4yLJ7GeeKfU4HXYvIDwN/h6+tQ9aQTxfrAJAwAkoID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4b8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vXx8UA&#10;AADeAAAADwAAAGRycy9kb3ducmV2LnhtbESP0WrCQBRE3wv+w3IF3+rGmBaNriJFoW/W6AdcstdN&#10;MHs3Zrca+/VuodDHYWbOMMt1bxtxo87XjhVMxgkI4tLpmo2C03H3OgPhA7LGxjEpeJCH9WrwssRc&#10;uzsf6FYEIyKEfY4KqhDaXEpfVmTRj11LHL2z6yyGKDsjdYf3CLeNTJPkXVqsOS5U2NJHReWl+LYK&#10;ri59032xxf1lO/+qjcmuP4dMqdGw3yxABOrDf/iv/akVpNNsPoHfO/EKy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9f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UvW8cA&#10;AADeAAAADwAAAGRycy9kb3ducmV2LnhtbESPzW7CMBCE70h9B2uRuIFDoBTSOKhFQuLKz6HHrb0k&#10;aeN1GhsIffq6UqUeRzPzjSZf97YRV+p87VjBdJKAINbO1FwqOB234yUIH5ANNo5JwZ08rIuHQY6Z&#10;cTfe0/UQShEh7DNUUIXQZlJ6XZFFP3EtcfTOrrMYouxKaTq8RbhtZJokC2mx5rhQYUubivTn4WIV&#10;7Op3elzo88ouX/X+7fsrzJ4+jFKjYf/yDCJQH/7Df+2dUZDO5qsUfu/EK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lL1v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hzF8MA&#10;AADeAAAADwAAAGRycy9kb3ducmV2LnhtbERPXWvCMBR9F/wP4Qq+aWoVWTujqCBMtglzY3u9NHdN&#10;sbkpTVbrv18Gwh7PN2e16W0tOmp95VjBbJqAIC6crrhU8PF+mDyA8AFZY+2YFNzIw2Y9HKww1+7K&#10;b9SdQyliCfscFZgQmlxKXxiy6KeuIY7at2sthgjbUuoWr7Hc1jJNkqW0WHFcMNjQ3lBxOf9YBR2e&#10;bsmX2b1mx+qlSE+7z2cdeTUe9dtHEIH68G++p5+0gnS+yObwdyd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hzF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0+cUA&#10;AADeAAAADwAAAGRycy9kb3ducmV2LnhtbESPQUvDQBSE74L/YXmCN7sxFqmx21IKFY+a9uDxmX3N&#10;pmbfC7trE/31riB4HGbmG2a5nnyvzhRiJ2zgdlaAIm7EdtwaOOx3NwtQMSFb7IXJwBdFWK8uL5ZY&#10;WRn5lc51alWGcKzQgEtpqLSOjSOPcSYDcfaOEjymLEOrbcAxw32vy6K41x47zgsOB9o6aj7qT29g&#10;fGreT+XxzbrvMMiufpFT2Ysx11fT5hFUoin9h//az9ZAeTd/mMPvnXwF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7DT5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iBdcgA&#10;AADeAAAADwAAAGRycy9kb3ducmV2LnhtbESPQU8CMRSE7yT8h+aReIMuiyKuFIIgCSEaA8r9sX3u&#10;Lravm22F5d9bExOPk5n5JjOdt9aIMzW+cqxgOEhAEOdOV1wo+Hhf9ycgfEDWaByTgit5mM+6nSlm&#10;2l14R+d9KESEsM9QQRlCnUnp85Is+oGriaP36RqLIcqmkLrBS4RbI9MkGUuLFceFEmtalpR/7b+t&#10;gvXbypzS193iIMPy+f5oJtun1YtSN7128QgiUBv+w3/tjVaQjm4f7uD3TrwCcv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WIF1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ClscA&#10;AADeAAAADwAAAGRycy9kb3ducmV2LnhtbESP3WrCQBSE74W+w3IEb0Q39Q+bukopiAoKrRZ6e8we&#10;k2D2bMiuMb69KwheDjPzDTNbNKYQNVUut6zgvR+BIE6szjlV8HdY9qYgnEfWWFgmBTdysJi/tWYY&#10;a3vlX6r3PhUBwi5GBZn3ZSylSzIy6Pq2JA7eyVYGfZBVKnWF1wA3hRxE0UQazDksZFjSd0bJeX8x&#10;Cuqf7TFd167cnKddNx4eV6ud/leq026+PkF4avwr/GyvtYLBcPQxgcedc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8wpb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wZEMkA&#10;AADeAAAADwAAAGRycy9kb3ducmV2LnhtbESPT2sCMRTE7wW/Q3hCbzXr1lZdjVILBS8F/x309tw8&#10;dxc3L9sk1bWfvikUPA4z8xtmOm9NLS7kfGVZQb+XgCDOra64ULDbfjyNQPiArLG2TApu5GE+6zxM&#10;MdP2ymu6bEIhIoR9hgrKEJpMSp+XZND3bEMcvZN1BkOUrpDa4TXCTS3TJHmVBiuOCyU29F5Sft58&#10;GwWL8WjxtRrw58/6eKDD/nh+SV2i1GO3fZuACNSGe/i/vdQK0ufBeAh/d+IVkL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FwZEMkAAADeAAAADwAAAAAAAAAAAAAAAACYAgAA&#10;ZHJzL2Rvd25yZXYueG1sUEsFBgAAAAAEAAQA9QAAAI4DAAAAAA==&#10;" fillcolor="black" stroked="f"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CDYsYA&#10;AADeAAAADwAAAGRycy9kb3ducmV2LnhtbERPPW/CMBDdkfgP1iGxgdPQIppiUClFqlQYoAyM1/ia&#10;WInPUWwg7a/HQyXGp/c9X3a2FhdqvXGs4GGcgCDOnTZcKDh+bUYzED4ga6wdk4Jf8rBc9HtzzLS7&#10;8p4uh1CIGMI+QwVlCE0mpc9LsujHriGO3I9rLYYI20LqFq8x3NYyTZKptGg4NpTY0FtJeXU4WwWn&#10;z6mZ7Q2l39u/1bvePlWr3bpSajjoXl9ABOrCXfzv/tAK0snjc9wb78Qr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CDY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5Ly8cA&#10;AADeAAAADwAAAGRycy9kb3ducmV2LnhtbESPQWsCMRSE7wX/Q3hCbzVbW0RXo4il6KUHbcXrY/Pc&#10;bHfzsiZRV399Uyj0OMzMN8xs0dlGXMiHyrGC50EGgrhwuuJSwdfn+9MYRIjIGhvHpOBGARbz3sMM&#10;c+2uvKXLLpYiQTjkqMDE2OZShsKQxTBwLXHyjs5bjEn6UmqP1wS3jRxm2UharDgtGGxpZaiod2er&#10;wC8Pb/Wdz/s6u3/cwvq7O43RKPXY75ZTEJG6+B/+a2+0guHL62QCv3fSF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eS8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OB8YA&#10;AADeAAAADwAAAGRycy9kb3ducmV2LnhtbESP22oCMRCG7wt9hzAFb6QmXbGHrVFKQRAqgtYHmG6m&#10;u0uTybKZ6urTm4tCL3/+E998OQSvjtSnNrKFh4kBRVxF13Jt4fC5un8GlQTZoY9MFs6UYLm4vZlj&#10;6eKJd3TcS63yCKcSLTQiXal1qhoKmCaxI87ed+wDSpZ9rV2PpzwevC6MedQBW84PDXb03lD1s/8N&#10;Fnzx5V8+ntJGzge9MZcgu/HWWTu6G95eQQkN8h/+a6+dhWI6Mxkg42QU0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7OB8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IqxscA&#10;AADeAAAADwAAAGRycy9kb3ducmV2LnhtbESPQWsCMRSE74X+h/AKvdWsW1rKapS2IuylB7eK1+fm&#10;uVlMXpZNqqu/3ghCj8PMfMNM54Oz4kh9aD0rGI8yEMS11y03Cta/y5cPECEia7SeScGZAsxnjw9T&#10;LLQ/8YqOVWxEgnAoUIGJsSukDLUhh2HkO+Lk7X3vMCbZN1L3eEpwZ2WeZe/SYctpwWBH34bqQ/Xn&#10;FCyqzubr0nyF7eZnt7PlZUnbhVLPT8PnBESkIf6H7+1SK8hf37Ix3O6kK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0iKsb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UGh8YA&#10;AADeAAAADwAAAGRycy9kb3ducmV2LnhtbESPzWrDMBCE74W8g9hAb41UlyTFjWxCaCCQU/NzyG2R&#10;NrZTa2UsNXbfvioUehxm5htmVY6uFXfqQ+NZw/NMgSA23jZcaTgdt0+vIEJEtth6Jg3fFKAsJg8r&#10;zK0f+IPuh1iJBOGQo4Y6xi6XMpiaHIaZ74iTd/W9w5hkX0nb45DgrpWZUgvpsOG0UGNHm5rM5+HL&#10;abht5d4bheZ8Og87u7y8L6hVWj9Ox/UbiEhj/A//tXdWQ/YyVxn83klXQB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UGh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Qe8YA&#10;AADeAAAADwAAAGRycy9kb3ducmV2LnhtbESPQWvCQBSE7wX/w/IEb3VjQotEV1FBkJYeqkU8PrPP&#10;JCT7Nuyumv77riD0OMzMN8x82ZtW3Mj52rKCyTgBQVxYXXOp4OewfZ2C8AFZY2uZFPySh+Vi8DLH&#10;XNs7f9NtH0oRIexzVFCF0OVS+qIig35sO+LoXawzGKJ0pdQO7xFuWpkmybs0WHNcqLCjTUVFs78a&#10;BafrJ1++so+VW4ej7Q++Sc/TRqnRsF/NQATqw3/42d5pBWn2lmTwuBOv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FQe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UdfckA&#10;AADeAAAADwAAAGRycy9kb3ducmV2LnhtbESPQWsCMRSE74X+h/AKvXWTbrXoapRaKPRSUNtDvT03&#10;r7uLm5dtkurWX28EweMwM98w03lvW7EnHxrHGh4zBYK4dKbhSsPX59vDCESIyAZbx6ThnwLMZ7c3&#10;UyyMO/CK9utYiQThUKCGOsaukDKUNVkMmeuIk/fjvMWYpK+k8XhIcNvKXKlnabHhtFBjR681lbv1&#10;n9WwGI8Wv8sBfxxX2w1tvre7Ye6V1vd3/csERKQ+XsOX9rvRkD8N1QDOd9IVkLMT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mUdfckAAADeAAAADwAAAAAAAAAAAAAAAACYAgAA&#10;ZHJzL2Rvd25yZXYueG1sUEsFBgAAAAAEAAQA9QAAAI4DAAAAAA==&#10;" fillcolor="black" stroked="f"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zTMYA&#10;AADeAAAADwAAAGRycy9kb3ducmV2LnhtbESPzWrDMBCE74W+g9hCb43chJTgRAkmEFJ6cn5Krxtr&#10;Y5laKyOpivv2VaHQ4zAz3zCrzWh7kciHzrGC50kBgrhxuuNWwfm0e1qACBFZY++YFHxTgM36/m6F&#10;pXY3PlA6xlZkCIcSFZgYh1LK0BiyGCZuIM7e1XmLMUvfSu3xluG2l9OieJEWO84LBgfaGmo+j19W&#10;Qbps62qWPpI5vPmq9a7ev19qpR4fxmoJItIY/8N/7VetYDqbF3P4vZOv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+zT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FpMscA&#10;AADeAAAADwAAAGRycy9kb3ducmV2LnhtbESPQUvDQBSE70L/w/IK3uymlQZNsylSVGov1bSgx0f2&#10;NRvMvg3ZNY3+ercgeBxm5hsmX4+2FQP1vnGsYD5LQBBXTjdcKzgenm7uQPiArLF1TAq+ycO6mFzl&#10;mGl35jcaylCLCGGfoQITQpdJ6StDFv3MdcTRO7neYoiyr6Xu8RzhtpWLJEmlxYbjgsGONoaqz/LL&#10;KvDzzeP7zv7cDx/Phvfli0lfa6PU9XR8WIEINIb/8F97qxUsbpdJCpc78QrI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haTL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14507" w:rsidRDefault="00C14507" w:rsidP="00C145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4507" w:rsidRPr="003B50D1" w:rsidRDefault="00C14507" w:rsidP="00C1450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14507" w:rsidRPr="003B50D1" w:rsidRDefault="00C14507" w:rsidP="00C1450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14507" w:rsidRPr="003B50D1" w:rsidRDefault="00C14507" w:rsidP="00C1450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C14507" w:rsidRPr="003B50D1" w:rsidRDefault="00C14507" w:rsidP="00C1450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14507" w:rsidRPr="003B50D1" w:rsidRDefault="00C14507" w:rsidP="00C1450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C14507" w:rsidRPr="003B50D1" w:rsidRDefault="00C14507" w:rsidP="00C1450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Панцюк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Т. О.</w:t>
      </w: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Панцюк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Т. 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C14507" w:rsidRPr="003B50D1" w:rsidRDefault="00C14507" w:rsidP="00C1450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Панцюк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Тетяні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266C9" w:rsidRPr="008266C9">
        <w:rPr>
          <w:rFonts w:ascii="Times New Roman" w:eastAsia="Calibri" w:hAnsi="Times New Roman" w:cs="Times New Roman"/>
          <w:sz w:val="24"/>
        </w:rPr>
        <w:t>_</w:t>
      </w:r>
      <w:r w:rsidR="008266C9" w:rsidRPr="00B55C3B">
        <w:rPr>
          <w:rFonts w:ascii="Times New Roman" w:eastAsia="Calibri" w:hAnsi="Times New Roman" w:cs="Times New Roman"/>
          <w:sz w:val="24"/>
        </w:rPr>
        <w:t>______________________</w:t>
      </w:r>
      <w:bookmarkStart w:id="0" w:name="_GoBack"/>
      <w:bookmarkEnd w:id="0"/>
      <w:r w:rsidR="008266C9" w:rsidRPr="00B55C3B">
        <w:rPr>
          <w:rFonts w:ascii="Times New Roman" w:eastAsia="Calibri" w:hAnsi="Times New Roman" w:cs="Times New Roman"/>
          <w:sz w:val="24"/>
        </w:rPr>
        <w:t>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2,0000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 w:rsidRPr="00B01A79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 xml:space="preserve">, 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Панцюк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Т. О.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14507" w:rsidRPr="003B50D1" w:rsidRDefault="00C14507" w:rsidP="00C145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14507" w:rsidRPr="003B50D1" w:rsidRDefault="00C14507" w:rsidP="00C1450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14507" w:rsidRPr="003B50D1" w:rsidRDefault="00C14507" w:rsidP="00C145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14507" w:rsidRPr="003B50D1" w:rsidRDefault="00C14507" w:rsidP="00C1450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C14507" w:rsidRPr="003B50D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067" w:rsidRDefault="007C4067" w:rsidP="00C14507">
      <w:pPr>
        <w:spacing w:after="0" w:line="240" w:lineRule="auto"/>
      </w:pPr>
      <w:r>
        <w:separator/>
      </w:r>
    </w:p>
  </w:endnote>
  <w:endnote w:type="continuationSeparator" w:id="0">
    <w:p w:rsidR="007C4067" w:rsidRDefault="007C4067" w:rsidP="00C1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067" w:rsidRDefault="007C4067" w:rsidP="00C14507">
      <w:pPr>
        <w:spacing w:after="0" w:line="240" w:lineRule="auto"/>
      </w:pPr>
      <w:r>
        <w:separator/>
      </w:r>
    </w:p>
  </w:footnote>
  <w:footnote w:type="continuationSeparator" w:id="0">
    <w:p w:rsidR="007C4067" w:rsidRDefault="007C4067" w:rsidP="00C145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507"/>
    <w:rsid w:val="00010F37"/>
    <w:rsid w:val="007C4067"/>
    <w:rsid w:val="008266C9"/>
    <w:rsid w:val="00934EB6"/>
    <w:rsid w:val="009B706A"/>
    <w:rsid w:val="00B55C3B"/>
    <w:rsid w:val="00C1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07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C1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C14507"/>
    <w:rPr>
      <w:rFonts w:eastAsiaTheme="minorHAnsi"/>
      <w:lang w:val="uk-UA" w:eastAsia="en-US"/>
    </w:rPr>
  </w:style>
  <w:style w:type="paragraph" w:styleId="af5">
    <w:name w:val="footer"/>
    <w:basedOn w:val="a"/>
    <w:link w:val="af6"/>
    <w:uiPriority w:val="99"/>
    <w:unhideWhenUsed/>
    <w:rsid w:val="00C1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C14507"/>
    <w:rPr>
      <w:rFonts w:eastAsiaTheme="minorHAnsi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07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C1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C14507"/>
    <w:rPr>
      <w:rFonts w:eastAsiaTheme="minorHAnsi"/>
      <w:lang w:val="uk-UA" w:eastAsia="en-US"/>
    </w:rPr>
  </w:style>
  <w:style w:type="paragraph" w:styleId="af5">
    <w:name w:val="footer"/>
    <w:basedOn w:val="a"/>
    <w:link w:val="af6"/>
    <w:uiPriority w:val="99"/>
    <w:unhideWhenUsed/>
    <w:rsid w:val="00C1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C14507"/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777</cp:lastModifiedBy>
  <cp:revision>5</cp:revision>
  <dcterms:created xsi:type="dcterms:W3CDTF">2022-02-11T14:01:00Z</dcterms:created>
  <dcterms:modified xsi:type="dcterms:W3CDTF">2022-02-14T09:39:00Z</dcterms:modified>
</cp:coreProperties>
</file>