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785" w:rsidRDefault="00626785" w:rsidP="00626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26785" w:rsidRDefault="003B70B3" w:rsidP="00626785">
      <w:pPr>
        <w:jc w:val="both"/>
        <w:rPr>
          <w:rFonts w:ascii="Times New Roman" w:hAnsi="Times New Roman" w:cs="Times New Roman"/>
        </w:rPr>
      </w:pPr>
      <w:r w:rsidRPr="003B70B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26785" w:rsidRDefault="00626785" w:rsidP="006267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26785" w:rsidRDefault="00626785" w:rsidP="006267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6785" w:rsidRDefault="00626785" w:rsidP="0062678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6785" w:rsidRDefault="00626785" w:rsidP="006267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6785" w:rsidRDefault="00626785" w:rsidP="006267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26785" w:rsidRDefault="00626785" w:rsidP="0062678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26785" w:rsidRDefault="00626785" w:rsidP="006267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26785" w:rsidRDefault="00626785" w:rsidP="006267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26785" w:rsidRDefault="00626785" w:rsidP="006267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6785" w:rsidRDefault="00626785" w:rsidP="006267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26785" w:rsidRDefault="00626785" w:rsidP="0062678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6785" w:rsidRDefault="00626785" w:rsidP="0062678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26785" w:rsidRDefault="00626785" w:rsidP="0062678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6785" w:rsidRDefault="00626785" w:rsidP="0062678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6785" w:rsidRDefault="00626785" w:rsidP="0062678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626785" w:rsidRPr="00062C82" w:rsidRDefault="00626785" w:rsidP="00626785">
      <w:pPr>
        <w:rPr>
          <w:rFonts w:ascii="Times New Roman" w:hAnsi="Times New Roman" w:cs="Times New Roman"/>
        </w:rPr>
      </w:pPr>
    </w:p>
    <w:p w:rsidR="00626785" w:rsidRPr="00F45345" w:rsidRDefault="00626785" w:rsidP="006267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45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626785" w:rsidRPr="00F45345" w:rsidRDefault="00626785" w:rsidP="006267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45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626785" w:rsidRPr="00F45345" w:rsidRDefault="00626785" w:rsidP="006267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45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626785" w:rsidRPr="00F45345" w:rsidRDefault="00626785" w:rsidP="0062678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45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F45345">
        <w:rPr>
          <w:rFonts w:ascii="Times New Roman" w:hAnsi="Times New Roman" w:cs="Times New Roman"/>
          <w:b/>
          <w:sz w:val="24"/>
          <w:szCs w:val="24"/>
        </w:rPr>
        <w:t>Майструк</w:t>
      </w:r>
      <w:proofErr w:type="spellEnd"/>
      <w:r w:rsidRPr="00F45345">
        <w:rPr>
          <w:rFonts w:ascii="Times New Roman" w:hAnsi="Times New Roman" w:cs="Times New Roman"/>
          <w:b/>
          <w:sz w:val="24"/>
          <w:szCs w:val="24"/>
        </w:rPr>
        <w:t xml:space="preserve"> Л.В.</w:t>
      </w:r>
    </w:p>
    <w:p w:rsidR="00626785" w:rsidRPr="00F45345" w:rsidRDefault="00626785" w:rsidP="006267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6785" w:rsidRPr="00F45345" w:rsidRDefault="00626785" w:rsidP="0062678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26785" w:rsidRPr="00F45345" w:rsidRDefault="00626785" w:rsidP="00626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345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F45345">
        <w:rPr>
          <w:rFonts w:ascii="Times New Roman" w:hAnsi="Times New Roman" w:cs="Times New Roman"/>
          <w:sz w:val="24"/>
          <w:szCs w:val="24"/>
        </w:rPr>
        <w:t>Майструк</w:t>
      </w:r>
      <w:proofErr w:type="spellEnd"/>
      <w:r w:rsidRPr="00F45345">
        <w:rPr>
          <w:rFonts w:ascii="Times New Roman" w:hAnsi="Times New Roman" w:cs="Times New Roman"/>
          <w:sz w:val="24"/>
          <w:szCs w:val="24"/>
        </w:rPr>
        <w:t xml:space="preserve"> Л.В., сільська  рада</w:t>
      </w:r>
    </w:p>
    <w:p w:rsidR="00626785" w:rsidRPr="00F45345" w:rsidRDefault="00626785" w:rsidP="00626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345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626785" w:rsidRPr="00F45345" w:rsidRDefault="00626785" w:rsidP="00626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345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F45345">
        <w:rPr>
          <w:rFonts w:ascii="Times New Roman" w:hAnsi="Times New Roman" w:cs="Times New Roman"/>
          <w:sz w:val="24"/>
          <w:szCs w:val="24"/>
        </w:rPr>
        <w:t>Майструк</w:t>
      </w:r>
      <w:proofErr w:type="spellEnd"/>
      <w:r w:rsidRPr="00F45345">
        <w:rPr>
          <w:rFonts w:ascii="Times New Roman" w:hAnsi="Times New Roman" w:cs="Times New Roman"/>
          <w:sz w:val="24"/>
          <w:szCs w:val="24"/>
        </w:rPr>
        <w:t xml:space="preserve"> Ларисі Василівні,  яка зареєстрована за адресою: </w:t>
      </w:r>
      <w:r w:rsidR="009F5400" w:rsidRPr="009F5400">
        <w:rPr>
          <w:rFonts w:ascii="Times New Roman" w:hAnsi="Times New Roman" w:cs="Times New Roman"/>
          <w:sz w:val="24"/>
          <w:szCs w:val="24"/>
        </w:rPr>
        <w:t>________________</w:t>
      </w:r>
      <w:r w:rsidRPr="00F45345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9F5400" w:rsidRPr="009F5400">
        <w:rPr>
          <w:rFonts w:ascii="Times New Roman" w:hAnsi="Times New Roman" w:cs="Times New Roman"/>
          <w:sz w:val="24"/>
          <w:szCs w:val="24"/>
        </w:rPr>
        <w:t>_______________</w:t>
      </w:r>
      <w:r w:rsidRPr="00F45345"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0,1187га, (кадастровий номер: 6823984000:02:001:0043), для ведення особистого селянського господарства, яка розташована Хмельницька область, </w:t>
      </w:r>
      <w:proofErr w:type="spellStart"/>
      <w:r w:rsidRPr="00F4534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45345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F45345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F45345">
        <w:rPr>
          <w:rFonts w:ascii="Times New Roman" w:hAnsi="Times New Roman" w:cs="Times New Roman"/>
          <w:sz w:val="24"/>
          <w:szCs w:val="24"/>
        </w:rPr>
        <w:t>.</w:t>
      </w:r>
    </w:p>
    <w:p w:rsidR="00626785" w:rsidRPr="00F45345" w:rsidRDefault="00626785" w:rsidP="00626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4534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45345">
        <w:rPr>
          <w:rFonts w:ascii="Times New Roman" w:hAnsi="Times New Roman" w:cs="Times New Roman"/>
          <w:sz w:val="24"/>
          <w:szCs w:val="24"/>
        </w:rPr>
        <w:t>Майструк</w:t>
      </w:r>
      <w:proofErr w:type="spellEnd"/>
      <w:r w:rsidRPr="00F45345">
        <w:rPr>
          <w:rFonts w:ascii="Times New Roman" w:hAnsi="Times New Roman" w:cs="Times New Roman"/>
          <w:sz w:val="24"/>
          <w:szCs w:val="24"/>
        </w:rPr>
        <w:t xml:space="preserve"> Л.В., посвідчити своє право  в  установленому  законом  порядку.</w:t>
      </w:r>
    </w:p>
    <w:p w:rsidR="00626785" w:rsidRPr="00F45345" w:rsidRDefault="00626785" w:rsidP="00626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345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26785" w:rsidRPr="00626785" w:rsidRDefault="00626785" w:rsidP="0062678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26785" w:rsidRPr="00F45345" w:rsidRDefault="00626785" w:rsidP="006267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202FD" w:rsidRPr="00626785" w:rsidRDefault="00626785" w:rsidP="0062678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45345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F45345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F45345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D202FD" w:rsidRPr="00626785" w:rsidSect="00D202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26785"/>
    <w:rsid w:val="00171A2E"/>
    <w:rsid w:val="002263E9"/>
    <w:rsid w:val="00304C90"/>
    <w:rsid w:val="003B70B3"/>
    <w:rsid w:val="003F203A"/>
    <w:rsid w:val="00505B6D"/>
    <w:rsid w:val="00626785"/>
    <w:rsid w:val="006D3977"/>
    <w:rsid w:val="007D6C18"/>
    <w:rsid w:val="009F5400"/>
    <w:rsid w:val="00D1641A"/>
    <w:rsid w:val="00D20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78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254</Words>
  <Characters>1453</Characters>
  <Application>Microsoft Office Word</Application>
  <DocSecurity>0</DocSecurity>
  <Lines>12</Lines>
  <Paragraphs>3</Paragraphs>
  <ScaleCrop>false</ScaleCrop>
  <Company>Microsoft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2019-12-11T11:36:00Z</dcterms:created>
  <dcterms:modified xsi:type="dcterms:W3CDTF">2019-12-11T12:05:00Z</dcterms:modified>
</cp:coreProperties>
</file>