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A7F" w:rsidRPr="003B50D1" w:rsidRDefault="00481A7F" w:rsidP="00481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481A7F" w:rsidRPr="003B50D1" w:rsidRDefault="00481A7F" w:rsidP="00481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481A7F" w:rsidRDefault="00481A7F" w:rsidP="00481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81A7F" w:rsidRDefault="00481A7F" w:rsidP="00481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81A7F" w:rsidRPr="003B50D1" w:rsidRDefault="00481A7F" w:rsidP="00481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9FD4681" wp14:editId="44868B2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667" name="Группа 2266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668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69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0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1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2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3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4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5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6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7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8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79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0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1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2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3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4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5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6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87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8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9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81A7F" w:rsidRDefault="00481A7F" w:rsidP="00481A7F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667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v4Jy78A&#10;AADeAAAADwAAAGRycy9kb3ducmV2LnhtbERPSwrCMBDdC94hjOBOUytUqUYRUXEhiL/90IxtsZmU&#10;Jmq9vVkILh/vP1+2phIvalxpWcFoGIEgzqwuOVdwvWwHUxDOI2usLJOCDzlYLrqdOabavvlEr7PP&#10;RQhhl6KCwvs6ldJlBRl0Q1sTB+5uG4M+wCaXusF3CDeVjKMokQZLDg0F1rQuKHucn0aBHe/2h1se&#10;n8YbnnheHaf3W3tQqt9rVzMQnlr/F//ce60gjpMk7A13whWQiy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2/gnLvwAAAN4AAAAPAAAAAAAAAAAAAAAAAJgCAABkcnMvZG93bnJl&#10;di54bWxQSwUGAAAAAAQABAD1AAAAhA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Ye88kA&#10;AADeAAAADwAAAGRycy9kb3ducmV2LnhtbESPQUsDMRSE74L/ITzBS2mz3cNqt02LFLZaD0JrodfH&#10;5rlZ3bwsSWy3/fVGEDwOM/MNs1gNthMn8qF1rGA6yUAQ10633Cg4vFfjRxAhImvsHJOCCwVYLW9v&#10;Flhqd+YdnfaxEQnCoUQFJsa+lDLUhiyGieuJk/fhvMWYpG+k9nhOcNvJPMsKabHltGCwp7Wh+mv/&#10;bRV8Vm/muH64bvxotqPrqHp97raFUvd3w9McRKQh/of/2i9aQZ4XxQx+76QrIJ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3Ye8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YaFssMA&#10;AADeAAAADwAAAGRycy9kb3ducmV2LnhtbESPz2rCQBDG74W+wzKFXkrdNIIt0VWkqIgXUfsAQ3bM&#10;BrOzIbua9O2dg+Dx4/vHb7YYfKNu1MU6sIGvUQaKuAy25srA32n9+QMqJmSLTWAy8E8RFvPXlxkW&#10;NvR8oNsxVUpGOBZowKXUFlrH0pHHOAotsXjn0HlMIrtK2w57GfeNzrNsoj3WLA8OW/p1VF6OVy8n&#10;+zHud+f+tN4M2ONq5/hjeTDm/W1YTkElGtIz/GhvrYE8n3wLgOAICu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YaFssMAAADeAAAADwAAAAAAAAAAAAAAAACYAgAAZHJzL2Rv&#10;d25yZXYueG1sUEsFBgAAAAAEAAQA9QAAAIg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041E8YA&#10;AADeAAAADwAAAGRycy9kb3ducmV2LnhtbESPQUvDQBSE70L/w/IEb3bTUFOJ3ZZSK4jgwSqIt0f2&#10;NQlm3y67zyb+e1cQPA4z8w2z3k5uUGeKqfdsYDEvQBE33vbcGnh7fbi+BZUE2eLgmQx8U4LtZnax&#10;xtr6kV/ofJRWZQinGg10IqHWOjUdOUxzH4izd/LRoWQZW20jjhnuBl0WRaUd9pwXOgy076j5PH45&#10;A8/jITytqptT+IjLUqd7K+97MebqctrdgRKa5D/81360BsqyWi3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041E8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i+XsQA&#10;AADeAAAADwAAAGRycy9kb3ducmV2LnhtbESP3YrCMBCF7xd8hzAL3ixragWVrlFEVBZvpOoDDM3Y&#10;lG0mpYm2vv1GELw8nJ+Ps1j1thZ3an3lWMF4lIAgLpyuuFRwOe++5yB8QNZYOyYFD/KwWg4+Fphp&#10;13FO91MoRRxhn6ECE0KTSekLQxb9yDXE0bu61mKIsi2lbrGL47aWaZJMpcWKI8FgQxtDxd/pZiPk&#10;OMHj4dqdd/seO9weDH+tc6WGn/36B0SgPrzDr/avVpCm01kKzzvxCs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4Yvl7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NAO/8YA&#10;AADeAAAADwAAAGRycy9kb3ducmV2LnhtbESPQUvDQBSE70L/w/IK3uzGqKnEbktpFUTwYBXE2yP7&#10;mgSzb5fdZxP/vSsIHoeZ+YZZbSY3qBPF1Hs2cLkoQBE33vbcGnh7fbi4BZUE2eLgmQx8U4LNena2&#10;wtr6kV/odJBWZQinGg10IqHWOjUdOUwLH4izd/TRoWQZW20jjhnuBl0WRaUd9pwXOgy066j5PHw5&#10;A8/jfXhaVjfH8BGvS532Vt53Ysz5fNregRKa5D/81360BsqyWl7B7518BfT6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NAO/8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yLYsgA&#10;AADeAAAADwAAAGRycy9kb3ducmV2LnhtbESPX0vDMBTF3wW/Q7jCXmRL7XSTumy4QVCYMPYHfL00&#10;d22xuSlJttZvbwTBx8M553c4i9VgW3ElHxrHCh4mGQji0pmGKwWnox4/gwgR2WDrmBR8U4DV8vZm&#10;gYVxPe/peoiVSBAOBSqoY+wKKUNZk8UwcR1x8s7OW4xJ+koaj32C21bmWTaTFhtOCzV2tKmp/Dpc&#10;rIL1rq+m/r5cD257fvt80troD63U6G54fQERaYj/4b/2u1GQ57P5I/zeSVdALn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PIti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BkBsUA&#10;AADeAAAADwAAAGRycy9kb3ducmV2LnhtbESPUWvCMBSF3wf+h3AF32ZqmU6qUcRRkLGXOX/Apbk2&#10;1eamJLHWf28Ggz0ezjnf4ay3g21FTz40jhXMphkI4srphmsFp5/ydQkiRGSNrWNS8KAA283oZY2F&#10;dnf+pv4Ya5EgHApUYGLsCilDZchimLqOOHln5y3GJH0ttcd7gttW5lm2kBYbTgsGO9obqq7Hm1VQ&#10;fuZf/fWmfel2w5ulubksP4xSk/GwW4GINMT/8F/7oBXk+eJ9Dr930hWQm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QG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aKwjscA&#10;AADeAAAADwAAAGRycy9kb3ducmV2LnhtbESPUUvDMBSF3wX/Q7iDvciWWrGOumw4ISg4GG4DXy/N&#10;XVvW3JQkW+u/N4Lg4+Gc8x3Ocj3aTlzJh9axgvt5BoK4cqblWsHxoGcLECEiG+wck4JvCrBe3d4s&#10;sTRu4E+67mMtEoRDiQqaGPtSylA1ZDHMXU+cvJPzFmOSvpbG45DgtpN5lhXSYstpocGeXhuqzvuL&#10;VbDZDfWDv6s2o/s4vX09am30Vis1nYwvzyAijfE//Nd+NwryvHgq4PdOug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GisI7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t5f6sUA&#10;AADeAAAADwAAAGRycy9kb3ducmV2LnhtbESP3WoCMRSE7wXfIRyhd5rtUn/YGkWUhVK8qfoAh83p&#10;ZuvmZEniun37RhB6OczMN8x6O9hW9ORD41jB6ywDQVw53XCt4HIupysQISJrbB2Tgl8KsN2MR2ss&#10;tLvzF/WnWIsE4VCgAhNjV0gZKkMWw8x1xMn7dt5iTNLXUnu8J7htZZ5lC2mx4bRgsKO9oep6ulkF&#10;5Wd+7K837Uu3G94szc3P6mCUepkMu3cQkYb4H362P7SCPF8sl/C4k66A3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23l/q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Y9VcMEA&#10;AADeAAAADwAAAGRycy9kb3ducmV2LnhtbERPzYrCMBC+L/gOYYS9ral1rVKbigguetzqAwzN2Bab&#10;SW2irW9vDgt7/Pj+s+1oWvGk3jWWFcxnEQji0uqGKwWX8+FrDcJ5ZI2tZVLwIgfbfPKRYartwL/0&#10;LHwlQgi7FBXU3neplK6syaCb2Y44cFfbG/QB9pXUPQ4h3LQyjqJEGmw4NNTY0b6m8lY8jILv1/Bz&#10;L5a36KANzU+L7sS+XCr1OR13GxCeRv8v/nMftYI4TlZhb7gTroDM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VXDBAAAA3g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MHmRMYA&#10;AADeAAAADwAAAGRycy9kb3ducmV2LnhtbESPQWvCQBSE7wX/w/IKvTWb5pDW1FVESZGebIyeH9ln&#10;Epp9G7Ibjf/eFQo9DjPzDbNYTaYTFxpca1nBWxSDIK6sbrlWUB7y1w8QziNr7CyTghs5WC1nTwvM&#10;tL3yD10KX4sAYZehgsb7PpPSVQ0ZdJHtiYN3toNBH+RQSz3gNcBNJ5M4TqXBlsNCgz1tGqp+i9Eo&#10;GNNTUvL5W++L7e1rvs3XTh5rpV6ep/UnCE+T/w//tXdaQZKk73N43AlX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MHmR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GP48cA&#10;AADeAAAADwAAAGRycy9kb3ducmV2LnhtbESPzWrCQBSF94W+w3AL7uqkUUKMjmILhepCadSFu9vM&#10;bZKauZNmphrf3lkIXR7OH99s0ZtGnKlztWUFL8MIBHFhdc2lgv3u/TkF4TyyxsYyKbiSg8X88WGG&#10;mbYX/qRz7ksRRthlqKDyvs2kdEVFBt3QtsTB+7adQR9kV0rd4SWMm0bGUZRIgzWHhwpbequoOOV/&#10;RsFhmyaT7etq/LPefOHI6N+jrhOlBk/9cgrCU+//w/f2h1YQx0kaAAJOQA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NBj+P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S97MYA&#10;AADeAAAADwAAAGRycy9kb3ducmV2LnhtbESPT2vCQBTE74V+h+UVvNWNsYQQ3Uj/UFt60ih4fWSf&#10;STD7NmS3Mfrp3ULB4zAzv2GWq9G0YqDeNZYVzKYRCOLS6oYrBfvd53MKwnlkja1lUnAhB6v88WGJ&#10;mbZn3tJQ+EoECLsMFdTed5mUrqzJoJvajjh4R9sb9EH2ldQ9ngPctDKOokQabDgs1NjRe03lqfg1&#10;Cq7JATfuK377mGtPl5d0bX82a6UmT+PrAoSn0d/D/+1vrSCOk3QGf3fCFZD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S97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h9KNcUA&#10;AADeAAAADwAAAGRycy9kb3ducmV2LnhtbESP0WoCMRRE3wv+Q7iCbzVrsKKrUaQo+Na6+gGXzTW7&#10;uLlZN6mu/fqmUOjjMDNnmNWmd424Uxdqzxom4wwEcelNzVbD+bR/nYMIEdlg45k0PCnAZj14WWFu&#10;/IOPdC+iFQnCIUcNVYxtLmUoK3IYxr4lTt7Fdw5jkp2VpsNHgrtGqiybSYc1p4UKW3qvqLwWX07D&#10;zas30xc7/LjuFp+1tdPb93Gq9WjYb5cgIvXxP/zXPhgNSs3mCn7vpCsg1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H0o1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+JRcYA&#10;AADeAAAADwAAAGRycy9kb3ducmV2LnhtbESPwW7CMBBE75X6D9ZW4lacBjWEgEEUCYkrtAeOi70k&#10;ofE6xC6Efj1GqtTjaGbeaGaL3jbiQp2vHSt4GyYgiLUzNZcKvj7XrzkIH5ANNo5JwY08LObPTzMs&#10;jLvyli67UIoIYV+ggiqEtpDS64os+qFriaN3dJ3FEGVXStPhNcJtI9MkyaTFmuNChS2tKtLfux+r&#10;YFMf6D3Tx4nNP/R2/3sOo/HJKDV46ZdTEIH68B/+a2+MgjTN8hE87sQrIO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+JR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fo5sMA&#10;AADeAAAADwAAAGRycy9kb3ducmV2LnhtbERPW2vCMBR+H/gfwhn4NtMVEdcZyyoIDi8wN7bXQ3PW&#10;lDUnpclq/fdGEHz87nyLfLCN6KnztWMFz5MEBHHpdM2Vgq/P9dMchA/IGhvHpOBMHvLl6GGBmXYn&#10;/qD+GCoRS9hnqMCE0GZS+tKQRT9xLXHUfl1nMUTYVVJ3eIrltpFpksykxZrjgsGWVobKv+O/VdDj&#10;4Zz8mGL/8l7vyvRQfG915NX4cXh7BRFoCHfzLb3RCtJ0Np/C9U68AnJ5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fo5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aS58QA&#10;AADeAAAADwAAAGRycy9kb3ducmV2LnhtbESPQUsDMRSE74L/ITzBm80asJS1aSmFikddPXh8bl43&#10;WzfvLUnsrv56Iwgeh5n5hllv5zCoM8XUC1u4XVSgiFtxPXcWXl8ONytQKSM7HITJwhcl2G4uL9ZY&#10;O5n4mc5N7lSBcKrRgs95rLVOraeAaSEjcfGOEgPmImOnXcSpwMOgTVUtdcCey4LHkfae2o/mM1iY&#10;Htr3kzm+Of8dRzk0T3Iyg1h7fTXv7kFlmvN/+K/96CwYs1zdwe+dcgX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mkuf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Uwch8cA&#10;AADeAAAADwAAAGRycy9kb3ducmV2LnhtbESPS2vDMBCE74X8B7GF3hq5PrjGiRLyaCCUlpLXfWNt&#10;bCfSylhK4v77qlDocZiZb5jxtLdG3KjzjWMFL8MEBHHpdMOVgv1u9ZyD8AFZo3FMCr7Jw3QyeBhj&#10;od2dN3TbhkpECPsCFdQhtIWUvqzJoh+6ljh6J9dZDFF2ldQd3iPcGpkmSSYtNhwXamxpUVN52V6t&#10;gtXX0pzTz83sIMPi7fVo8vf58kOpp8d+NgIRqA//4b/2WitI0yzP4PdOvAJy8g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MHIf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fZkiMcA&#10;AADeAAAADwAAAGRycy9kb3ducmV2LnhtbESPQWvCQBSE74L/YXmCF6mbRrQhdZUiiAoKrS30+sy+&#10;JsHs25BdY/z3riD0OMzMN8x82ZlKtNS40rKC13EEgjizuuRcwc/3+iUB4TyyxsoyKbiRg+Wi35tj&#10;qu2Vv6g9+lwECLsUFRTe16mULivIoBvbmjh4f7Yx6INscqkbvAa4qWQcRTNpsOSwUGBNq4Ky8/Fi&#10;FLSf+1O+bV29OycjN52cNpuD/lVqOOg+3kF46vx/+NneagVxPEve4HEnXA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2ZIj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81A7F" w:rsidRDefault="00481A7F" w:rsidP="00481A7F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5ZtpcgA&#10;AADeAAAADwAAAGRycy9kb3ducmV2LnhtbESPQWvCQBSE74L/YXkFb7oxqMTUVbQgeBGq7aHentnX&#10;JJh9m+6umvbXu4VCj8PMfMMsVp1pxI2cry0rGI8SEMSF1TWXCt7ftsMMhA/IGhvLpOCbPKyW/d4C&#10;c23vfKDbMZQiQtjnqKAKoc2l9EVFBv3ItsTR+7TOYIjSlVI7vEe4aWSaJDNpsOa4UGFLLxUVl+PV&#10;KNjMs83X64T3P4fziU4f58s0dYlSg6du/QwiUBf+w3/tnVaQjufZBH7vxCsglw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Hlm2lyAAAAN4AAAAPAAAAAAAAAAAAAAAAAJgCAABk&#10;cnMvZG93bnJldi54bWxQSwUGAAAAAAQABAD1AAAAjQMAAAAA&#10;" fillcolor="black" stroked="f">
                  <v:textbox>
                    <w:txbxContent>
                      <w:p w:rsidR="00481A7F" w:rsidRDefault="00481A7F" w:rsidP="00481A7F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nGPsgA&#10;AADeAAAADwAAAGRycy9kb3ducmV2LnhtbESPQWvCQBSE7wX/w/KE3urGgJJGV1HbQqF60Pbg8Zl9&#10;Jkuyb0N2q9Ff3y0Uehxm5htmvuxtIy7UeeNYwXiUgCAunDZcKvj6fHvKQPiArLFxTApu5GG5GDzM&#10;Mdfuynu6HEIpIoR9jgqqENpcSl9UZNGPXEscvbPrLIYou1LqDq8RbhuZJslUWjQcFypsaVNRUR++&#10;rYLjx9Rke0PpaXtfv+rtpF7vXmqlHof9agYiUB/+w3/td60gHT9nE/i9E6+AXPw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GcY+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5k1e8YA&#10;AADeAAAADwAAAGRycy9kb3ducmV2LnhtbESPQWsCMRSE74X+h/AK3mpWD7LdGkUsohcPWsXrY/O6&#10;WXfzsk2irv76plDocZiZb5jpvLetuJIPtWMFo2EGgrh0uuZKweFz9ZqDCBFZY+uYFNwpwHz2/DTF&#10;Qrsb7+i6j5VIEA4FKjAxdoWUoTRkMQxdR5y8L+ctxiR9JbXHW4LbVo6zbCIt1pwWDHa0NFQ2+4tV&#10;4Benj+bBl2OTPbb3sD733zkapQYv/eIdRKQ+/of/2hutYDx6yyfweyddATn7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5k1e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6Qmq8cA&#10;AADeAAAADwAAAGRycy9kb3ducmV2LnhtbESP3WrCQBSE7wt9h+UUelPqxlz4k7pKKRQKimDqA5xm&#10;j0lw92zInmr06V2h0MthZr5hFqvBO3WiPraBDYxHGSjiKtiWawP778/XGagoyBZdYDJwoQir5ePD&#10;AgsbzryjUym1ShCOBRpoRLpC61g15DGOQkecvEPoPUqSfa1tj+cE907nWTbRHltOCw129NFQdSx/&#10;vQGX/7j5eho3ctnrTXb1snvZWmOen4b3N1BCg/yH/9pf1kA+ns+mcL+TroBe3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ukJq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vzg8MA&#10;AADeAAAADwAAAGRycy9kb3ducmV2LnhtbERPPW/CMBDdK/EfrKvUrThkqCDFIApCysJAALEe8TWO&#10;sM9R7ELKr8dDpY5P73u+HJwVN+pD61nBZJyBIK69brlRcDxs36cgQkTWaD2Tgl8KsFyMXuZYaH/n&#10;Pd2q2IgUwqFABSbGrpAy1IYchrHviBP37XuHMcG+kbrHewp3VuZZ9iEdtpwaDHa0NlRfqx+nYFN1&#10;Nj+W5iucT7vLxZaPLZ03Sr29DqtPEJGG+C/+c5daQT6ZTdPedCdd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vzg8MAAADe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LkLsUA&#10;AADeAAAADwAAAGRycy9kb3ducmV2LnhtbESPS4sCMRCE7wv+h9CCtzXRg4/RKCIrCHvydfDWJO3M&#10;6KQzTLLO+O83Cwsei6r6ilquO1eJJzWh9KxhNFQgiI23Jecazqfd5wxEiMgWK8+k4UUB1qvexxIz&#10;61s+0PMYc5EgHDLUUMRYZ1IGU5DDMPQ1cfJuvnEYk2xyaRtsE9xVcqzURDosOS0UWNO2IPM4/jgN&#10;95389kahuZwv7d5Or18TqpTWg363WYCI1MV3+L+9txrGo/lsDn930hW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jouQu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qkoCcYA&#10;AADeAAAADwAAAGRycy9kb3ducmV2LnhtbESPzWrCQBSF94LvMFyhO50khRJTR4mFQmnpQi2ly2vm&#10;moRk7oSZ0aRv31kUXB7OH99mN5le3Mj51rKCdJWAIK6sbrlW8HV6XeYgfEDW2FsmBb/kYbedzzZY&#10;aDvygW7HUIs4wr5ABU0IQyGlrxoy6Fd2II7exTqDIUpXS+1wjOOml1mSPEmDLceHBgd6aajqjlej&#10;4Of6wZfPx/fS7cO3nU6+y855p9TDYiqfQQSawj38337TCrJ0vY4AESeigN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qkoC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81A7F" w:rsidRDefault="00481A7F" w:rsidP="00481A7F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jhY4MgA&#10;AADeAAAADwAAAGRycy9kb3ducmV2LnhtbESPQWvCQBSE70L/w/IKvekmoRYTXaUKQi9CtT3U2zP7&#10;TILZt+nuVqO/vlsQehxm5htmtuhNK87kfGNZQTpKQBCXVjdcKfj8WA8nIHxA1thaJgVX8rCYPwxm&#10;WGh74S2dd6ESEcK+QAV1CF0hpS9rMuhHtiOO3tE6gyFKV0nt8BLhppVZkrxIgw3HhRo7WtVUnnY/&#10;RsEynyy/3595c9se9rT/OpzGmUuUenrsX6cgAvXhP3xvv2kFWZrnKfzdiVd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SOFjgyAAAAN4AAAAPAAAAAAAAAAAAAAAAAJgCAABk&#10;cnMvZG93bnJldi54bWxQSwUGAAAAAAQABAD1AAAAjQMAAAAA&#10;" fillcolor="black" stroked="f">
                  <v:textbox>
                    <w:txbxContent>
                      <w:p w:rsidR="00481A7F" w:rsidRDefault="00481A7F" w:rsidP="00481A7F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NPcYA&#10;AADeAAAADwAAAGRycy9kb3ducmV2LnhtbESPQUsDMRSE70L/Q3gFbzbbFcSuTctSKBVP21bx+rp5&#10;bhY3L0sS0/XfG0HwOMzMN8x6O9lBJPKhd6xguShAELdO99wpeD3v7x5BhIiscXBMCr4pwHYzu1lj&#10;pd2Vj5ROsRMZwqFCBSbGsZIytIYshoUbibP34bzFmKXvpPZ4zXA7yLIoHqTFnvOCwZF2htrP05dV&#10;kC67pr5P78kcX3zdedcc3i6NUrfzqX4CEWmK/+G/9rNWUC5XqxJ+7+QrID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VzNP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81A7F" w:rsidRDefault="00481A7F" w:rsidP="00481A7F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wsr8cA&#10;AADeAAAADwAAAGRycy9kb3ducmV2LnhtbESPQWvCQBSE7wX/w/IEb3UTC9JEVynSltZLNQr2+Mi+&#10;ZkOzb0N2jWl/vVsoeBxm5htmuR5sI3rqfO1YQTpNQBCXTtdcKTgeXu4fQfiArLFxTAp+yMN6Nbpb&#10;Yq7dhffUF6ESEcI+RwUmhDaX0peGLPqpa4mj9+U6iyHKrpK6w0uE20bOkmQuLdYcFwy2tDFUfhdn&#10;q8Cnm+fT1v5m/eer4Y/i3cx3lVFqMh6eFiACDeEW/m+/aQWzNMse4O9OvAJyd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K8LK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81A7F" w:rsidRDefault="00481A7F" w:rsidP="00481A7F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81A7F" w:rsidRPr="003B50D1" w:rsidRDefault="00481A7F" w:rsidP="00481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81A7F" w:rsidRPr="003B50D1" w:rsidRDefault="00481A7F" w:rsidP="00481A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481A7F" w:rsidRPr="003B50D1" w:rsidRDefault="00481A7F" w:rsidP="00481A7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81A7F" w:rsidRPr="003B50D1" w:rsidRDefault="00481A7F" w:rsidP="00481A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481A7F" w:rsidRPr="003B50D1" w:rsidRDefault="00481A7F" w:rsidP="00481A7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81A7F" w:rsidRPr="003B50D1" w:rsidRDefault="00481A7F" w:rsidP="00481A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1A7F" w:rsidRPr="003B50D1" w:rsidRDefault="00481A7F" w:rsidP="00481A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81A7F" w:rsidRPr="003B50D1" w:rsidRDefault="00481A7F" w:rsidP="00481A7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81A7F" w:rsidRPr="003B50D1" w:rsidRDefault="00481A7F" w:rsidP="00481A7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81A7F" w:rsidRPr="003B50D1" w:rsidRDefault="00481A7F" w:rsidP="00481A7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81A7F" w:rsidRPr="003B50D1" w:rsidRDefault="00481A7F" w:rsidP="00481A7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81A7F" w:rsidRPr="003B50D1" w:rsidRDefault="00481A7F" w:rsidP="00481A7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481A7F" w:rsidRPr="003B50D1" w:rsidRDefault="00481A7F" w:rsidP="00481A7F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81A7F" w:rsidRPr="003B50D1" w:rsidRDefault="00481A7F" w:rsidP="00481A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81A7F" w:rsidRPr="003B50D1" w:rsidRDefault="00481A7F" w:rsidP="00481A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481A7F" w:rsidRPr="003B50D1" w:rsidRDefault="00481A7F" w:rsidP="00481A7F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481A7F" w:rsidRPr="003B50D1" w:rsidRDefault="00481A7F" w:rsidP="00481A7F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B50D1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481A7F" w:rsidRPr="003B50D1" w:rsidRDefault="00481A7F" w:rsidP="00481A7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Калачу М. В.</w:t>
      </w:r>
    </w:p>
    <w:p w:rsidR="00481A7F" w:rsidRPr="003B50D1" w:rsidRDefault="00481A7F" w:rsidP="00481A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1A7F" w:rsidRPr="003B50D1" w:rsidRDefault="00481A7F" w:rsidP="00481A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1A7F" w:rsidRPr="003B50D1" w:rsidRDefault="00481A7F" w:rsidP="00481A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3B50D1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Калача М.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r w:rsidRPr="003B50D1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481A7F" w:rsidRPr="003B50D1" w:rsidRDefault="00481A7F" w:rsidP="00481A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481A7F" w:rsidRPr="003B50D1" w:rsidRDefault="00481A7F" w:rsidP="00481A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1A7F" w:rsidRPr="003B50D1" w:rsidRDefault="00481A7F" w:rsidP="00481A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1.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Калачу Михайлу Васильовичу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площею  0,2411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Крупець.</w:t>
      </w:r>
    </w:p>
    <w:p w:rsidR="00481A7F" w:rsidRPr="003B50D1" w:rsidRDefault="00481A7F" w:rsidP="00481A7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2.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Передати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Калачу Михайлу Васильовичу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</w:rPr>
        <w:t xml:space="preserve"> який  зареє</w:t>
      </w:r>
      <w:r>
        <w:rPr>
          <w:rFonts w:ascii="Times New Roman" w:eastAsia="Calibri" w:hAnsi="Times New Roman" w:cs="Times New Roman"/>
          <w:sz w:val="24"/>
        </w:rPr>
        <w:t xml:space="preserve">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B2298">
        <w:rPr>
          <w:rFonts w:ascii="Times New Roman" w:eastAsia="Calibri" w:hAnsi="Times New Roman" w:cs="Times New Roman"/>
          <w:sz w:val="24"/>
          <w:lang w:val="ru-RU"/>
        </w:rPr>
        <w:t>_________________________________________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2B2298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Calibri" w:hAnsi="Times New Roman" w:cs="Times New Roman"/>
          <w:sz w:val="24"/>
          <w:szCs w:val="24"/>
        </w:rPr>
        <w:t>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0,2411 га, кадастровий номер: 6823984000:01:009:0138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</w:t>
      </w:r>
      <w:r w:rsidRPr="003B50D1">
        <w:rPr>
          <w:rFonts w:ascii="Times New Roman" w:eastAsia="Calibri" w:hAnsi="Times New Roman" w:cs="Times New Roman"/>
          <w:sz w:val="24"/>
          <w:szCs w:val="24"/>
        </w:rPr>
        <w:t>ля будівництва і обслуговування житлового будинку, господарських будівель і споруд (присадибна ділянка)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>с. Крупець</w:t>
      </w:r>
      <w:r w:rsidRPr="003B50D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81A7F" w:rsidRPr="003B50D1" w:rsidRDefault="00481A7F" w:rsidP="0048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Калачу М. В.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481A7F" w:rsidRDefault="00481A7F" w:rsidP="0048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  <w:szCs w:val="24"/>
        </w:rPr>
        <w:t>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481A7F" w:rsidRDefault="00481A7F" w:rsidP="00481A7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481A7F" w:rsidRDefault="00481A7F" w:rsidP="00481A7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481A7F" w:rsidRDefault="00481A7F" w:rsidP="00481A7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481A7F" w:rsidRDefault="00481A7F" w:rsidP="00481A7F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481A7F" w:rsidRPr="00481A7F" w:rsidRDefault="00481A7F" w:rsidP="00481A7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481A7F" w:rsidRDefault="00481A7F" w:rsidP="00481A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9E23C8" w:rsidRDefault="009E23C8"/>
    <w:sectPr w:rsidR="009E23C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A7F"/>
    <w:rsid w:val="002B2298"/>
    <w:rsid w:val="00481A7F"/>
    <w:rsid w:val="009E2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A7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1A7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280</Words>
  <Characters>1596</Characters>
  <Application>Microsoft Office Word</Application>
  <DocSecurity>0</DocSecurity>
  <Lines>13</Lines>
  <Paragraphs>3</Paragraphs>
  <ScaleCrop>false</ScaleCrop>
  <Company/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2022-02-11T13:39:00Z</dcterms:created>
  <dcterms:modified xsi:type="dcterms:W3CDTF">2022-02-14T07:37:00Z</dcterms:modified>
</cp:coreProperties>
</file>