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657" w:rsidRPr="00B623A8" w:rsidRDefault="00605657" w:rsidP="0060565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5FFDFF" wp14:editId="289FF82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291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9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5657" w:rsidRDefault="00605657" w:rsidP="006056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mOxn3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DUsIA&#10;AADeAAAADwAAAGRycy9kb3ducmV2LnhtbERPTYvCMBC9C/6HMII3TW1h1WqUIioeBNFd70MztsVm&#10;Upqo9d+bhYW9zeN9znLdmVo8qXWVZQWTcQSCOLe64kLBz/duNAPhPLLG2jIpeJOD9arfW2Kq7YvP&#10;9Lz4QoQQdikqKL1vUildXpJBN7YNceButjXoA2wLqVt8hXBTyziKvqTBikNDiQ1tSsrvl4dRYJP9&#10;4Xgt4nOy5ann7DS7XbujUsNBly1AeOr8v/jPfdBhfjyfzOH3nXCDXH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tIN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ZS0ckA&#10;AADeAAAADwAAAGRycy9kb3ducmV2LnhtbESPT0/DMAzF70h8h8hIXCaW0sNg3bIJTSr/DpM2kHa1&#10;GtMUGqdKwlb26fEBiZstP7/3fsv16Ht1pJi6wAZupwUo4ibYjlsD72/1zT2olJEt9oHJwA8lWK8u&#10;L5ZY2XDiHR33uVViwqlCAy7nodI6NY48pmkYiOX2EaLHLGtstY14EnPf67IoZtpjx5LgcKCNo+Zr&#10;/+0NfNZbd9jcnR/jZL6j86R+fepfZsZcX40PC1CZxvwv/vt+tlK/nJcCIDg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CZS0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TS8YA&#10;AADeAAAADwAAAGRycy9kb3ducmV2LnhtbESPzWrDMBCE74W8g9hCLqWR40JJ3CjGhDoUX0J+HmCx&#10;NpaptTKWGjtvHxUKve0ys/PNbvLJduJGg28dK1guEhDEtdMtNwou5/J1BcIHZI2dY1JwJw/5dva0&#10;wUy7kY90O4VGxBD2GSowIfSZlL42ZNEvXE8ctasbLIa4Do3UA44x3HYyTZJ3abHlSDDY085Q/X36&#10;sRFyeMNDdR3P5X7CET8rwy/FUan581R8gAg0hX/z3/WXjvXTdbqE33fiDH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lTS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/YBsQA&#10;AADeAAAADwAAAGRycy9kb3ducmV2LnhtbERPTUsDMRC9C/6HMII3mzVo1bVpkaogQg/WQvE2bKa7&#10;i5tJSMbu+u+NIHibx/ucxWrygzpSyn1gC5ezChRxE1zPrYXd+/PFLagsyA6HwGThmzKslqcnC6xd&#10;GPmNjltpVQnhXKOFTiTWWuemI495FiJx4Q4heZQCU6tdwrGE+0Gbqpprjz2Xhg4jrTtqPrdf3sJm&#10;fIqvN/PrQ/xIV0bnRyf7tVh7fjY93IMSmuRf/Od+cWW+uTMGft8pN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v2A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dop8YA&#10;AADeAAAADwAAAGRycy9kb3ducmV2LnhtbESPzWrDMBCE74W8g9hCLqWRa0NJ3CjGhCQUX0J+HmCx&#10;NpaptTKWGjtvXxUKve0ys/PNrovJduJOg28dK3hbJCCIa6dbbhRcL/vXJQgfkDV2jknBgzwUm9nT&#10;GnPtRj7R/RwaEUPY56jAhNDnUvrakEW/cD1x1G5usBjiOjRSDzjGcNvJNEnepcWWI8FgT1tD9df5&#10;20bIMcNjdRsv+8OEI+4qwy/lSan581R+gAg0hX/z3/WnjvXTVZrB7ztxBr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dop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rl6cQA&#10;AADeAAAADwAAAGRycy9kb3ducmV2LnhtbERPTUsDMRC9C/0PYQrebNalVrs2LaVVEMGDVSjehs10&#10;d3EzCcnYXf+9EQRv83ifs9qMrldniqnzbOB6VoAirr3tuDHw/vZ4dQcqCbLF3jMZ+KYEm/XkYoWV&#10;9QO/0vkgjcohnCo00IqESutUt+QwzXwgztzJR4eSYWy0jTjkcNfrsigW2mHHuaHFQLuW6s/DlzPw&#10;MjyE59vFzSl8xHmp097KcSfGXE7H7T0ooVH+xX/uJ5vnl8tyDr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K5e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Ndm8UA&#10;AADeAAAADwAAAGRycy9kb3ducmV2LnhtbERPW2vCMBR+F/YfwhnsZWhqh+I6o+ggTNhgeIG9Hppj&#10;W9aclCSz3b83g4Fv5+O7nuV6sK24kA+NYwXTSQaCuHSm4UrB6ajHCxAhIhtsHZOCXwqwXt2NllgY&#10;1/OeLodYiRTCoUAFdYxdIWUoa7IYJq4jTtzZeYsxQV9J47FP4baVeZbNpcWGU0ONHb3WVH4ffqyC&#10;7WdfPfnHcju49/Pb10xroz+0Ug/3w+YFRKQh3sT/7p1J8/PnfAZ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w12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GJE8IA&#10;AADeAAAADwAAAGRycy9kb3ducmV2LnhtbERP3WrCMBS+H/gO4QjezdTiRKtRRCmMsZupD3Bojk21&#10;OSlJrN3bL4PB7s7H93s2u8G2oicfGscKZtMMBHHldMO1gsu5fF2CCBFZY+uYFHxTgN129LLBQrsn&#10;f1F/irVIIRwKVGBi7AopQ2XIYpi6jjhxV+ctxgR9LbXHZwq3rcyzbCEtNpwaDHZ0MFTdTw+roPzI&#10;P/v7Q/vS7Ye5pTdzWx6NUpPxsF+DiDTEf/Gf+12n+fkqX8D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YkT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1md8UA&#10;AADeAAAADwAAAGRycy9kb3ducmV2LnhtbERP32vCMBB+H+x/CDfYy9B0HdPZGWUOgsIGog58PZqz&#10;LWsuJcls/e/NYLC3+/h+3nw52FacyYfGsYLHcQaCuHSm4UrB10GPXkCEiGywdUwKLhRgubi9mWNh&#10;XM87Ou9jJVIIhwIV1DF2hZShrMliGLuOOHEn5y3GBH0ljcc+hdtW5lk2kRYbTg01dvReU/m9/7EK&#10;Vtu+evIP5WpwH6f18Vlroz+1Uvd3w9sriEhD/Bf/uTcmzc9n+RR+30k3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WZ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K4+sYA&#10;AADeAAAADwAAAGRycy9kb3ducmV2LnhtbESPQWvDMAyF74P9B6PBbqvTsI02q1tKS2CMXdb2B4hY&#10;i9PGcrDdNPv302Gwm8R7eu/TajP5Xo0UUxfYwHxWgCJugu24NXA61k8LUCkjW+wDk4EfSrBZ39+t&#10;sLLhxl80HnKrJIRThQZczkOldWoceUyzMBCL9h2ixyxrbLWNeJNw3+uyKF61x46lweFAO0fN5XD1&#10;BuqP8nO8XG2sw3Z69vTizou9M+bxYdq+gco05X/z3/W7FfxyWQq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K4+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CDicIA&#10;AADeAAAADwAAAGRycy9kb3ducmV2LnhtbERPzWrCQBC+F3yHZQRvdZNYpUY3UgqRejT2AYbsmASz&#10;s2l2a5K3dwsFb/Px/c7+MJpW3Kl3jWUF8TICQVxa3XCl4PuSv76DcB5ZY2uZFEzk4JDNXvaYajvw&#10;me6Fr0QIYZeigtr7LpXSlTUZdEvbEQfuanuDPsC+krrHIYSbViZRtJEGGw4NNXb0WVN5K36Ngrdp&#10;OP4U61uUa0PxadWd2JdrpRbz8WMHwtPon+J/95cO85NtsoW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cIO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GqZsYA&#10;AADeAAAADwAAAGRycy9kb3ducmV2LnhtbESPT2vCQBDF74LfYRnBm24aQWqaVaRiKT21UXsespM/&#10;NDsbsqvGb985FHqbYd689375bnSdutEQWs8GnpYJKOLS25ZrA+fTcfEMKkRki51nMvCgALvtdJJj&#10;Zv2dv+hWxFqJCYcMDTQx9pnWoWzIYVj6nlhulR8cRlmHWtsB72LuOp0myVo7bFkSGuzptaHyp7g6&#10;A9f1d3rm6sN+FofH2+Zw3Ad9qY2Zz8b9C6hIY/wX/32/W6mfblYCIDgyg9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GqZ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K/4MYA&#10;AADeAAAADwAAAGRycy9kb3ducmV2LnhtbERPTWvCQBC9C/6HZQRvulFL0DQbaQuC7aGi1UNvY3ZM&#10;0mZn0+yq6b93C0Jv83ifky47U4sLta6yrGAyjkAQ51ZXXCjYf6xGcxDOI2usLZOCX3KwzPq9FBNt&#10;r7yly84XIoSwS1BB6X2TSOnykgy6sW2IA3eyrUEfYFtI3eI1hJtaTqMolgYrDg0lNvRSUv69OxsF&#10;h808XmyeXx++3t6PODP651NXsVLDQff0CMJT5//Fd/dah/nTxWwCf++EG2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7K/4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m2A8QA&#10;AADeAAAADwAAAGRycy9kb3ducmV2LnhtbERPTWvCQBC9F/wPywi9NRtjkTRmFW2pFk82LfQ6ZMck&#10;mJ0N2a1Gf70rFHqbx/ucfDmYVpyod41lBZMoBkFcWt1wpeD76/0pBeE8ssbWMim4kIPlYvSQY6bt&#10;mT/pVPhKhBB2GSqove8yKV1Zk0EX2Y44cAfbG/QB9pXUPZ5DuGllEsczabDh0FBjR681lcfi1yi4&#10;zn5w77bJ+m2qPV2e043d7TdKPY6H1RyEp8H/i//cHzrMT16mCdzfCT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Ztg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x6NsMA&#10;AADeAAAADwAAAGRycy9kb3ducmV2LnhtbERPzWrCQBC+F3yHZQRvzcZoi0ZXKUXBW2v0AYbsuAlm&#10;Z2N21ejTdwuF3ubj+53lureNuFHna8cKxkkKgrh0umaj4HjYvs5A+ICssXFMCh7kYb0avCwx1+7O&#10;e7oVwYgYwj5HBVUIbS6lLyuy6BPXEkfu5DqLIcLOSN3hPYbbRmZp+i4t1hwbKmzps6LyXFytgovL&#10;3nRfbPDrvJl/18ZML8/9VKnRsP9YgAjUh3/xn3un4/xsPpnA7zvxB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ux6N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mEqcQA&#10;AADeAAAADwAAAGRycy9kb3ducmV2LnhtbERPyW7CMBC9V+IfrEHqrXFYSiFgEFSqxJXl0ONgD0na&#10;eBxiFwJfXyMhcZunt85s0dpKnKnxpWMFvSQFQaydKTlXsN99vY1B+IBssHJMCq7kYTHvvMwwM+7C&#10;GzpvQy5iCPsMFRQh1JmUXhdk0SeuJo7c0TUWQ4RNLk2DlxhuK9lP05G0WHJsKLCmz4L07/bPKliX&#10;B3of6ePEjld68307hcHHj1HqtdsupyACteEpfrjXJs7vTwZDuL8Tb5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5hK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TY5cYA&#10;AADeAAAADwAAAGRycy9kb3ducmV2LnhtbERPXWvCQBB8L/gfjhX6Vi+mWGr0FC0UKlXBD/R1ya25&#10;YG4v5K4x/vueUOjb7M7OzM503tlKtNT40rGC4SABQZw7XXKh4Hj4fHkH4QOyxsoxKbiTh/ms9zTF&#10;TLsb76jdh0JEE/YZKjAh1JmUPjdk0Q9cTRy5i2sshjg2hdQN3qK5rWSaJG/SYskxwWBNH4by6/7H&#10;Kmhxe0/OZrkZr8p1nm6Xp28d9+q53y0mIAJ14f/4T/2l4/vp+HUE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TY5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uZCMMA&#10;AADeAAAADwAAAGRycy9kb3ducmV2LnhtbERPTUvDQBC9C/0PyxS82U0jFI3dllKoeNToweOYnWZT&#10;szNhd9tEf70rCN7m8T5nvZ18ry4UYidsYLkoQBE3YjtuDby9Hm7uQMWEbLEXJgNfFGG7mV2tsbIy&#10;8gtd6tSqHMKxQgMupaHSOjaOPMaFDMSZO0rwmDIMrbYBxxzue10WxUp77Dg3OBxo76j5rM/ewPjY&#10;fJzK47t132GQQ/0sp7IXY67n0+4BVKIp/Yv/3E82zy/vb1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uZC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shMUA&#10;AADeAAAADwAAAGRycy9kb3ducmV2LnhtbERP22oCMRB9L/QfwhR8q9muUHU1ilcopSLe3qeb6e7W&#10;ZLJsUt3+vSkUfJvDuc542lojLtT4yrGCl24Cgjh3uuJCwfGwfh6A8AFZo3FMCn7Jw3Ty+DDGTLsr&#10;7+iyD4WIIewzVFCGUGdS+rwki77rauLIfbnGYoiwKaRu8BrDrZFpkrxKixXHhhJrWpSUn/c/VsF6&#10;uzTf6WY3O8mwWPU/zeB9vvxQqvPUzkYgArXhLv53v+k4Px32+vD3Trx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vyy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ZlYsgA&#10;AADeAAAADwAAAGRycy9kb3ducmV2LnhtbESPT2vCQBDF74V+h2WEXopuqlQ0ukopFBUq+A+8jtkx&#10;CWZnQ3Yb02/vHAq9zfDevPeb+bJzlWqpCaVnA2+DBBRx5m3JuYHT8as/ARUissXKMxn4pQDLxfPT&#10;HFPr77yn9hBzJSEcUjRQxFinWoesIIdh4Gti0a6+cRhlbXJtG7xLuKv0MEnG2mHJ0lBgTZ8FZbfD&#10;jzPQ7r4v+boN9eY2eQ3vo8tqtbVnY1563ccMVKQu/pv/rtdW8IfTkfDKOzKDXj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1mVi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+5MYA&#10;AADeAAAADwAAAGRycy9kb3ducmV2LnhtbERPTWvCQBC9F/wPywje6sbUikldRQuFXgrV9lBvY3ZM&#10;gtnZuLtq7K/vCgVv83ifM1t0phFncr62rGA0TEAQF1bXXCr4/np7nILwAVljY5kUXMnDYt57mGGu&#10;7YXXdN6EUsQQ9jkqqEJocyl9UZFBP7QtceT21hkMEbpSaoeXGG4amSbJRBqsOTZU2NJrRcVhczIK&#10;Vtl0dfwc88fverel7c/u8Jy6RKlBv1u+gAjUhbv43/2u4/w0e8rg9k68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a+5MYAAADeAAAADwAAAAAAAAAAAAAAAACYAgAAZHJz&#10;L2Rvd25yZXYueG1sUEsFBgAAAAAEAAQA9QAAAIsDAAAAAA==&#10;" fillcolor="black" stroked="f"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lqBMkA&#10;AADeAAAADwAAAGRycy9kb3ducmV2LnhtbESPT0/CQBDF7yZ+h82YeJOtjRCsLET8k5gIB5ADx7E7&#10;tpt2Z5vuCsVP7xxIuM1k3rz3frPF4Ft1oD66wAbuRxko4jJYx5WB3df73RRUTMgW28Bk4EQRFvPr&#10;qxkWNhx5Q4dtqpSYcCzQQJ1SV2gdy5o8xlHoiOX2E3qPSda+0rbHo5j7VudZNtEeHUtCjR291FQ2&#10;219vYP85cdONo/x79bd8s6txs1y/Nsbc3gzPT6ASDekiPn9/WKmfPz4IgODIDHr+D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QlqB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eircQA&#10;AADeAAAADwAAAGRycy9kb3ducmV2LnhtbERPS2sCMRC+C/0PYQreNKtI0a1RpFLaSw8+Sq/DZrrZ&#10;7mayJlFXf30jCN7m43vOfNnZRpzIh8qxgtEwA0FcOF1xqWC/ex9MQYSIrLFxTAouFGC5eOrNMdfu&#10;zBs6bWMpUgiHHBWYGNtcylAYshiGriVO3K/zFmOCvpTa4zmF20aOs+xFWqw4NRhs6c1QUW+PVoFf&#10;/azrKx+/6+z6dQkff91hikap/nO3egURqYsP8d39qdP88Wwygts76Qa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Xoq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KkcQA&#10;AADeAAAADwAAAGRycy9kb3ducmV2LnhtbERP22rCQBB9L/gPywi+lLppKK2mriIFQVAKXj5gmp0m&#10;wd3ZkB01+vXdQqFvczjXmS1679SFutgENvA8zkARl8E2XBk4HlZPE1BRkC26wGTgRhEW88HDDAsb&#10;rryjy14qlUI4FmigFmkLrWNZk8c4Di1x4r5D51ES7CptO7ymcO90nmWv2mPDqaHGlj5qKk/7szfg&#10;8i833bzFrdyOepvdveweP60xo2G/fAcl1Mu/+M+9tml+Pn3J4feddIO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0ip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huUMUA&#10;AADeAAAADwAAAGRycy9kb3ducmV2LnhtbERPS0sDMRC+C/0PYYTebNatiK5NSx8U9uLBtdLrdDPd&#10;LE0myyZtt/56Iwje5uN7zmwxOCsu1IfWs4LHSQaCuPa65UbB7nP78AIiRGSN1jMpuFGAxXx0N8NC&#10;+yt/0KWKjUghHApUYGLsCilDbchhmPiOOHFH3zuMCfaN1D1eU7izMs+yZ+mw5dRgsKO1ofpUnZ2C&#10;TdXZfFeaVdh/vR8Otvze0n6j1Ph+WL6BiDTEf/Gfu9Rpfv76NIXfd9IN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KG5Q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REEsMA&#10;AADeAAAADwAAAGRycy9kb3ducmV2LnhtbERPTWsCMRC9F/wPYYTeaqKIretmRUoFoadaPXgbknF3&#10;dTNZNqm7/ntTKPQ2j/c5+XpwjbhRF2rPGqYTBYLYeFtzqeHwvX15AxEissXGM2m4U4B1MXrKMbO+&#10;5y+67WMpUgiHDDVUMbaZlMFU5DBMfEucuLPvHMYEu1LaDvsU7ho5U2ohHdacGips6b0ic93/OA2X&#10;rfz0RqE5Ho79zr6ePhbUKK2fx8NmBSLSEP/Ff+6dTfNny/kcft9JN8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REE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AS7sUA&#10;AADeAAAADwAAAGRycy9kb3ducmV2LnhtbERPTWvCQBC9F/wPywi91Y1pFY2uYguFUvFQFfE4Zsck&#10;JDsbdldN/31XEHqbx/uc+bIzjbiS85VlBcNBAoI4t7riQsF+9/kyAeEDssbGMin4JQ/LRe9pjpm2&#10;N/6h6zYUIoawz1BBGUKbSenzkgz6gW2JI3e2zmCI0BVSO7zFcNPINEnG0mDFsaHElj5KyuvtxSg4&#10;XtZ83rx+r9x7ONhu5+v0NKmVeu53qxmIQF34Fz/cXzrOT6dvI7i/E2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BLu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9Z68UA&#10;AADeAAAADwAAAGRycy9kb3ducmV2LnhtbERPTWsCMRC9F/wPYQRvNetiRVejqCD0Uqi2B72Nm3F3&#10;cTNZk6hbf30jFHqbx/uc2aI1tbiR85VlBYN+AoI4t7riQsH31+Z1DMIHZI21ZVLwQx4W887LDDNt&#10;77yl2y4UIoawz1BBGUKTSenzkgz6vm2II3eyzmCI0BVSO7zHcFPLNElG0mDFsaHEhtYl5efd1ShY&#10;Tcary+eQPx7b44EO++P5LXWJUr1uu5yCCNSGf/Gf+13H+elkOIL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b1nrxQAAAN4AAAAPAAAAAAAAAAAAAAAAAJgCAABkcnMv&#10;ZG93bnJldi54bWxQSwUGAAAAAAQABAD1AAAAigMAAAAA&#10;" fillcolor="black" stroked="f"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32sQA&#10;AADeAAAADwAAAGRycy9kb3ducmV2LnhtbERPS0sDMRC+C/6HMAVvNtsqPtamZSmI4mlbLb1ON9PN&#10;0s1kSWK6/nsjCL3Nx/ecxWq0vUjkQ+dYwWxagCBunO64VfD1+Xr7BCJEZI29Y1LwQwFWy+urBZba&#10;nXlDaRtbkUM4lKjAxDiUUobGkMUwdQNx5o7OW4wZ+lZqj+ccbns5L4oHabHj3GBwoLWh5rT9tgrS&#10;YV1Xd2mfzObDV6139dvuUCt1MxmrFxCRxngR/7vfdZ4/f75/hL938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V99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YnocgA&#10;AADeAAAADwAAAGRycy9kb3ducmV2LnhtbESPQWvCQBCF7wX/wzJCb3WjFKnRVYpoab20jYI9Dtlp&#10;NjQ7G7LbmPbXO4dCbzO8N+99s9oMvlE9dbEObGA6yUARl8HWXBk4Hfd3D6BiQrbYBCYDPxRhsx7d&#10;rDC34cLv1BepUhLCMUcDLqU21zqWjjzGSWiJRfsMnccka1dp2+FFwn2jZ1k21x5rlgaHLW0dlV/F&#10;tzcQp9vd+eB/F/3Hk+PX4sXN3ypnzO14eFyCSjSkf/Pf9bMV/NniXnjlHZlBr6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pieh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05657" w:rsidRDefault="00605657" w:rsidP="006056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05657" w:rsidRDefault="00605657" w:rsidP="0060565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5657" w:rsidRDefault="00605657" w:rsidP="006056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05657" w:rsidRPr="004A7D10" w:rsidRDefault="00605657" w:rsidP="006056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05657" w:rsidRDefault="00605657" w:rsidP="006056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05657" w:rsidRDefault="00605657" w:rsidP="0060565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№36</w:t>
      </w:r>
    </w:p>
    <w:p w:rsidR="00605657" w:rsidRPr="0060655C" w:rsidRDefault="00605657" w:rsidP="006056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05657" w:rsidRPr="0060655C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05657" w:rsidRPr="0060655C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605657" w:rsidRPr="0060655C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605657" w:rsidRPr="0060655C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Семенюку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Ю.В.</w:t>
      </w:r>
    </w:p>
    <w:p w:rsidR="00605657" w:rsidRPr="0060655C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05657" w:rsidRPr="0060655C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Семенюка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Ю.В.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605657" w:rsidRPr="004B0203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05657" w:rsidRPr="0060655C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Семенюку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Юрію</w:t>
      </w:r>
      <w:proofErr w:type="spellEnd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ікторовичу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93594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0,1807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6823984000:03:013:0054),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пункту села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5657" w:rsidRPr="0060655C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Семенюку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Ю.В.,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05657" w:rsidRPr="0060655C" w:rsidRDefault="00605657" w:rsidP="006056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05657" w:rsidRPr="00605657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05657" w:rsidRPr="0060655C" w:rsidRDefault="00605657" w:rsidP="006056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12C36" w:rsidRPr="00605657" w:rsidRDefault="00605657" w:rsidP="006056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C12C36" w:rsidRPr="0060565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8DC" w:rsidRDefault="00FD38DC">
      <w:pPr>
        <w:spacing w:after="0" w:line="240" w:lineRule="auto"/>
      </w:pPr>
      <w:r>
        <w:separator/>
      </w:r>
    </w:p>
  </w:endnote>
  <w:endnote w:type="continuationSeparator" w:id="0">
    <w:p w:rsidR="00FD38DC" w:rsidRDefault="00FD3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8DC" w:rsidRDefault="00FD38DC">
      <w:pPr>
        <w:spacing w:after="0" w:line="240" w:lineRule="auto"/>
      </w:pPr>
      <w:r>
        <w:separator/>
      </w:r>
    </w:p>
  </w:footnote>
  <w:footnote w:type="continuationSeparator" w:id="0">
    <w:p w:rsidR="00FD38DC" w:rsidRDefault="00FD3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657"/>
    <w:rsid w:val="00605657"/>
    <w:rsid w:val="00693594"/>
    <w:rsid w:val="00C12C36"/>
    <w:rsid w:val="00EB1DDA"/>
    <w:rsid w:val="00FD3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65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0565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0565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05657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65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0565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0565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05657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2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2020-12-24T17:21:00Z</dcterms:created>
  <dcterms:modified xsi:type="dcterms:W3CDTF">2020-12-24T18:50:00Z</dcterms:modified>
</cp:coreProperties>
</file>